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5AE" w:rsidRPr="009F3366" w:rsidRDefault="009F3366" w:rsidP="004558C0">
      <w:pPr>
        <w:pStyle w:val="En-tte"/>
        <w:jc w:val="center"/>
        <w:rPr>
          <w:rFonts w:ascii="Verdana" w:hAnsi="Verdana"/>
          <w:b/>
          <w:sz w:val="22"/>
          <w:szCs w:val="22"/>
          <w:u w:val="single"/>
        </w:rPr>
      </w:pPr>
      <w:bookmarkStart w:id="0" w:name="_GoBack"/>
      <w:bookmarkEnd w:id="0"/>
      <w:r w:rsidRPr="009F3366">
        <w:rPr>
          <w:rFonts w:ascii="Verdana" w:hAnsi="Verdana"/>
          <w:b/>
          <w:noProof/>
          <w:sz w:val="20"/>
          <w:lang w:val="fr-BE"/>
        </w:rPr>
        <w:drawing>
          <wp:anchor distT="0" distB="0" distL="114300" distR="114300" simplePos="0" relativeHeight="251661312" behindDoc="0" locked="0" layoutInCell="1" allowOverlap="1" wp14:anchorId="08ED9FC3" wp14:editId="1F16B4CA">
            <wp:simplePos x="0" y="0"/>
            <wp:positionH relativeFrom="column">
              <wp:posOffset>-261620</wp:posOffset>
            </wp:positionH>
            <wp:positionV relativeFrom="paragraph">
              <wp:posOffset>0</wp:posOffset>
            </wp:positionV>
            <wp:extent cx="1898109" cy="1076325"/>
            <wp:effectExtent l="0" t="0" r="6985" b="0"/>
            <wp:wrapTopAndBottom/>
            <wp:docPr id="2" name="Image 1" descr="D:\données_personnelles\aurore.lunardi\Logo CGT_proposi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nnées_personnelles\aurore.lunardi\Logo CGT_propositio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402" cy="1077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F3366">
        <w:rPr>
          <w:rFonts w:ascii="Verdana" w:hAnsi="Verdana"/>
          <w:sz w:val="20"/>
          <w:u w:val="single"/>
          <w:lang w:val="fr-BE"/>
        </w:rPr>
        <w:br/>
      </w:r>
      <w:r w:rsidR="001235AE" w:rsidRPr="009F3366">
        <w:rPr>
          <w:rFonts w:ascii="Verdana" w:hAnsi="Verdana"/>
          <w:b/>
          <w:sz w:val="22"/>
          <w:szCs w:val="22"/>
          <w:u w:val="single"/>
        </w:rPr>
        <w:t>Direction des Attractions et des Infrastructures touristiques</w:t>
      </w:r>
    </w:p>
    <w:p w:rsidR="009F3366" w:rsidRPr="009F3366" w:rsidRDefault="009F3366" w:rsidP="004558C0">
      <w:pPr>
        <w:pStyle w:val="En-tte"/>
        <w:jc w:val="center"/>
        <w:rPr>
          <w:rFonts w:ascii="Verdana" w:hAnsi="Verdana"/>
          <w:sz w:val="20"/>
          <w:u w:val="single"/>
        </w:rPr>
      </w:pPr>
    </w:p>
    <w:p w:rsidR="0050054F" w:rsidRPr="009F3366" w:rsidRDefault="0050054F" w:rsidP="00012C64">
      <w:pPr>
        <w:pStyle w:val="Titre1"/>
        <w:shd w:val="clear" w:color="auto" w:fill="FFFFFF" w:themeFill="background1"/>
        <w:rPr>
          <w:smallCaps w:val="0"/>
          <w:sz w:val="20"/>
          <w:u w:val="none"/>
        </w:rPr>
      </w:pPr>
      <w:r w:rsidRPr="009F3366">
        <w:rPr>
          <w:sz w:val="20"/>
        </w:rPr>
        <w:t>demande de subvention en matière d’équipement touristique</w:t>
      </w:r>
      <w:r w:rsidRPr="009F3366">
        <w:rPr>
          <w:sz w:val="20"/>
        </w:rPr>
        <w:br/>
      </w:r>
      <w:r w:rsidRPr="009F3366">
        <w:rPr>
          <w:smallCaps w:val="0"/>
          <w:sz w:val="20"/>
          <w:u w:val="none"/>
        </w:rPr>
        <w:t>Base légale : A</w:t>
      </w:r>
      <w:r w:rsidR="00095348" w:rsidRPr="009F3366">
        <w:rPr>
          <w:smallCaps w:val="0"/>
          <w:sz w:val="20"/>
          <w:u w:val="none"/>
        </w:rPr>
        <w:t xml:space="preserve">rrêtés </w:t>
      </w:r>
      <w:r w:rsidR="00012C64" w:rsidRPr="009F3366">
        <w:rPr>
          <w:smallCaps w:val="0"/>
          <w:sz w:val="20"/>
          <w:u w:val="none"/>
        </w:rPr>
        <w:t>r</w:t>
      </w:r>
      <w:r w:rsidR="00095348" w:rsidRPr="009F3366">
        <w:rPr>
          <w:smallCaps w:val="0"/>
          <w:sz w:val="20"/>
          <w:u w:val="none"/>
        </w:rPr>
        <w:t>oyaux</w:t>
      </w:r>
      <w:r w:rsidRPr="009F3366">
        <w:rPr>
          <w:smallCaps w:val="0"/>
          <w:sz w:val="20"/>
          <w:u w:val="none"/>
        </w:rPr>
        <w:t xml:space="preserve"> d</w:t>
      </w:r>
      <w:r w:rsidR="00095348" w:rsidRPr="009F3366">
        <w:rPr>
          <w:smallCaps w:val="0"/>
          <w:sz w:val="20"/>
          <w:u w:val="none"/>
        </w:rPr>
        <w:t>es</w:t>
      </w:r>
      <w:r w:rsidRPr="009F3366">
        <w:rPr>
          <w:smallCaps w:val="0"/>
          <w:sz w:val="20"/>
          <w:u w:val="none"/>
        </w:rPr>
        <w:t xml:space="preserve"> </w:t>
      </w:r>
      <w:r w:rsidR="0042712E" w:rsidRPr="009F3366">
        <w:rPr>
          <w:smallCaps w:val="0"/>
          <w:sz w:val="20"/>
          <w:u w:val="none"/>
        </w:rPr>
        <w:t>14 février</w:t>
      </w:r>
      <w:r w:rsidRPr="009F3366">
        <w:rPr>
          <w:smallCaps w:val="0"/>
          <w:sz w:val="20"/>
          <w:u w:val="none"/>
        </w:rPr>
        <w:t xml:space="preserve"> 1967 et 24 septembre 1</w:t>
      </w:r>
      <w:r w:rsidR="0042712E" w:rsidRPr="009F3366">
        <w:rPr>
          <w:smallCaps w:val="0"/>
          <w:sz w:val="20"/>
          <w:u w:val="none"/>
        </w:rPr>
        <w:t>969</w:t>
      </w:r>
      <w:r w:rsidR="00012C64" w:rsidRPr="009F3366">
        <w:rPr>
          <w:smallCaps w:val="0"/>
          <w:sz w:val="20"/>
          <w:u w:val="none"/>
        </w:rPr>
        <w:t xml:space="preserve"> &amp;</w:t>
      </w:r>
      <w:r w:rsidR="00012C64" w:rsidRPr="009F3366">
        <w:rPr>
          <w:smallCaps w:val="0"/>
          <w:sz w:val="20"/>
          <w:u w:val="none"/>
        </w:rPr>
        <w:br/>
        <w:t>Arrêtés ministériels des 6 mars 1967 et 24 septembre 1969</w:t>
      </w:r>
    </w:p>
    <w:p w:rsidR="009F3366" w:rsidRDefault="009F3366" w:rsidP="0050054F">
      <w:pPr>
        <w:rPr>
          <w:rFonts w:ascii="Verdana" w:hAnsi="Verdana"/>
          <w:i/>
          <w:sz w:val="20"/>
          <w:u w:val="single"/>
        </w:rPr>
      </w:pPr>
    </w:p>
    <w:p w:rsidR="0050054F" w:rsidRPr="009F3366" w:rsidRDefault="0050054F" w:rsidP="0050054F">
      <w:pPr>
        <w:rPr>
          <w:rFonts w:ascii="Verdana" w:hAnsi="Verdana"/>
          <w:i/>
          <w:sz w:val="20"/>
        </w:rPr>
      </w:pPr>
      <w:r w:rsidRPr="009F3366">
        <w:rPr>
          <w:rFonts w:ascii="Verdana" w:hAnsi="Verdana"/>
          <w:i/>
          <w:sz w:val="20"/>
          <w:u w:val="single"/>
        </w:rPr>
        <w:t>Information générale</w:t>
      </w:r>
      <w:r w:rsidR="009F3366">
        <w:rPr>
          <w:rFonts w:ascii="Verdana" w:hAnsi="Verdana"/>
          <w:i/>
          <w:sz w:val="20"/>
        </w:rPr>
        <w:t> : c</w:t>
      </w:r>
      <w:r w:rsidRPr="009F3366">
        <w:rPr>
          <w:rFonts w:ascii="Verdana" w:hAnsi="Verdana"/>
          <w:i/>
          <w:sz w:val="20"/>
        </w:rPr>
        <w:t>e formulaire rassemble sous forme de titres ou de tableaux à compléter l'ensemble des pièces à présenter pour qu</w:t>
      </w:r>
      <w:r w:rsidR="00012C64" w:rsidRPr="009F3366">
        <w:rPr>
          <w:rFonts w:ascii="Verdana" w:hAnsi="Verdana"/>
          <w:i/>
          <w:sz w:val="20"/>
        </w:rPr>
        <w:t>e votre demande soit complète</w:t>
      </w:r>
      <w:r w:rsidRPr="009F3366">
        <w:rPr>
          <w:rFonts w:ascii="Verdana" w:hAnsi="Verdana"/>
          <w:i/>
          <w:sz w:val="20"/>
        </w:rPr>
        <w:t>.</w:t>
      </w:r>
    </w:p>
    <w:p w:rsidR="001235AE" w:rsidRPr="009F3366" w:rsidRDefault="001235AE" w:rsidP="0050054F">
      <w:pPr>
        <w:rPr>
          <w:rFonts w:ascii="Verdana" w:hAnsi="Verdana"/>
          <w:i/>
          <w:sz w:val="20"/>
        </w:rPr>
      </w:pPr>
      <w:r w:rsidRPr="009F3366">
        <w:rPr>
          <w:rFonts w:ascii="Verdana" w:hAnsi="Verdana"/>
          <w:i/>
          <w:sz w:val="20"/>
        </w:rPr>
        <w:t>Si vous ne disposez pas de tous les éléments constitutifs du dossier, v</w:t>
      </w:r>
      <w:r w:rsidR="00E81A3E" w:rsidRPr="009F3366">
        <w:rPr>
          <w:rFonts w:ascii="Verdana" w:hAnsi="Verdana"/>
          <w:i/>
          <w:sz w:val="20"/>
        </w:rPr>
        <w:t xml:space="preserve">ous pouvez introduire une demande incomplète pour </w:t>
      </w:r>
      <w:r w:rsidR="00012C64" w:rsidRPr="009F3366">
        <w:rPr>
          <w:rFonts w:ascii="Verdana" w:hAnsi="Verdana"/>
          <w:i/>
          <w:sz w:val="20"/>
        </w:rPr>
        <w:t>initier</w:t>
      </w:r>
      <w:r w:rsidRPr="009F3366">
        <w:rPr>
          <w:rFonts w:ascii="Verdana" w:hAnsi="Verdana"/>
          <w:i/>
          <w:sz w:val="20"/>
        </w:rPr>
        <w:t xml:space="preserve"> la procédure d'instruction de votre dossier par l'administration.</w:t>
      </w:r>
    </w:p>
    <w:p w:rsidR="00012C64" w:rsidRPr="009F3366" w:rsidRDefault="00012C64" w:rsidP="0050054F">
      <w:pPr>
        <w:rPr>
          <w:rFonts w:ascii="Verdana" w:hAnsi="Verdana"/>
          <w:i/>
          <w:sz w:val="20"/>
          <w:lang w:val="fr-BE"/>
        </w:rPr>
      </w:pPr>
      <w:r w:rsidRPr="009F3366">
        <w:rPr>
          <w:rFonts w:ascii="Verdana" w:hAnsi="Verdana"/>
          <w:i/>
          <w:sz w:val="20"/>
        </w:rPr>
        <w:t xml:space="preserve">Attention : </w:t>
      </w:r>
      <w:r w:rsidRPr="009F3366">
        <w:rPr>
          <w:rFonts w:ascii="Verdana" w:hAnsi="Verdana"/>
          <w:i/>
          <w:sz w:val="20"/>
          <w:lang w:val="fr-BE"/>
        </w:rPr>
        <w:t>La demande de subvention doit-être déposée avant tous travaux et/ou acquis</w:t>
      </w:r>
      <w:r w:rsidR="002E2730" w:rsidRPr="009F3366">
        <w:rPr>
          <w:rFonts w:ascii="Verdana" w:hAnsi="Verdana"/>
          <w:i/>
          <w:sz w:val="20"/>
          <w:lang w:val="fr-BE"/>
        </w:rPr>
        <w:t>itions en rapport avec le projet.</w:t>
      </w:r>
    </w:p>
    <w:p w:rsidR="009F3366" w:rsidRPr="009F3366" w:rsidRDefault="009F3366" w:rsidP="0050054F">
      <w:pPr>
        <w:rPr>
          <w:rFonts w:ascii="Verdana" w:hAnsi="Verdana"/>
          <w:i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25"/>
        <w:gridCol w:w="5180"/>
      </w:tblGrid>
      <w:tr w:rsidR="0050054F" w:rsidRPr="009F3366" w:rsidTr="00843141">
        <w:tc>
          <w:tcPr>
            <w:tcW w:w="9355" w:type="dxa"/>
            <w:gridSpan w:val="2"/>
          </w:tcPr>
          <w:p w:rsidR="0050054F" w:rsidRPr="009F3366" w:rsidRDefault="0050054F" w:rsidP="00843141">
            <w:pPr>
              <w:pStyle w:val="Textebrut"/>
              <w:jc w:val="center"/>
              <w:rPr>
                <w:rFonts w:ascii="Verdana" w:hAnsi="Verdana"/>
                <w:b/>
              </w:rPr>
            </w:pPr>
          </w:p>
          <w:p w:rsidR="0050054F" w:rsidRPr="009F3366" w:rsidRDefault="0050054F" w:rsidP="00843141">
            <w:pPr>
              <w:pStyle w:val="Textebrut"/>
              <w:jc w:val="center"/>
              <w:rPr>
                <w:rFonts w:ascii="Verdana" w:hAnsi="Verdana"/>
                <w:b/>
              </w:rPr>
            </w:pPr>
            <w:r w:rsidRPr="009F3366">
              <w:rPr>
                <w:rFonts w:ascii="Verdana" w:hAnsi="Verdana"/>
                <w:b/>
              </w:rPr>
              <w:t>Renseignements généraux</w:t>
            </w:r>
          </w:p>
        </w:tc>
      </w:tr>
      <w:tr w:rsidR="0050054F" w:rsidRPr="009F3366" w:rsidTr="00843141">
        <w:trPr>
          <w:trHeight w:val="70"/>
        </w:trPr>
        <w:tc>
          <w:tcPr>
            <w:tcW w:w="9355" w:type="dxa"/>
            <w:gridSpan w:val="2"/>
            <w:shd w:val="clear" w:color="auto" w:fill="D9D9D9" w:themeFill="background1" w:themeFillShade="D9"/>
          </w:tcPr>
          <w:p w:rsidR="0050054F" w:rsidRPr="009F3366" w:rsidRDefault="0050054F" w:rsidP="00843141">
            <w:pPr>
              <w:pStyle w:val="Textebrut"/>
              <w:rPr>
                <w:rFonts w:ascii="Verdana" w:hAnsi="Verdana"/>
              </w:rPr>
            </w:pPr>
          </w:p>
        </w:tc>
      </w:tr>
      <w:tr w:rsidR="0050054F" w:rsidRPr="009F3366" w:rsidTr="00843141">
        <w:tc>
          <w:tcPr>
            <w:tcW w:w="4077" w:type="dxa"/>
          </w:tcPr>
          <w:p w:rsidR="0050054F" w:rsidRPr="009F3366" w:rsidRDefault="0050054F" w:rsidP="00843141">
            <w:pPr>
              <w:pStyle w:val="Textebrut"/>
              <w:rPr>
                <w:rFonts w:ascii="Verdana" w:hAnsi="Verdana"/>
                <w:b/>
              </w:rPr>
            </w:pPr>
            <w:r w:rsidRPr="009F3366">
              <w:rPr>
                <w:rFonts w:ascii="Verdana" w:hAnsi="Verdana"/>
                <w:b/>
              </w:rPr>
              <w:t>Demandeur:</w:t>
            </w:r>
          </w:p>
        </w:tc>
        <w:tc>
          <w:tcPr>
            <w:tcW w:w="5278" w:type="dxa"/>
          </w:tcPr>
          <w:p w:rsidR="0050054F" w:rsidRPr="009F3366" w:rsidRDefault="0050054F" w:rsidP="00F37E4A">
            <w:pPr>
              <w:pStyle w:val="Textebrut"/>
              <w:numPr>
                <w:ilvl w:val="0"/>
                <w:numId w:val="9"/>
              </w:numPr>
              <w:rPr>
                <w:rFonts w:ascii="Verdana" w:hAnsi="Verdana"/>
              </w:rPr>
            </w:pPr>
            <w:proofErr w:type="gramStart"/>
            <w:r w:rsidRPr="009F3366">
              <w:rPr>
                <w:rFonts w:ascii="Verdana" w:hAnsi="Verdana"/>
              </w:rPr>
              <w:t>Nom:</w:t>
            </w:r>
            <w:proofErr w:type="gramEnd"/>
          </w:p>
          <w:p w:rsidR="0050054F" w:rsidRPr="009F3366" w:rsidRDefault="0050054F" w:rsidP="00F37E4A">
            <w:pPr>
              <w:pStyle w:val="Textebrut"/>
              <w:numPr>
                <w:ilvl w:val="0"/>
                <w:numId w:val="9"/>
              </w:numPr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>Adresse</w:t>
            </w:r>
            <w:r w:rsidR="00DA0343" w:rsidRPr="009F3366">
              <w:rPr>
                <w:rFonts w:ascii="Verdana" w:hAnsi="Verdana"/>
              </w:rPr>
              <w:t xml:space="preserve"> :</w:t>
            </w:r>
            <w:r w:rsidRPr="009F3366">
              <w:rPr>
                <w:rFonts w:ascii="Verdana" w:hAnsi="Verdana"/>
              </w:rPr>
              <w:br/>
            </w:r>
          </w:p>
          <w:p w:rsidR="0050054F" w:rsidRPr="009F3366" w:rsidRDefault="0050054F" w:rsidP="00F37E4A">
            <w:pPr>
              <w:pStyle w:val="Textebrut"/>
              <w:numPr>
                <w:ilvl w:val="0"/>
                <w:numId w:val="9"/>
              </w:numPr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>Tél :</w:t>
            </w:r>
          </w:p>
          <w:p w:rsidR="0050054F" w:rsidRPr="009F3366" w:rsidRDefault="0050054F" w:rsidP="00F37E4A">
            <w:pPr>
              <w:pStyle w:val="Textebrut"/>
              <w:numPr>
                <w:ilvl w:val="0"/>
                <w:numId w:val="9"/>
              </w:numPr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>Mail :</w:t>
            </w:r>
          </w:p>
          <w:p w:rsidR="0050054F" w:rsidRPr="009F3366" w:rsidRDefault="0050054F" w:rsidP="00F37E4A">
            <w:pPr>
              <w:pStyle w:val="Textebrut"/>
              <w:numPr>
                <w:ilvl w:val="0"/>
                <w:numId w:val="9"/>
              </w:numPr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>Site WEB</w:t>
            </w:r>
            <w:r w:rsidR="00F37E4A" w:rsidRPr="009F3366">
              <w:rPr>
                <w:rFonts w:ascii="Verdana" w:hAnsi="Verdana"/>
              </w:rPr>
              <w:br/>
            </w:r>
            <w:r w:rsidRPr="009F3366">
              <w:rPr>
                <w:rFonts w:ascii="Verdana" w:hAnsi="Verdana"/>
              </w:rPr>
              <w:br/>
            </w:r>
          </w:p>
        </w:tc>
      </w:tr>
      <w:tr w:rsidR="0050054F" w:rsidRPr="009F3366" w:rsidTr="00843141">
        <w:tc>
          <w:tcPr>
            <w:tcW w:w="4077" w:type="dxa"/>
          </w:tcPr>
          <w:p w:rsidR="0050054F" w:rsidRPr="009F3366" w:rsidRDefault="0050054F" w:rsidP="00843141">
            <w:pPr>
              <w:pStyle w:val="Textebrut"/>
              <w:rPr>
                <w:rFonts w:ascii="Verdana" w:hAnsi="Verdana"/>
                <w:b/>
              </w:rPr>
            </w:pPr>
            <w:r w:rsidRPr="009F3366">
              <w:rPr>
                <w:rFonts w:ascii="Verdana" w:hAnsi="Verdana"/>
                <w:b/>
              </w:rPr>
              <w:t xml:space="preserve">Coordonnées du bénéficiaire : </w:t>
            </w:r>
            <w:r w:rsidRPr="009F3366">
              <w:rPr>
                <w:rFonts w:ascii="Verdana" w:hAnsi="Verdana"/>
                <w:b/>
              </w:rPr>
              <w:br/>
            </w:r>
            <w:r w:rsidRPr="009F3366">
              <w:rPr>
                <w:rFonts w:ascii="Verdana" w:hAnsi="Verdana"/>
              </w:rPr>
              <w:t>(si personne distincte du demandeur)</w:t>
            </w:r>
          </w:p>
        </w:tc>
        <w:tc>
          <w:tcPr>
            <w:tcW w:w="5278" w:type="dxa"/>
          </w:tcPr>
          <w:p w:rsidR="0050054F" w:rsidRPr="009F3366" w:rsidRDefault="0050054F" w:rsidP="00F37E4A">
            <w:pPr>
              <w:pStyle w:val="Textebrut"/>
              <w:numPr>
                <w:ilvl w:val="0"/>
                <w:numId w:val="10"/>
              </w:numPr>
              <w:rPr>
                <w:rFonts w:ascii="Verdana" w:hAnsi="Verdana"/>
              </w:rPr>
            </w:pPr>
            <w:proofErr w:type="gramStart"/>
            <w:r w:rsidRPr="009F3366">
              <w:rPr>
                <w:rFonts w:ascii="Verdana" w:hAnsi="Verdana"/>
              </w:rPr>
              <w:t>Nom:</w:t>
            </w:r>
            <w:proofErr w:type="gramEnd"/>
          </w:p>
          <w:p w:rsidR="0050054F" w:rsidRPr="009F3366" w:rsidRDefault="0050054F" w:rsidP="00F37E4A">
            <w:pPr>
              <w:pStyle w:val="Textebrut"/>
              <w:numPr>
                <w:ilvl w:val="0"/>
                <w:numId w:val="10"/>
              </w:numPr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>Adresse</w:t>
            </w:r>
            <w:r w:rsidR="00DA0343" w:rsidRPr="009F3366">
              <w:rPr>
                <w:rFonts w:ascii="Verdana" w:hAnsi="Verdana"/>
              </w:rPr>
              <w:t xml:space="preserve"> :</w:t>
            </w:r>
            <w:r w:rsidRPr="009F3366">
              <w:rPr>
                <w:rFonts w:ascii="Verdana" w:hAnsi="Verdana"/>
              </w:rPr>
              <w:br/>
            </w:r>
          </w:p>
          <w:p w:rsidR="0050054F" w:rsidRPr="009F3366" w:rsidRDefault="0050054F" w:rsidP="00F37E4A">
            <w:pPr>
              <w:pStyle w:val="Textebrut"/>
              <w:numPr>
                <w:ilvl w:val="0"/>
                <w:numId w:val="10"/>
              </w:numPr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>Tél :</w:t>
            </w:r>
          </w:p>
          <w:p w:rsidR="00D8207D" w:rsidRPr="009F3366" w:rsidRDefault="0050054F" w:rsidP="00F37E4A">
            <w:pPr>
              <w:pStyle w:val="Textebrut"/>
              <w:numPr>
                <w:ilvl w:val="0"/>
                <w:numId w:val="10"/>
              </w:numPr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>Mail :</w:t>
            </w:r>
          </w:p>
          <w:p w:rsidR="0050054F" w:rsidRPr="009F3366" w:rsidRDefault="0050054F" w:rsidP="00F37E4A">
            <w:pPr>
              <w:pStyle w:val="Textebrut"/>
              <w:numPr>
                <w:ilvl w:val="0"/>
                <w:numId w:val="10"/>
              </w:numPr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>Site WEB</w:t>
            </w:r>
            <w:r w:rsidR="00F37E4A" w:rsidRPr="009F3366">
              <w:rPr>
                <w:rFonts w:ascii="Verdana" w:hAnsi="Verdana"/>
              </w:rPr>
              <w:br/>
            </w:r>
          </w:p>
        </w:tc>
      </w:tr>
      <w:tr w:rsidR="0050054F" w:rsidRPr="009F3366" w:rsidTr="00843141">
        <w:tc>
          <w:tcPr>
            <w:tcW w:w="4077" w:type="dxa"/>
          </w:tcPr>
          <w:p w:rsidR="0050054F" w:rsidRPr="009F3366" w:rsidRDefault="0050054F" w:rsidP="00843141">
            <w:pPr>
              <w:pStyle w:val="Textebrut"/>
              <w:rPr>
                <w:rFonts w:ascii="Verdana" w:hAnsi="Verdana"/>
                <w:b/>
              </w:rPr>
            </w:pPr>
            <w:r w:rsidRPr="009F3366">
              <w:rPr>
                <w:rFonts w:ascii="Verdana" w:hAnsi="Verdana"/>
                <w:b/>
              </w:rPr>
              <w:t>Membre du Collège, de l'Intercommunale ou de l'association responsable du projet :</w:t>
            </w:r>
          </w:p>
        </w:tc>
        <w:tc>
          <w:tcPr>
            <w:tcW w:w="5278" w:type="dxa"/>
          </w:tcPr>
          <w:p w:rsidR="0050054F" w:rsidRPr="009F3366" w:rsidRDefault="0050054F" w:rsidP="00F37E4A">
            <w:pPr>
              <w:pStyle w:val="Textebrut"/>
              <w:numPr>
                <w:ilvl w:val="0"/>
                <w:numId w:val="11"/>
              </w:numPr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>Nom, prénom, qualité :</w:t>
            </w:r>
            <w:r w:rsidRPr="009F3366">
              <w:rPr>
                <w:rFonts w:ascii="Verdana" w:hAnsi="Verdana"/>
              </w:rPr>
              <w:br/>
            </w:r>
          </w:p>
          <w:p w:rsidR="0050054F" w:rsidRPr="009F3366" w:rsidRDefault="0050054F" w:rsidP="00F37E4A">
            <w:pPr>
              <w:pStyle w:val="Textebrut"/>
              <w:numPr>
                <w:ilvl w:val="0"/>
                <w:numId w:val="11"/>
              </w:numPr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>Tél :</w:t>
            </w:r>
          </w:p>
          <w:p w:rsidR="0050054F" w:rsidRPr="009F3366" w:rsidRDefault="0050054F" w:rsidP="00F37E4A">
            <w:pPr>
              <w:pStyle w:val="Textebrut"/>
              <w:numPr>
                <w:ilvl w:val="0"/>
                <w:numId w:val="11"/>
              </w:numPr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>Mail :</w:t>
            </w:r>
            <w:r w:rsidRPr="009F3366">
              <w:rPr>
                <w:rFonts w:ascii="Verdana" w:hAnsi="Verdana"/>
              </w:rPr>
              <w:br/>
            </w:r>
          </w:p>
        </w:tc>
      </w:tr>
      <w:tr w:rsidR="0050054F" w:rsidRPr="009F3366" w:rsidTr="00843141">
        <w:tc>
          <w:tcPr>
            <w:tcW w:w="4077" w:type="dxa"/>
          </w:tcPr>
          <w:p w:rsidR="0050054F" w:rsidRPr="009F3366" w:rsidRDefault="0050054F" w:rsidP="00843141">
            <w:pPr>
              <w:pStyle w:val="Textebrut"/>
              <w:rPr>
                <w:rFonts w:ascii="Verdana" w:hAnsi="Verdana"/>
                <w:b/>
              </w:rPr>
            </w:pPr>
            <w:r w:rsidRPr="009F3366">
              <w:rPr>
                <w:rFonts w:ascii="Verdana" w:hAnsi="Verdana"/>
                <w:b/>
              </w:rPr>
              <w:t>Agent des services administratifs chargé de la gestion du dossier :</w:t>
            </w:r>
          </w:p>
        </w:tc>
        <w:tc>
          <w:tcPr>
            <w:tcW w:w="5278" w:type="dxa"/>
          </w:tcPr>
          <w:p w:rsidR="0050054F" w:rsidRPr="009F3366" w:rsidRDefault="0050054F" w:rsidP="00F37E4A">
            <w:pPr>
              <w:pStyle w:val="Textebrut"/>
              <w:numPr>
                <w:ilvl w:val="0"/>
                <w:numId w:val="12"/>
              </w:numPr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>Nom, prénom, qualité :</w:t>
            </w:r>
            <w:r w:rsidRPr="009F3366">
              <w:rPr>
                <w:rFonts w:ascii="Verdana" w:hAnsi="Verdana"/>
              </w:rPr>
              <w:br/>
            </w:r>
          </w:p>
          <w:p w:rsidR="0050054F" w:rsidRPr="009F3366" w:rsidRDefault="0050054F" w:rsidP="00F37E4A">
            <w:pPr>
              <w:pStyle w:val="Textebrut"/>
              <w:numPr>
                <w:ilvl w:val="0"/>
                <w:numId w:val="12"/>
              </w:numPr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>Tél :</w:t>
            </w:r>
          </w:p>
          <w:p w:rsidR="0050054F" w:rsidRPr="009F3366" w:rsidRDefault="0050054F" w:rsidP="00F37E4A">
            <w:pPr>
              <w:pStyle w:val="Textebrut"/>
              <w:numPr>
                <w:ilvl w:val="0"/>
                <w:numId w:val="12"/>
              </w:numPr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>Mail :</w:t>
            </w:r>
            <w:r w:rsidRPr="009F3366">
              <w:rPr>
                <w:rFonts w:ascii="Verdana" w:hAnsi="Verdana"/>
              </w:rPr>
              <w:br/>
            </w:r>
          </w:p>
        </w:tc>
      </w:tr>
      <w:tr w:rsidR="0050054F" w:rsidRPr="009F3366" w:rsidTr="00843141">
        <w:tc>
          <w:tcPr>
            <w:tcW w:w="4077" w:type="dxa"/>
          </w:tcPr>
          <w:p w:rsidR="0050054F" w:rsidRDefault="0050054F" w:rsidP="00843141">
            <w:pPr>
              <w:pStyle w:val="Textebrut"/>
              <w:rPr>
                <w:rFonts w:ascii="Verdana" w:hAnsi="Verdana"/>
              </w:rPr>
            </w:pPr>
            <w:r w:rsidRPr="009F3366">
              <w:rPr>
                <w:rFonts w:ascii="Verdana" w:hAnsi="Verdana"/>
                <w:b/>
              </w:rPr>
              <w:t>Numéro et intitulé du compte désigné pour le versement de la subvention:</w:t>
            </w:r>
            <w:r w:rsidR="00014898" w:rsidRPr="009F3366">
              <w:rPr>
                <w:rFonts w:ascii="Verdana" w:hAnsi="Verdana"/>
                <w:b/>
              </w:rPr>
              <w:br/>
            </w:r>
            <w:r w:rsidR="00014898" w:rsidRPr="009F3366">
              <w:rPr>
                <w:rFonts w:ascii="Verdana" w:hAnsi="Verdana"/>
              </w:rPr>
              <w:t>(joindre une attestation bancaire)</w:t>
            </w:r>
          </w:p>
          <w:p w:rsidR="009F3366" w:rsidRPr="009F3366" w:rsidRDefault="009F3366" w:rsidP="00843141">
            <w:pPr>
              <w:pStyle w:val="Textebrut"/>
              <w:rPr>
                <w:rFonts w:ascii="Verdana" w:hAnsi="Verdana"/>
              </w:rPr>
            </w:pPr>
          </w:p>
        </w:tc>
        <w:tc>
          <w:tcPr>
            <w:tcW w:w="5278" w:type="dxa"/>
          </w:tcPr>
          <w:p w:rsidR="0050054F" w:rsidRPr="009F3366" w:rsidRDefault="00760B43" w:rsidP="009F3366">
            <w:pPr>
              <w:pStyle w:val="Textebrut"/>
              <w:numPr>
                <w:ilvl w:val="0"/>
                <w:numId w:val="13"/>
              </w:numPr>
              <w:rPr>
                <w:rFonts w:ascii="Verdana" w:hAnsi="Verdana"/>
              </w:rPr>
            </w:pPr>
            <w:proofErr w:type="gramStart"/>
            <w:r w:rsidRPr="009F3366">
              <w:rPr>
                <w:rFonts w:ascii="Verdana" w:hAnsi="Verdana"/>
              </w:rPr>
              <w:t>BE</w:t>
            </w:r>
            <w:r w:rsidR="009F3366">
              <w:rPr>
                <w:rFonts w:ascii="Verdana" w:hAnsi="Verdana"/>
              </w:rPr>
              <w:t>..</w:t>
            </w:r>
            <w:proofErr w:type="gramEnd"/>
            <w:r w:rsidRPr="009F3366">
              <w:rPr>
                <w:rFonts w:ascii="Verdana" w:hAnsi="Verdana"/>
              </w:rPr>
              <w:t xml:space="preserve"> - </w:t>
            </w:r>
            <w:r w:rsidR="009F3366">
              <w:rPr>
                <w:rFonts w:ascii="Verdana" w:hAnsi="Verdana"/>
              </w:rPr>
              <w:t>….</w:t>
            </w:r>
            <w:r w:rsidRPr="009F3366">
              <w:rPr>
                <w:rFonts w:ascii="Verdana" w:hAnsi="Verdana"/>
              </w:rPr>
              <w:t xml:space="preserve"> - </w:t>
            </w:r>
            <w:r w:rsidR="009F3366">
              <w:rPr>
                <w:rFonts w:ascii="Verdana" w:hAnsi="Verdana"/>
              </w:rPr>
              <w:t>….</w:t>
            </w:r>
            <w:r w:rsidRPr="009F3366">
              <w:rPr>
                <w:rFonts w:ascii="Verdana" w:hAnsi="Verdana"/>
              </w:rPr>
              <w:t xml:space="preserve"> - </w:t>
            </w:r>
            <w:r w:rsidR="009F3366">
              <w:rPr>
                <w:rFonts w:ascii="Verdana" w:hAnsi="Verdana"/>
              </w:rPr>
              <w:t>….</w:t>
            </w:r>
          </w:p>
        </w:tc>
      </w:tr>
      <w:tr w:rsidR="0050054F" w:rsidRPr="009F3366" w:rsidTr="00843141">
        <w:tc>
          <w:tcPr>
            <w:tcW w:w="4077" w:type="dxa"/>
          </w:tcPr>
          <w:p w:rsidR="0050054F" w:rsidRDefault="0050054F" w:rsidP="00843141">
            <w:pPr>
              <w:pStyle w:val="Textebrut"/>
              <w:rPr>
                <w:rFonts w:ascii="Verdana" w:hAnsi="Verdana"/>
                <w:b/>
              </w:rPr>
            </w:pPr>
            <w:r w:rsidRPr="009F3366">
              <w:rPr>
                <w:rFonts w:ascii="Verdana" w:hAnsi="Verdana"/>
                <w:b/>
              </w:rPr>
              <w:t>Assujettissement à la TVA :</w:t>
            </w:r>
          </w:p>
          <w:p w:rsidR="009F3366" w:rsidRPr="009F3366" w:rsidRDefault="009F3366" w:rsidP="00843141">
            <w:pPr>
              <w:pStyle w:val="Textebrut"/>
              <w:rPr>
                <w:rFonts w:ascii="Verdana" w:hAnsi="Verdana"/>
                <w:b/>
              </w:rPr>
            </w:pPr>
          </w:p>
        </w:tc>
        <w:tc>
          <w:tcPr>
            <w:tcW w:w="5278" w:type="dxa"/>
          </w:tcPr>
          <w:p w:rsidR="0050054F" w:rsidRPr="009F3366" w:rsidRDefault="0050054F" w:rsidP="00843141">
            <w:pPr>
              <w:pStyle w:val="Textebrut"/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 xml:space="preserve">OUI / NON, si oui, n° TVA : </w:t>
            </w:r>
            <w:r w:rsidRPr="009F3366">
              <w:rPr>
                <w:rFonts w:ascii="Verdana" w:hAnsi="Verdana"/>
              </w:rPr>
              <w:br/>
            </w:r>
          </w:p>
        </w:tc>
      </w:tr>
      <w:tr w:rsidR="0050054F" w:rsidRPr="009F3366" w:rsidTr="00843141">
        <w:tc>
          <w:tcPr>
            <w:tcW w:w="4077" w:type="dxa"/>
          </w:tcPr>
          <w:p w:rsidR="0050054F" w:rsidRDefault="0050054F" w:rsidP="00843141">
            <w:pPr>
              <w:pStyle w:val="Textebrut"/>
              <w:rPr>
                <w:rFonts w:ascii="Verdana" w:hAnsi="Verdana"/>
                <w:b/>
              </w:rPr>
            </w:pPr>
            <w:r w:rsidRPr="009F3366">
              <w:rPr>
                <w:rFonts w:ascii="Verdana" w:hAnsi="Verdana"/>
                <w:b/>
              </w:rPr>
              <w:t xml:space="preserve">Reconnaissance de </w:t>
            </w:r>
            <w:proofErr w:type="spellStart"/>
            <w:r w:rsidRPr="009F3366">
              <w:rPr>
                <w:rFonts w:ascii="Verdana" w:hAnsi="Verdana"/>
                <w:b/>
              </w:rPr>
              <w:t>l'asbl</w:t>
            </w:r>
            <w:proofErr w:type="spellEnd"/>
            <w:r w:rsidRPr="009F3366">
              <w:rPr>
                <w:rFonts w:ascii="Verdana" w:hAnsi="Verdana"/>
                <w:b/>
              </w:rPr>
              <w:t xml:space="preserve"> par le CGT :</w:t>
            </w:r>
          </w:p>
          <w:p w:rsidR="009F3366" w:rsidRDefault="009F3366" w:rsidP="00843141">
            <w:pPr>
              <w:pStyle w:val="Textebrut"/>
              <w:rPr>
                <w:rFonts w:ascii="Verdana" w:hAnsi="Verdana"/>
                <w:b/>
              </w:rPr>
            </w:pPr>
          </w:p>
          <w:p w:rsidR="009F3366" w:rsidRPr="009F3366" w:rsidRDefault="009F3366" w:rsidP="00843141">
            <w:pPr>
              <w:pStyle w:val="Textebrut"/>
              <w:rPr>
                <w:rFonts w:ascii="Verdana" w:hAnsi="Verdana"/>
                <w:b/>
              </w:rPr>
            </w:pPr>
          </w:p>
        </w:tc>
        <w:tc>
          <w:tcPr>
            <w:tcW w:w="5278" w:type="dxa"/>
          </w:tcPr>
          <w:p w:rsidR="0050054F" w:rsidRPr="009F3366" w:rsidRDefault="0050054F" w:rsidP="00DA0343">
            <w:pPr>
              <w:pStyle w:val="Textebrut"/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 xml:space="preserve">OUI / NON, si oui, date </w:t>
            </w:r>
            <w:r w:rsidR="00DA0343" w:rsidRPr="009F3366">
              <w:rPr>
                <w:rFonts w:ascii="Verdana" w:hAnsi="Verdana"/>
              </w:rPr>
              <w:t>d</w:t>
            </w:r>
            <w:r w:rsidRPr="009F3366">
              <w:rPr>
                <w:rFonts w:ascii="Verdana" w:hAnsi="Verdana"/>
              </w:rPr>
              <w:t>e la reconnaissance :</w:t>
            </w:r>
            <w:r w:rsidRPr="009F3366">
              <w:rPr>
                <w:rFonts w:ascii="Verdana" w:hAnsi="Verdana"/>
              </w:rPr>
              <w:br/>
            </w:r>
          </w:p>
        </w:tc>
      </w:tr>
      <w:tr w:rsidR="001235AE" w:rsidRPr="009F3366" w:rsidTr="00843141">
        <w:trPr>
          <w:trHeight w:val="70"/>
        </w:trPr>
        <w:tc>
          <w:tcPr>
            <w:tcW w:w="9355" w:type="dxa"/>
            <w:gridSpan w:val="2"/>
            <w:shd w:val="clear" w:color="auto" w:fill="D9D9D9" w:themeFill="background1" w:themeFillShade="D9"/>
          </w:tcPr>
          <w:p w:rsidR="001235AE" w:rsidRPr="009F3366" w:rsidRDefault="001235AE" w:rsidP="00843141">
            <w:pPr>
              <w:pStyle w:val="Textebrut"/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lastRenderedPageBreak/>
              <w:t>2</w:t>
            </w:r>
          </w:p>
          <w:p w:rsidR="001235AE" w:rsidRPr="009F3366" w:rsidRDefault="001235AE" w:rsidP="00843141">
            <w:pPr>
              <w:pStyle w:val="Textebrut"/>
              <w:rPr>
                <w:rFonts w:ascii="Verdana" w:hAnsi="Verdana"/>
              </w:rPr>
            </w:pPr>
          </w:p>
        </w:tc>
      </w:tr>
      <w:tr w:rsidR="001235AE" w:rsidRPr="009F3366" w:rsidTr="00843141">
        <w:tc>
          <w:tcPr>
            <w:tcW w:w="4077" w:type="dxa"/>
          </w:tcPr>
          <w:p w:rsidR="001235AE" w:rsidRPr="009F3366" w:rsidRDefault="001235AE" w:rsidP="00843141">
            <w:pPr>
              <w:pStyle w:val="Textebrut"/>
              <w:rPr>
                <w:rFonts w:ascii="Verdana" w:hAnsi="Verdana"/>
                <w:b/>
              </w:rPr>
            </w:pPr>
            <w:r w:rsidRPr="009F3366">
              <w:rPr>
                <w:rFonts w:ascii="Verdana" w:hAnsi="Verdana"/>
                <w:b/>
              </w:rPr>
              <w:t>Intitulé de l'objet de la demande de subvention:</w:t>
            </w:r>
          </w:p>
        </w:tc>
        <w:tc>
          <w:tcPr>
            <w:tcW w:w="5278" w:type="dxa"/>
          </w:tcPr>
          <w:p w:rsidR="001235AE" w:rsidRPr="009F3366" w:rsidRDefault="001235AE" w:rsidP="00843141">
            <w:pPr>
              <w:pStyle w:val="Textebrut"/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br/>
            </w:r>
            <w:r w:rsidRPr="009F3366">
              <w:rPr>
                <w:rFonts w:ascii="Verdana" w:hAnsi="Verdana"/>
              </w:rPr>
              <w:br/>
            </w:r>
          </w:p>
        </w:tc>
      </w:tr>
      <w:tr w:rsidR="001235AE" w:rsidRPr="009F3366" w:rsidTr="00843141">
        <w:tc>
          <w:tcPr>
            <w:tcW w:w="4077" w:type="dxa"/>
          </w:tcPr>
          <w:p w:rsidR="001235AE" w:rsidRDefault="001235AE" w:rsidP="00843141">
            <w:pPr>
              <w:pStyle w:val="Textebrut"/>
              <w:rPr>
                <w:rFonts w:ascii="Verdana" w:hAnsi="Verdana"/>
                <w:b/>
              </w:rPr>
            </w:pPr>
            <w:r w:rsidRPr="009F3366">
              <w:rPr>
                <w:rFonts w:ascii="Verdana" w:hAnsi="Verdana"/>
                <w:b/>
              </w:rPr>
              <w:t>Commune(s) concernée(s) par le projet :</w:t>
            </w:r>
          </w:p>
          <w:p w:rsidR="009F3366" w:rsidRPr="009F3366" w:rsidRDefault="009F3366" w:rsidP="00843141">
            <w:pPr>
              <w:pStyle w:val="Textebrut"/>
              <w:rPr>
                <w:rFonts w:ascii="Verdana" w:hAnsi="Verdana"/>
                <w:b/>
              </w:rPr>
            </w:pPr>
          </w:p>
        </w:tc>
        <w:tc>
          <w:tcPr>
            <w:tcW w:w="5278" w:type="dxa"/>
          </w:tcPr>
          <w:p w:rsidR="001235AE" w:rsidRPr="009F3366" w:rsidRDefault="001235AE" w:rsidP="00843141">
            <w:pPr>
              <w:pStyle w:val="Textebrut"/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br/>
            </w:r>
          </w:p>
        </w:tc>
      </w:tr>
      <w:tr w:rsidR="001235AE" w:rsidRPr="009F3366" w:rsidTr="00843141">
        <w:tc>
          <w:tcPr>
            <w:tcW w:w="4077" w:type="dxa"/>
          </w:tcPr>
          <w:p w:rsidR="001235AE" w:rsidRPr="009F3366" w:rsidRDefault="001235AE" w:rsidP="00843141">
            <w:pPr>
              <w:pStyle w:val="Textebrut"/>
              <w:rPr>
                <w:rFonts w:ascii="Verdana" w:hAnsi="Verdana"/>
                <w:b/>
              </w:rPr>
            </w:pPr>
            <w:r w:rsidRPr="009F3366">
              <w:rPr>
                <w:rFonts w:ascii="Verdana" w:hAnsi="Verdana"/>
                <w:b/>
              </w:rPr>
              <w:t>Estimation du coût total TVAC :</w:t>
            </w:r>
          </w:p>
        </w:tc>
        <w:tc>
          <w:tcPr>
            <w:tcW w:w="5278" w:type="dxa"/>
          </w:tcPr>
          <w:p w:rsidR="001235AE" w:rsidRPr="009F3366" w:rsidRDefault="001235AE" w:rsidP="00843141">
            <w:pPr>
              <w:pStyle w:val="Textebrut"/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br/>
            </w:r>
          </w:p>
        </w:tc>
      </w:tr>
      <w:tr w:rsidR="001235AE" w:rsidRPr="009F3366" w:rsidTr="00843141">
        <w:tc>
          <w:tcPr>
            <w:tcW w:w="4077" w:type="dxa"/>
          </w:tcPr>
          <w:p w:rsidR="001235AE" w:rsidRPr="009F3366" w:rsidRDefault="001235AE" w:rsidP="00843141">
            <w:pPr>
              <w:pStyle w:val="Textebrut"/>
              <w:rPr>
                <w:rFonts w:ascii="Verdana" w:hAnsi="Verdana"/>
              </w:rPr>
            </w:pPr>
            <w:r w:rsidRPr="009F3366">
              <w:rPr>
                <w:rFonts w:ascii="Verdana" w:hAnsi="Verdana"/>
                <w:b/>
              </w:rPr>
              <w:t>Taux de subvention sollicité :</w:t>
            </w:r>
          </w:p>
        </w:tc>
        <w:tc>
          <w:tcPr>
            <w:tcW w:w="5278" w:type="dxa"/>
          </w:tcPr>
          <w:p w:rsidR="001235AE" w:rsidRPr="009F3366" w:rsidRDefault="001235AE" w:rsidP="00843141">
            <w:pPr>
              <w:pStyle w:val="Textebrut"/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br/>
            </w:r>
          </w:p>
        </w:tc>
      </w:tr>
      <w:tr w:rsidR="001235AE" w:rsidRPr="009F3366" w:rsidTr="00843141">
        <w:tc>
          <w:tcPr>
            <w:tcW w:w="4077" w:type="dxa"/>
          </w:tcPr>
          <w:p w:rsidR="001235AE" w:rsidRDefault="001235AE" w:rsidP="00843141">
            <w:pPr>
              <w:pStyle w:val="Textebrut"/>
              <w:rPr>
                <w:rFonts w:ascii="Verdana" w:hAnsi="Verdana"/>
              </w:rPr>
            </w:pPr>
            <w:r w:rsidRPr="009F3366">
              <w:rPr>
                <w:rFonts w:ascii="Verdana" w:hAnsi="Verdana"/>
                <w:b/>
              </w:rPr>
              <w:t>Estimation du coût des dépenses présentées au CGT :</w:t>
            </w:r>
            <w:r w:rsidRPr="009F3366">
              <w:rPr>
                <w:rFonts w:ascii="Verdana" w:hAnsi="Verdana"/>
                <w:b/>
              </w:rPr>
              <w:br/>
            </w:r>
            <w:r w:rsidRPr="009F3366">
              <w:rPr>
                <w:rFonts w:ascii="Verdana" w:hAnsi="Verdana"/>
              </w:rPr>
              <w:t>(en cas d'intervention de plusieurs pouvoirs publics)</w:t>
            </w:r>
          </w:p>
          <w:p w:rsidR="009F3366" w:rsidRPr="009F3366" w:rsidRDefault="009F3366" w:rsidP="00843141">
            <w:pPr>
              <w:pStyle w:val="Textebrut"/>
              <w:rPr>
                <w:rFonts w:ascii="Verdana" w:hAnsi="Verdana"/>
                <w:b/>
              </w:rPr>
            </w:pPr>
          </w:p>
        </w:tc>
        <w:tc>
          <w:tcPr>
            <w:tcW w:w="5278" w:type="dxa"/>
          </w:tcPr>
          <w:p w:rsidR="001235AE" w:rsidRPr="009F3366" w:rsidRDefault="001235AE" w:rsidP="00843141">
            <w:pPr>
              <w:pStyle w:val="Textebrut"/>
              <w:rPr>
                <w:rFonts w:ascii="Verdana" w:hAnsi="Verdana"/>
              </w:rPr>
            </w:pPr>
          </w:p>
        </w:tc>
      </w:tr>
      <w:tr w:rsidR="001235AE" w:rsidRPr="009F3366" w:rsidTr="00843141">
        <w:tc>
          <w:tcPr>
            <w:tcW w:w="4077" w:type="dxa"/>
          </w:tcPr>
          <w:p w:rsidR="001235AE" w:rsidRPr="009F3366" w:rsidRDefault="001235AE" w:rsidP="00014898">
            <w:pPr>
              <w:pStyle w:val="Textebrut"/>
              <w:rPr>
                <w:rFonts w:ascii="Verdana" w:hAnsi="Verdana"/>
                <w:b/>
              </w:rPr>
            </w:pPr>
            <w:r w:rsidRPr="009F3366">
              <w:rPr>
                <w:rFonts w:ascii="Verdana" w:hAnsi="Verdana"/>
                <w:b/>
              </w:rPr>
              <w:t>Délai raisonnable de réalisation du projet :</w:t>
            </w:r>
            <w:r w:rsidR="00014898" w:rsidRPr="009F3366">
              <w:rPr>
                <w:rFonts w:ascii="Verdana" w:hAnsi="Verdana"/>
                <w:b/>
              </w:rPr>
              <w:t xml:space="preserve"> </w:t>
            </w:r>
            <w:r w:rsidR="00014898" w:rsidRPr="009F3366">
              <w:rPr>
                <w:rFonts w:ascii="Verdana" w:hAnsi="Verdana"/>
              </w:rPr>
              <w:t>(estimation qui fixera la période de validité de la subvention)</w:t>
            </w:r>
            <w:r w:rsidRPr="009F3366">
              <w:rPr>
                <w:rFonts w:ascii="Verdana" w:hAnsi="Verdana"/>
                <w:b/>
              </w:rPr>
              <w:br/>
            </w:r>
          </w:p>
        </w:tc>
        <w:tc>
          <w:tcPr>
            <w:tcW w:w="5278" w:type="dxa"/>
          </w:tcPr>
          <w:p w:rsidR="001235AE" w:rsidRPr="009F3366" w:rsidRDefault="001235AE" w:rsidP="00843141">
            <w:pPr>
              <w:pStyle w:val="Textebrut"/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>Année de commencement :</w:t>
            </w:r>
            <w:r w:rsidRPr="009F3366">
              <w:rPr>
                <w:rFonts w:ascii="Verdana" w:hAnsi="Verdana"/>
              </w:rPr>
              <w:br/>
            </w:r>
            <w:r w:rsidRPr="009F3366">
              <w:rPr>
                <w:rFonts w:ascii="Verdana" w:hAnsi="Verdana"/>
              </w:rPr>
              <w:br/>
              <w:t>Année de finalisation :</w:t>
            </w:r>
            <w:r w:rsidRPr="009F3366">
              <w:rPr>
                <w:rFonts w:ascii="Verdana" w:hAnsi="Verdana"/>
              </w:rPr>
              <w:br/>
            </w:r>
          </w:p>
        </w:tc>
      </w:tr>
    </w:tbl>
    <w:p w:rsidR="00A1395B" w:rsidRPr="009F3366" w:rsidRDefault="00A1395B" w:rsidP="00A1395B">
      <w:pPr>
        <w:spacing w:after="200" w:line="276" w:lineRule="auto"/>
        <w:jc w:val="left"/>
        <w:rPr>
          <w:rFonts w:ascii="Verdana" w:hAnsi="Verdana"/>
          <w:sz w:val="20"/>
        </w:rPr>
      </w:pPr>
      <w:r w:rsidRPr="009F3366">
        <w:rPr>
          <w:rFonts w:ascii="Verdana" w:hAnsi="Verdana"/>
          <w:sz w:val="20"/>
        </w:rPr>
        <w:br w:type="page"/>
      </w:r>
    </w:p>
    <w:p w:rsidR="001235AE" w:rsidRPr="009F3366" w:rsidRDefault="001235AE" w:rsidP="001235AE">
      <w:pPr>
        <w:pStyle w:val="Pieddepage"/>
        <w:rPr>
          <w:rFonts w:ascii="Verdana" w:hAnsi="Verdana"/>
          <w:sz w:val="20"/>
        </w:rPr>
      </w:pPr>
    </w:p>
    <w:p w:rsidR="00C13005" w:rsidRPr="009F3366" w:rsidRDefault="00CE09F6" w:rsidP="00CE09F6">
      <w:pPr>
        <w:pStyle w:val="Textebrut"/>
        <w:numPr>
          <w:ilvl w:val="0"/>
          <w:numId w:val="6"/>
        </w:numPr>
        <w:rPr>
          <w:rFonts w:ascii="Verdana" w:hAnsi="Verdana"/>
        </w:rPr>
      </w:pPr>
      <w:r w:rsidRPr="009F3366">
        <w:rPr>
          <w:rFonts w:ascii="Verdana" w:hAnsi="Verdana"/>
          <w:u w:val="single"/>
        </w:rPr>
        <w:t>Description de la demande des travaux</w:t>
      </w:r>
      <w:r w:rsidRPr="009F3366">
        <w:rPr>
          <w:rFonts w:ascii="Verdana" w:hAnsi="Verdana"/>
        </w:rPr>
        <w:t xml:space="preserve"> : </w:t>
      </w:r>
    </w:p>
    <w:p w:rsidR="00843141" w:rsidRPr="009F3366" w:rsidRDefault="00CE09F6" w:rsidP="00C13005">
      <w:pPr>
        <w:pStyle w:val="Textebrut"/>
        <w:ind w:left="360"/>
        <w:rPr>
          <w:rFonts w:ascii="Verdana" w:hAnsi="Verdana"/>
        </w:rPr>
      </w:pPr>
      <w:r w:rsidRPr="009F3366">
        <w:rPr>
          <w:rFonts w:ascii="Verdana" w:hAnsi="Verdana"/>
        </w:rPr>
        <w:t>(</w:t>
      </w:r>
      <w:r w:rsidR="00C13005" w:rsidRPr="009F3366">
        <w:rPr>
          <w:rFonts w:ascii="Verdana" w:hAnsi="Verdana"/>
        </w:rPr>
        <w:t>P</w:t>
      </w:r>
      <w:r w:rsidRPr="009F3366">
        <w:rPr>
          <w:rFonts w:ascii="Verdana" w:hAnsi="Verdana"/>
        </w:rPr>
        <w:t xml:space="preserve">résentation des travaux envisagés, détail des </w:t>
      </w:r>
      <w:r w:rsidR="002240CE" w:rsidRPr="009F3366">
        <w:rPr>
          <w:rFonts w:ascii="Verdana" w:hAnsi="Verdana"/>
        </w:rPr>
        <w:t>espaces concernés,</w:t>
      </w:r>
      <w:r w:rsidRPr="009F3366">
        <w:rPr>
          <w:rFonts w:ascii="Verdana" w:hAnsi="Verdana"/>
        </w:rPr>
        <w:t xml:space="preserve"> capacité d'accueil, </w:t>
      </w:r>
      <w:proofErr w:type="spellStart"/>
      <w:r w:rsidRPr="009F3366">
        <w:rPr>
          <w:rFonts w:ascii="Verdana" w:hAnsi="Verdana"/>
        </w:rPr>
        <w:t>thématisation</w:t>
      </w:r>
      <w:proofErr w:type="spellEnd"/>
      <w:r w:rsidRPr="009F3366">
        <w:rPr>
          <w:rFonts w:ascii="Verdana" w:hAnsi="Verdana"/>
        </w:rPr>
        <w:t>,…)</w:t>
      </w:r>
      <w:r w:rsidRPr="009F3366">
        <w:rPr>
          <w:rFonts w:ascii="Verdana" w:hAnsi="Verdana"/>
        </w:rPr>
        <w:br/>
      </w:r>
    </w:p>
    <w:p w:rsidR="005F27E3" w:rsidRPr="009F3366" w:rsidRDefault="005F27E3" w:rsidP="00C13005">
      <w:pPr>
        <w:pStyle w:val="Textebrut"/>
        <w:ind w:left="360"/>
        <w:rPr>
          <w:rFonts w:ascii="Verdana" w:hAnsi="Verdana"/>
        </w:rPr>
      </w:pPr>
    </w:p>
    <w:p w:rsidR="00843141" w:rsidRPr="009F3366" w:rsidRDefault="00843141" w:rsidP="00843141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843141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843141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843141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843141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843141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843141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843141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843141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843141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843141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843141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843141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843141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843141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843141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843141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843141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843141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843141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843141">
      <w:pPr>
        <w:pStyle w:val="Textebrut"/>
        <w:ind w:left="360"/>
        <w:rPr>
          <w:rFonts w:ascii="Verdana" w:hAnsi="Verdana"/>
        </w:rPr>
      </w:pPr>
    </w:p>
    <w:p w:rsidR="00843141" w:rsidRPr="009F3366" w:rsidRDefault="00843141" w:rsidP="00843141">
      <w:pPr>
        <w:pStyle w:val="Textebrut"/>
        <w:ind w:left="360"/>
        <w:rPr>
          <w:rFonts w:ascii="Verdana" w:hAnsi="Verdana"/>
        </w:rPr>
      </w:pPr>
    </w:p>
    <w:p w:rsidR="00CE09F6" w:rsidRPr="009F3366" w:rsidRDefault="00CE09F6" w:rsidP="00C13005">
      <w:pPr>
        <w:pStyle w:val="Textebrut"/>
        <w:numPr>
          <w:ilvl w:val="0"/>
          <w:numId w:val="6"/>
        </w:numPr>
        <w:rPr>
          <w:rFonts w:ascii="Verdana" w:hAnsi="Verdana"/>
        </w:rPr>
      </w:pPr>
      <w:r w:rsidRPr="009F3366">
        <w:rPr>
          <w:rFonts w:ascii="Verdana" w:hAnsi="Verdana"/>
          <w:u w:val="single"/>
        </w:rPr>
        <w:t>Note de motivation</w:t>
      </w:r>
      <w:r w:rsidRPr="009F3366">
        <w:rPr>
          <w:rFonts w:ascii="Verdana" w:hAnsi="Verdana"/>
        </w:rPr>
        <w:t xml:space="preserve"> :</w:t>
      </w:r>
      <w:r w:rsidRPr="009F3366">
        <w:rPr>
          <w:rFonts w:ascii="Verdana" w:hAnsi="Verdana"/>
        </w:rPr>
        <w:br/>
      </w:r>
      <w:r w:rsidR="00C13005" w:rsidRPr="009F3366">
        <w:rPr>
          <w:rFonts w:ascii="Verdana" w:hAnsi="Verdana"/>
        </w:rPr>
        <w:t>(</w:t>
      </w:r>
      <w:r w:rsidRPr="009F3366">
        <w:rPr>
          <w:rFonts w:ascii="Verdana" w:hAnsi="Verdana"/>
        </w:rPr>
        <w:t>Il s’agit de démontrer en quoi la réalisation du projet augmentera l’attrait touristique de la localité et/ou de la région. Attention, le demandeur doit, le cas échéant, justifier sa demande auprès du CGT, s'il s'agit d'un travail ou d'une acquisition subsidiable en principe par une autre administration.)</w:t>
      </w:r>
    </w:p>
    <w:p w:rsidR="00FF7D2C" w:rsidRPr="009F3366" w:rsidRDefault="00FF7D2C" w:rsidP="00FF7D2C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360"/>
        <w:rPr>
          <w:rFonts w:ascii="Verdana" w:hAnsi="Verdana"/>
        </w:rPr>
      </w:pPr>
    </w:p>
    <w:p w:rsidR="001946AA" w:rsidRPr="009F3366" w:rsidRDefault="001946AA" w:rsidP="00CE09F6">
      <w:pPr>
        <w:pStyle w:val="Textebrut"/>
        <w:ind w:left="360"/>
        <w:rPr>
          <w:rFonts w:ascii="Verdana" w:hAnsi="Verdana"/>
        </w:rPr>
      </w:pPr>
    </w:p>
    <w:p w:rsidR="00FF7D2C" w:rsidRPr="009F3366" w:rsidRDefault="00FF7D2C" w:rsidP="00CE09F6">
      <w:pPr>
        <w:pStyle w:val="Textebrut"/>
        <w:ind w:left="360"/>
        <w:rPr>
          <w:rFonts w:ascii="Verdana" w:hAnsi="Verdana"/>
        </w:rPr>
        <w:sectPr w:rsidR="00FF7D2C" w:rsidRPr="009F3366" w:rsidSect="009F3366">
          <w:headerReference w:type="default" r:id="rId9"/>
          <w:pgSz w:w="11906" w:h="16838"/>
          <w:pgMar w:top="426" w:right="1274" w:bottom="851" w:left="1417" w:header="0" w:footer="283" w:gutter="0"/>
          <w:cols w:space="708"/>
          <w:docGrid w:linePitch="360"/>
        </w:sectPr>
      </w:pPr>
    </w:p>
    <w:p w:rsidR="001946AA" w:rsidRPr="009F3366" w:rsidRDefault="001946AA" w:rsidP="00CE09F6">
      <w:pPr>
        <w:pStyle w:val="Textebrut"/>
        <w:ind w:left="360"/>
        <w:rPr>
          <w:rFonts w:ascii="Verdana" w:hAnsi="Verdana"/>
        </w:rPr>
      </w:pPr>
    </w:p>
    <w:p w:rsidR="0050054F" w:rsidRPr="009F3366" w:rsidRDefault="0050054F" w:rsidP="0050054F">
      <w:pPr>
        <w:pStyle w:val="Textebrut"/>
        <w:numPr>
          <w:ilvl w:val="0"/>
          <w:numId w:val="6"/>
        </w:numPr>
        <w:rPr>
          <w:rFonts w:ascii="Verdana" w:hAnsi="Verdana"/>
        </w:rPr>
      </w:pPr>
      <w:r w:rsidRPr="009F3366">
        <w:rPr>
          <w:rFonts w:ascii="Verdana" w:hAnsi="Verdana"/>
          <w:u w:val="single"/>
        </w:rPr>
        <w:t>Rapport circonstancié démontrant l'intérêt touristique</w:t>
      </w:r>
      <w:r w:rsidRPr="009F3366">
        <w:rPr>
          <w:rFonts w:ascii="Verdana" w:hAnsi="Verdana"/>
        </w:rPr>
        <w:t xml:space="preserve"> :</w:t>
      </w:r>
      <w:r w:rsidR="00DA0343" w:rsidRPr="009F3366">
        <w:rPr>
          <w:rFonts w:ascii="Verdana" w:hAnsi="Verdana"/>
        </w:rPr>
        <w:br/>
      </w:r>
      <w:r w:rsidRPr="009F3366">
        <w:rPr>
          <w:rFonts w:ascii="Verdana" w:hAnsi="Verdana"/>
        </w:rPr>
        <w:t>(</w:t>
      </w:r>
      <w:r w:rsidR="00DA0343" w:rsidRPr="009F3366">
        <w:rPr>
          <w:rFonts w:ascii="Verdana" w:hAnsi="Verdana"/>
        </w:rPr>
        <w:t>I</w:t>
      </w:r>
      <w:r w:rsidRPr="009F3366">
        <w:rPr>
          <w:rFonts w:ascii="Verdana" w:hAnsi="Verdana"/>
        </w:rPr>
        <w:t xml:space="preserve">l s'agit de présenter la situation de la commune et de la région </w:t>
      </w:r>
      <w:r w:rsidR="00DA0343" w:rsidRPr="009F3366">
        <w:rPr>
          <w:rFonts w:ascii="Verdana" w:hAnsi="Verdana"/>
        </w:rPr>
        <w:t>par</w:t>
      </w:r>
      <w:r w:rsidRPr="009F3366">
        <w:rPr>
          <w:rFonts w:ascii="Verdana" w:hAnsi="Verdana"/>
        </w:rPr>
        <w:t xml:space="preserve"> rapport à</w:t>
      </w:r>
      <w:r w:rsidR="00B74B76" w:rsidRPr="009F3366">
        <w:rPr>
          <w:rFonts w:ascii="Verdana" w:hAnsi="Verdana"/>
        </w:rPr>
        <w:t xml:space="preserve"> son développement touristique.)</w:t>
      </w:r>
      <w:r w:rsidRPr="009F3366">
        <w:rPr>
          <w:rFonts w:ascii="Verdana" w:hAnsi="Verdana"/>
        </w:rPr>
        <w:br/>
      </w:r>
    </w:p>
    <w:p w:rsidR="0050054F" w:rsidRPr="009F3366" w:rsidRDefault="0050054F" w:rsidP="0050054F">
      <w:pPr>
        <w:pStyle w:val="Textebrut"/>
        <w:numPr>
          <w:ilvl w:val="1"/>
          <w:numId w:val="6"/>
        </w:numPr>
        <w:rPr>
          <w:rFonts w:ascii="Verdana" w:hAnsi="Verdana"/>
        </w:rPr>
      </w:pPr>
      <w:r w:rsidRPr="009F3366">
        <w:rPr>
          <w:rFonts w:ascii="Verdana" w:hAnsi="Verdana"/>
          <w:u w:val="single"/>
        </w:rPr>
        <w:t>Potentialités touristiques existantes</w:t>
      </w:r>
      <w:r w:rsidRPr="009F3366">
        <w:rPr>
          <w:rFonts w:ascii="Verdana" w:hAnsi="Verdana"/>
        </w:rPr>
        <w:t xml:space="preserve"> (dans un rayon de +/- 20 kms)</w:t>
      </w:r>
      <w:r w:rsidR="00C13005" w:rsidRPr="009F3366">
        <w:rPr>
          <w:rFonts w:ascii="Verdana" w:hAnsi="Verdana"/>
        </w:rPr>
        <w:t>.</w:t>
      </w:r>
      <w:r w:rsidRPr="009F3366">
        <w:rPr>
          <w:rFonts w:ascii="Verdana" w:hAnsi="Verdana"/>
        </w:rPr>
        <w:br/>
      </w:r>
    </w:p>
    <w:p w:rsidR="005F27E3" w:rsidRPr="009F3366" w:rsidRDefault="0050054F" w:rsidP="00843141">
      <w:pPr>
        <w:pStyle w:val="Textebrut"/>
        <w:numPr>
          <w:ilvl w:val="2"/>
          <w:numId w:val="6"/>
        </w:numPr>
        <w:rPr>
          <w:rFonts w:ascii="Verdana" w:hAnsi="Verdana"/>
        </w:rPr>
      </w:pPr>
      <w:r w:rsidRPr="009F3366">
        <w:rPr>
          <w:rFonts w:ascii="Verdana" w:hAnsi="Verdana"/>
        </w:rPr>
        <w:t>Richesses naturelles :</w:t>
      </w:r>
    </w:p>
    <w:p w:rsidR="001946AA" w:rsidRPr="009F3366" w:rsidRDefault="001946AA" w:rsidP="001946AA">
      <w:pPr>
        <w:pStyle w:val="Textebrut"/>
        <w:ind w:left="720"/>
        <w:rPr>
          <w:rFonts w:ascii="Verdana" w:hAnsi="Verdana"/>
        </w:rPr>
      </w:pPr>
    </w:p>
    <w:p w:rsidR="001946AA" w:rsidRPr="009F3366" w:rsidRDefault="001946AA" w:rsidP="001946AA">
      <w:pPr>
        <w:pStyle w:val="Textebrut"/>
        <w:ind w:left="720"/>
        <w:rPr>
          <w:rFonts w:ascii="Verdana" w:hAnsi="Verdana"/>
        </w:rPr>
      </w:pPr>
    </w:p>
    <w:p w:rsidR="001946AA" w:rsidRPr="009F3366" w:rsidRDefault="001946AA" w:rsidP="001946AA">
      <w:pPr>
        <w:pStyle w:val="Textebrut"/>
        <w:ind w:left="720"/>
        <w:rPr>
          <w:rFonts w:ascii="Verdana" w:hAnsi="Verdana"/>
        </w:rPr>
      </w:pPr>
    </w:p>
    <w:p w:rsidR="001946AA" w:rsidRPr="009F3366" w:rsidRDefault="001946AA" w:rsidP="001946AA">
      <w:pPr>
        <w:pStyle w:val="Textebrut"/>
        <w:ind w:left="720"/>
        <w:rPr>
          <w:rFonts w:ascii="Verdana" w:hAnsi="Verdana"/>
        </w:rPr>
      </w:pPr>
    </w:p>
    <w:p w:rsidR="001946AA" w:rsidRPr="009F3366" w:rsidRDefault="0050054F" w:rsidP="00843141">
      <w:pPr>
        <w:pStyle w:val="Textebrut"/>
        <w:numPr>
          <w:ilvl w:val="2"/>
          <w:numId w:val="6"/>
        </w:numPr>
        <w:rPr>
          <w:rFonts w:ascii="Verdana" w:hAnsi="Verdana"/>
        </w:rPr>
      </w:pPr>
      <w:r w:rsidRPr="009F3366">
        <w:rPr>
          <w:rFonts w:ascii="Verdana" w:hAnsi="Verdana"/>
        </w:rPr>
        <w:t>Patrimoine architectural :</w:t>
      </w:r>
    </w:p>
    <w:p w:rsidR="001946AA" w:rsidRPr="009F3366" w:rsidRDefault="001946AA" w:rsidP="001946AA">
      <w:pPr>
        <w:pStyle w:val="Textebrut"/>
        <w:ind w:left="720"/>
        <w:rPr>
          <w:rFonts w:ascii="Verdana" w:hAnsi="Verdana"/>
        </w:rPr>
      </w:pPr>
    </w:p>
    <w:p w:rsidR="001946AA" w:rsidRPr="009F3366" w:rsidRDefault="001946AA" w:rsidP="001946AA">
      <w:pPr>
        <w:pStyle w:val="Textebrut"/>
        <w:ind w:left="720"/>
        <w:rPr>
          <w:rFonts w:ascii="Verdana" w:hAnsi="Verdana"/>
        </w:rPr>
      </w:pPr>
    </w:p>
    <w:p w:rsidR="001946AA" w:rsidRPr="009F3366" w:rsidRDefault="001946AA" w:rsidP="001946AA">
      <w:pPr>
        <w:pStyle w:val="Textebrut"/>
        <w:ind w:left="720"/>
        <w:rPr>
          <w:rFonts w:ascii="Verdana" w:hAnsi="Verdana"/>
        </w:rPr>
      </w:pPr>
    </w:p>
    <w:p w:rsidR="001946AA" w:rsidRPr="009F3366" w:rsidRDefault="001946AA" w:rsidP="001946AA">
      <w:pPr>
        <w:pStyle w:val="Textebrut"/>
        <w:ind w:left="720"/>
        <w:rPr>
          <w:rFonts w:ascii="Verdana" w:hAnsi="Verdana"/>
        </w:rPr>
      </w:pPr>
    </w:p>
    <w:p w:rsidR="001946AA" w:rsidRPr="009F3366" w:rsidRDefault="0050054F" w:rsidP="00843141">
      <w:pPr>
        <w:pStyle w:val="Textebrut"/>
        <w:numPr>
          <w:ilvl w:val="2"/>
          <w:numId w:val="6"/>
        </w:numPr>
        <w:rPr>
          <w:rFonts w:ascii="Verdana" w:hAnsi="Verdana"/>
        </w:rPr>
      </w:pPr>
      <w:r w:rsidRPr="009F3366">
        <w:rPr>
          <w:rFonts w:ascii="Verdana" w:hAnsi="Verdana"/>
        </w:rPr>
        <w:t xml:space="preserve">Equipements de séjour, de restauration, d'hébergement, … (nombre, taille, </w:t>
      </w:r>
      <w:proofErr w:type="gramStart"/>
      <w:r w:rsidRPr="009F3366">
        <w:rPr>
          <w:rFonts w:ascii="Verdana" w:hAnsi="Verdana"/>
        </w:rPr>
        <w:t>qualité,…</w:t>
      </w:r>
      <w:proofErr w:type="gramEnd"/>
      <w:r w:rsidRPr="009F3366">
        <w:rPr>
          <w:rFonts w:ascii="Verdana" w:hAnsi="Verdana"/>
        </w:rPr>
        <w:t>)</w:t>
      </w:r>
      <w:r w:rsidR="00C13005" w:rsidRPr="009F3366">
        <w:rPr>
          <w:rFonts w:ascii="Verdana" w:hAnsi="Verdana"/>
        </w:rPr>
        <w:t> :</w:t>
      </w:r>
    </w:p>
    <w:p w:rsidR="001946AA" w:rsidRPr="009F3366" w:rsidRDefault="001946AA" w:rsidP="001946AA">
      <w:pPr>
        <w:pStyle w:val="Textebrut"/>
        <w:ind w:left="720"/>
        <w:rPr>
          <w:rFonts w:ascii="Verdana" w:hAnsi="Verdana"/>
        </w:rPr>
      </w:pPr>
    </w:p>
    <w:p w:rsidR="001946AA" w:rsidRPr="009F3366" w:rsidRDefault="001946AA" w:rsidP="001946AA">
      <w:pPr>
        <w:pStyle w:val="Textebrut"/>
        <w:ind w:left="720"/>
        <w:rPr>
          <w:rFonts w:ascii="Verdana" w:hAnsi="Verdana"/>
        </w:rPr>
      </w:pPr>
    </w:p>
    <w:p w:rsidR="001946AA" w:rsidRPr="009F3366" w:rsidRDefault="001946AA" w:rsidP="001946AA">
      <w:pPr>
        <w:pStyle w:val="Textebrut"/>
        <w:ind w:left="720"/>
        <w:rPr>
          <w:rFonts w:ascii="Verdana" w:hAnsi="Verdana"/>
        </w:rPr>
      </w:pPr>
    </w:p>
    <w:p w:rsidR="001946AA" w:rsidRPr="009F3366" w:rsidRDefault="001946AA" w:rsidP="001946AA">
      <w:pPr>
        <w:pStyle w:val="Textebrut"/>
        <w:ind w:left="720"/>
        <w:rPr>
          <w:rFonts w:ascii="Verdana" w:hAnsi="Verdana"/>
        </w:rPr>
      </w:pPr>
    </w:p>
    <w:p w:rsidR="001946AA" w:rsidRPr="009F3366" w:rsidRDefault="0050054F" w:rsidP="00843141">
      <w:pPr>
        <w:pStyle w:val="Textebrut"/>
        <w:numPr>
          <w:ilvl w:val="2"/>
          <w:numId w:val="6"/>
        </w:numPr>
        <w:rPr>
          <w:rFonts w:ascii="Verdana" w:hAnsi="Verdana"/>
        </w:rPr>
      </w:pPr>
      <w:r w:rsidRPr="009F3366">
        <w:rPr>
          <w:rFonts w:ascii="Verdana" w:hAnsi="Verdana"/>
        </w:rPr>
        <w:t>Equipements d'animation :</w:t>
      </w:r>
    </w:p>
    <w:p w:rsidR="00843141" w:rsidRPr="009F3366" w:rsidRDefault="00843141" w:rsidP="001946AA">
      <w:pPr>
        <w:pStyle w:val="Textebrut"/>
        <w:ind w:left="720"/>
        <w:rPr>
          <w:rFonts w:ascii="Verdana" w:hAnsi="Verdana"/>
        </w:rPr>
      </w:pPr>
    </w:p>
    <w:p w:rsidR="001946AA" w:rsidRPr="009F3366" w:rsidRDefault="001946AA" w:rsidP="001946AA">
      <w:pPr>
        <w:pStyle w:val="Textebrut"/>
        <w:ind w:left="720"/>
        <w:rPr>
          <w:rFonts w:ascii="Verdana" w:hAnsi="Verdana"/>
        </w:rPr>
      </w:pPr>
    </w:p>
    <w:p w:rsidR="001946AA" w:rsidRPr="009F3366" w:rsidRDefault="001946AA" w:rsidP="001946AA">
      <w:pPr>
        <w:pStyle w:val="Textebrut"/>
        <w:ind w:left="720"/>
        <w:rPr>
          <w:rFonts w:ascii="Verdana" w:hAnsi="Verdana"/>
        </w:rPr>
      </w:pPr>
    </w:p>
    <w:p w:rsidR="001946AA" w:rsidRPr="009F3366" w:rsidRDefault="001946AA" w:rsidP="001946AA">
      <w:pPr>
        <w:pStyle w:val="Textebrut"/>
        <w:ind w:left="720"/>
        <w:rPr>
          <w:rFonts w:ascii="Verdana" w:hAnsi="Verdana"/>
        </w:rPr>
      </w:pPr>
    </w:p>
    <w:p w:rsidR="00843141" w:rsidRPr="009F3366" w:rsidRDefault="0050054F" w:rsidP="00843141">
      <w:pPr>
        <w:pStyle w:val="Textebrut"/>
        <w:numPr>
          <w:ilvl w:val="2"/>
          <w:numId w:val="6"/>
        </w:numPr>
        <w:rPr>
          <w:rFonts w:ascii="Verdana" w:hAnsi="Verdana"/>
        </w:rPr>
      </w:pPr>
      <w:r w:rsidRPr="009F3366">
        <w:rPr>
          <w:rFonts w:ascii="Verdana" w:hAnsi="Verdana"/>
        </w:rPr>
        <w:t>Traditions, folklore, musées :</w:t>
      </w:r>
    </w:p>
    <w:p w:rsidR="001946AA" w:rsidRPr="009F3366" w:rsidRDefault="001946AA" w:rsidP="001946AA">
      <w:pPr>
        <w:pStyle w:val="Textebrut"/>
        <w:ind w:left="720"/>
        <w:rPr>
          <w:rFonts w:ascii="Verdana" w:hAnsi="Verdana"/>
        </w:rPr>
      </w:pPr>
    </w:p>
    <w:p w:rsidR="001946AA" w:rsidRPr="009F3366" w:rsidRDefault="001946AA" w:rsidP="001946AA">
      <w:pPr>
        <w:pStyle w:val="Textebrut"/>
        <w:ind w:left="720"/>
        <w:rPr>
          <w:rFonts w:ascii="Verdana" w:hAnsi="Verdana"/>
        </w:rPr>
      </w:pPr>
    </w:p>
    <w:p w:rsidR="001946AA" w:rsidRPr="009F3366" w:rsidRDefault="001946AA" w:rsidP="001946AA">
      <w:pPr>
        <w:pStyle w:val="Textebrut"/>
        <w:ind w:left="720"/>
        <w:rPr>
          <w:rFonts w:ascii="Verdana" w:hAnsi="Verdana"/>
        </w:rPr>
      </w:pPr>
    </w:p>
    <w:p w:rsidR="001946AA" w:rsidRPr="009F3366" w:rsidRDefault="001946AA" w:rsidP="001946AA">
      <w:pPr>
        <w:pStyle w:val="Textebrut"/>
        <w:ind w:left="720"/>
        <w:rPr>
          <w:rFonts w:ascii="Verdana" w:hAnsi="Verdana"/>
        </w:rPr>
      </w:pPr>
    </w:p>
    <w:p w:rsidR="00843141" w:rsidRPr="009F3366" w:rsidRDefault="0050054F" w:rsidP="00843141">
      <w:pPr>
        <w:pStyle w:val="Textebrut"/>
        <w:numPr>
          <w:ilvl w:val="2"/>
          <w:numId w:val="6"/>
        </w:numPr>
        <w:rPr>
          <w:rFonts w:ascii="Verdana" w:hAnsi="Verdana"/>
        </w:rPr>
      </w:pPr>
      <w:r w:rsidRPr="009F3366">
        <w:rPr>
          <w:rFonts w:ascii="Verdana" w:hAnsi="Verdana"/>
        </w:rPr>
        <w:t>Evénements :</w:t>
      </w:r>
    </w:p>
    <w:p w:rsidR="001946AA" w:rsidRPr="009F3366" w:rsidRDefault="001946AA" w:rsidP="001946AA">
      <w:pPr>
        <w:pStyle w:val="Textebrut"/>
        <w:ind w:left="720"/>
        <w:rPr>
          <w:rFonts w:ascii="Verdana" w:hAnsi="Verdana"/>
        </w:rPr>
      </w:pPr>
    </w:p>
    <w:p w:rsidR="001946AA" w:rsidRPr="009F3366" w:rsidRDefault="001946AA" w:rsidP="001946AA">
      <w:pPr>
        <w:pStyle w:val="Textebrut"/>
        <w:ind w:left="720"/>
        <w:rPr>
          <w:rFonts w:ascii="Verdana" w:hAnsi="Verdana"/>
        </w:rPr>
      </w:pPr>
    </w:p>
    <w:p w:rsidR="001946AA" w:rsidRPr="009F3366" w:rsidRDefault="001946AA" w:rsidP="001946AA">
      <w:pPr>
        <w:pStyle w:val="Textebrut"/>
        <w:ind w:left="720"/>
        <w:rPr>
          <w:rFonts w:ascii="Verdana" w:hAnsi="Verdana"/>
        </w:rPr>
      </w:pPr>
    </w:p>
    <w:p w:rsidR="001946AA" w:rsidRPr="009F3366" w:rsidRDefault="001946AA" w:rsidP="001946AA">
      <w:pPr>
        <w:pStyle w:val="Textebrut"/>
        <w:ind w:left="720"/>
        <w:rPr>
          <w:rFonts w:ascii="Verdana" w:hAnsi="Verdana"/>
        </w:rPr>
      </w:pPr>
    </w:p>
    <w:p w:rsidR="001946AA" w:rsidRPr="009F3366" w:rsidRDefault="0050054F" w:rsidP="005F27E3">
      <w:pPr>
        <w:pStyle w:val="Textebrut"/>
        <w:numPr>
          <w:ilvl w:val="2"/>
          <w:numId w:val="6"/>
        </w:numPr>
        <w:rPr>
          <w:rFonts w:ascii="Verdana" w:hAnsi="Verdana"/>
        </w:rPr>
      </w:pPr>
      <w:r w:rsidRPr="009F3366">
        <w:rPr>
          <w:rFonts w:ascii="Verdana" w:hAnsi="Verdana"/>
        </w:rPr>
        <w:t>Autres :</w:t>
      </w:r>
    </w:p>
    <w:p w:rsidR="005F27E3" w:rsidRPr="009F3366" w:rsidRDefault="005F27E3" w:rsidP="001946AA">
      <w:pPr>
        <w:pStyle w:val="Textebrut"/>
        <w:ind w:left="720"/>
        <w:rPr>
          <w:rFonts w:ascii="Verdana" w:hAnsi="Verdana"/>
        </w:rPr>
      </w:pPr>
    </w:p>
    <w:p w:rsidR="001946AA" w:rsidRPr="009F3366" w:rsidRDefault="001946AA" w:rsidP="001946AA">
      <w:pPr>
        <w:pStyle w:val="Textebrut"/>
        <w:ind w:left="720"/>
        <w:rPr>
          <w:rFonts w:ascii="Verdana" w:hAnsi="Verdana"/>
        </w:rPr>
      </w:pPr>
    </w:p>
    <w:p w:rsidR="001946AA" w:rsidRPr="009F3366" w:rsidRDefault="001946AA" w:rsidP="001946AA">
      <w:pPr>
        <w:pStyle w:val="Textebrut"/>
        <w:ind w:left="720"/>
        <w:rPr>
          <w:rFonts w:ascii="Verdana" w:hAnsi="Verdana"/>
        </w:rPr>
      </w:pPr>
    </w:p>
    <w:p w:rsidR="001946AA" w:rsidRPr="009F3366" w:rsidRDefault="001946AA" w:rsidP="001946AA">
      <w:pPr>
        <w:pStyle w:val="Textebrut"/>
        <w:ind w:left="720"/>
        <w:rPr>
          <w:rFonts w:ascii="Verdana" w:hAnsi="Verdana"/>
        </w:rPr>
      </w:pPr>
    </w:p>
    <w:p w:rsidR="001946AA" w:rsidRPr="009F3366" w:rsidRDefault="001946AA" w:rsidP="001946AA">
      <w:pPr>
        <w:pStyle w:val="Textebrut"/>
        <w:ind w:left="360"/>
        <w:rPr>
          <w:rFonts w:ascii="Verdana" w:hAnsi="Verdana"/>
          <w:u w:val="single"/>
        </w:rPr>
      </w:pPr>
    </w:p>
    <w:p w:rsidR="001946AA" w:rsidRPr="009F3366" w:rsidRDefault="001946AA" w:rsidP="001946AA">
      <w:pPr>
        <w:pStyle w:val="Textebrut"/>
        <w:ind w:left="360"/>
        <w:rPr>
          <w:rFonts w:ascii="Verdana" w:hAnsi="Verdana"/>
          <w:u w:val="single"/>
        </w:rPr>
      </w:pPr>
    </w:p>
    <w:p w:rsidR="001946AA" w:rsidRPr="009F3366" w:rsidRDefault="001946AA" w:rsidP="001946AA">
      <w:pPr>
        <w:pStyle w:val="Textebrut"/>
        <w:ind w:left="360"/>
        <w:rPr>
          <w:rFonts w:ascii="Verdana" w:hAnsi="Verdana"/>
          <w:u w:val="single"/>
        </w:rPr>
      </w:pPr>
    </w:p>
    <w:p w:rsidR="00FF7D2C" w:rsidRPr="009F3366" w:rsidRDefault="00FF7D2C" w:rsidP="001946AA">
      <w:pPr>
        <w:pStyle w:val="Textebrut"/>
        <w:ind w:left="360"/>
        <w:rPr>
          <w:rFonts w:ascii="Verdana" w:hAnsi="Verdana"/>
          <w:u w:val="single"/>
        </w:rPr>
        <w:sectPr w:rsidR="00FF7D2C" w:rsidRPr="009F3366" w:rsidSect="0050054F">
          <w:pgSz w:w="11906" w:h="16838"/>
          <w:pgMar w:top="993" w:right="1274" w:bottom="851" w:left="1417" w:header="0" w:footer="283" w:gutter="0"/>
          <w:cols w:space="708"/>
          <w:docGrid w:linePitch="360"/>
        </w:sectPr>
      </w:pPr>
    </w:p>
    <w:p w:rsidR="00C13005" w:rsidRPr="009F3366" w:rsidRDefault="0050054F" w:rsidP="0050054F">
      <w:pPr>
        <w:pStyle w:val="Textebrut"/>
        <w:numPr>
          <w:ilvl w:val="1"/>
          <w:numId w:val="6"/>
        </w:numPr>
        <w:rPr>
          <w:rFonts w:ascii="Verdana" w:hAnsi="Verdana"/>
          <w:u w:val="single"/>
        </w:rPr>
      </w:pPr>
      <w:r w:rsidRPr="009F3366">
        <w:rPr>
          <w:rFonts w:ascii="Verdana" w:hAnsi="Verdana"/>
          <w:u w:val="single"/>
        </w:rPr>
        <w:t>Situation actuelle</w:t>
      </w:r>
      <w:r w:rsidR="00C13005" w:rsidRPr="009F3366">
        <w:rPr>
          <w:rFonts w:ascii="Verdana" w:hAnsi="Verdana"/>
        </w:rPr>
        <w:t> :</w:t>
      </w:r>
    </w:p>
    <w:p w:rsidR="0050054F" w:rsidRPr="009F3366" w:rsidRDefault="00C13005" w:rsidP="00C13005">
      <w:pPr>
        <w:pStyle w:val="Textebrut"/>
        <w:ind w:left="792"/>
        <w:rPr>
          <w:rFonts w:ascii="Verdana" w:hAnsi="Verdana"/>
          <w:u w:val="single"/>
        </w:rPr>
      </w:pPr>
      <w:r w:rsidRPr="009F3366">
        <w:rPr>
          <w:rFonts w:ascii="Verdana" w:hAnsi="Verdana"/>
        </w:rPr>
        <w:t>(A</w:t>
      </w:r>
      <w:r w:rsidR="0050054F" w:rsidRPr="009F3366">
        <w:rPr>
          <w:rFonts w:ascii="Verdana" w:hAnsi="Verdana"/>
        </w:rPr>
        <w:t>nalyse de la pratique touristique du territoire</w:t>
      </w:r>
      <w:r w:rsidRPr="009F3366">
        <w:rPr>
          <w:rFonts w:ascii="Verdana" w:hAnsi="Verdana"/>
        </w:rPr>
        <w:t>.</w:t>
      </w:r>
      <w:r w:rsidR="0050054F" w:rsidRPr="009F3366">
        <w:rPr>
          <w:rFonts w:ascii="Verdana" w:hAnsi="Verdana"/>
        </w:rPr>
        <w:t>)</w:t>
      </w:r>
      <w:r w:rsidRPr="009F3366">
        <w:rPr>
          <w:rFonts w:ascii="Verdana" w:hAnsi="Verdana"/>
        </w:rPr>
        <w:t> </w:t>
      </w:r>
    </w:p>
    <w:p w:rsidR="0050054F" w:rsidRPr="009F3366" w:rsidRDefault="0050054F" w:rsidP="0050054F">
      <w:pPr>
        <w:pStyle w:val="Textebrut"/>
        <w:ind w:left="792"/>
        <w:rPr>
          <w:rFonts w:ascii="Verdana" w:hAnsi="Verdana"/>
          <w:u w:val="single"/>
        </w:rPr>
      </w:pPr>
    </w:p>
    <w:p w:rsidR="0050054F" w:rsidRPr="009F3366" w:rsidRDefault="0050054F" w:rsidP="0050054F">
      <w:pPr>
        <w:pStyle w:val="Textebrut"/>
        <w:numPr>
          <w:ilvl w:val="2"/>
          <w:numId w:val="6"/>
        </w:numPr>
        <w:rPr>
          <w:rFonts w:ascii="Verdana" w:hAnsi="Verdana"/>
          <w:u w:val="single"/>
        </w:rPr>
      </w:pPr>
      <w:r w:rsidRPr="009F3366">
        <w:rPr>
          <w:rFonts w:ascii="Verdana" w:hAnsi="Verdana"/>
        </w:rPr>
        <w:t>Nature du tourisme pratiqué :</w:t>
      </w:r>
    </w:p>
    <w:p w:rsidR="0050054F" w:rsidRPr="009F3366" w:rsidRDefault="0050054F" w:rsidP="0050054F">
      <w:pPr>
        <w:pStyle w:val="Textebrut"/>
        <w:numPr>
          <w:ilvl w:val="3"/>
          <w:numId w:val="6"/>
        </w:numPr>
        <w:rPr>
          <w:rFonts w:ascii="Verdana" w:hAnsi="Verdana"/>
          <w:u w:val="single"/>
        </w:rPr>
      </w:pPr>
      <w:r w:rsidRPr="009F3366">
        <w:rPr>
          <w:rFonts w:ascii="Verdana" w:hAnsi="Verdana"/>
        </w:rPr>
        <w:t>Séjour : □</w:t>
      </w:r>
    </w:p>
    <w:p w:rsidR="0050054F" w:rsidRPr="009F3366" w:rsidRDefault="0050054F" w:rsidP="0050054F">
      <w:pPr>
        <w:pStyle w:val="Textebrut"/>
        <w:numPr>
          <w:ilvl w:val="3"/>
          <w:numId w:val="6"/>
        </w:numPr>
        <w:rPr>
          <w:rFonts w:ascii="Verdana" w:hAnsi="Verdana"/>
          <w:u w:val="single"/>
        </w:rPr>
      </w:pPr>
      <w:r w:rsidRPr="009F3366">
        <w:rPr>
          <w:rFonts w:ascii="Verdana" w:hAnsi="Verdana"/>
        </w:rPr>
        <w:t>Excursion : □</w:t>
      </w:r>
    </w:p>
    <w:p w:rsidR="0050054F" w:rsidRPr="009F3366" w:rsidRDefault="0050054F" w:rsidP="0050054F">
      <w:pPr>
        <w:pStyle w:val="Textebrut"/>
        <w:numPr>
          <w:ilvl w:val="3"/>
          <w:numId w:val="6"/>
        </w:numPr>
        <w:rPr>
          <w:rFonts w:ascii="Verdana" w:hAnsi="Verdana"/>
          <w:u w:val="single"/>
        </w:rPr>
      </w:pPr>
      <w:r w:rsidRPr="009F3366">
        <w:rPr>
          <w:rFonts w:ascii="Verdana" w:hAnsi="Verdana"/>
        </w:rPr>
        <w:t>Culturel : □</w:t>
      </w:r>
    </w:p>
    <w:p w:rsidR="0050054F" w:rsidRPr="009F3366" w:rsidRDefault="0050054F" w:rsidP="0050054F">
      <w:pPr>
        <w:pStyle w:val="Textebrut"/>
        <w:numPr>
          <w:ilvl w:val="3"/>
          <w:numId w:val="6"/>
        </w:numPr>
        <w:rPr>
          <w:rFonts w:ascii="Verdana" w:hAnsi="Verdana"/>
          <w:u w:val="single"/>
        </w:rPr>
      </w:pPr>
      <w:r w:rsidRPr="009F3366">
        <w:rPr>
          <w:rFonts w:ascii="Verdana" w:hAnsi="Verdana"/>
        </w:rPr>
        <w:t>Sportif/actif : □</w:t>
      </w:r>
    </w:p>
    <w:p w:rsidR="0050054F" w:rsidRPr="009F3366" w:rsidRDefault="0050054F" w:rsidP="0050054F">
      <w:pPr>
        <w:pStyle w:val="Textebrut"/>
        <w:numPr>
          <w:ilvl w:val="3"/>
          <w:numId w:val="6"/>
        </w:numPr>
        <w:rPr>
          <w:rFonts w:ascii="Verdana" w:hAnsi="Verdana"/>
          <w:u w:val="single"/>
        </w:rPr>
      </w:pPr>
      <w:r w:rsidRPr="009F3366">
        <w:rPr>
          <w:rFonts w:ascii="Verdana" w:hAnsi="Verdana"/>
        </w:rPr>
        <w:t>Détente : □</w:t>
      </w:r>
    </w:p>
    <w:p w:rsidR="00FF7D2C" w:rsidRPr="009F3366" w:rsidRDefault="0050054F" w:rsidP="0050054F">
      <w:pPr>
        <w:pStyle w:val="Textebrut"/>
        <w:numPr>
          <w:ilvl w:val="3"/>
          <w:numId w:val="6"/>
        </w:numPr>
        <w:rPr>
          <w:rFonts w:ascii="Verdana" w:hAnsi="Verdana"/>
          <w:u w:val="single"/>
        </w:rPr>
      </w:pPr>
      <w:r w:rsidRPr="009F3366">
        <w:rPr>
          <w:rFonts w:ascii="Verdana" w:hAnsi="Verdana"/>
        </w:rPr>
        <w:t>Autre : □</w:t>
      </w:r>
    </w:p>
    <w:p w:rsidR="00FF7D2C" w:rsidRPr="009F3366" w:rsidRDefault="00FF7D2C" w:rsidP="00FF7D2C">
      <w:pPr>
        <w:pStyle w:val="Textebrut"/>
        <w:ind w:left="108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1080"/>
        <w:rPr>
          <w:rFonts w:ascii="Verdana" w:hAnsi="Verdana"/>
        </w:rPr>
      </w:pPr>
    </w:p>
    <w:p w:rsidR="001946AA" w:rsidRPr="009F3366" w:rsidRDefault="0050054F" w:rsidP="00843141">
      <w:pPr>
        <w:pStyle w:val="Textebrut"/>
        <w:numPr>
          <w:ilvl w:val="2"/>
          <w:numId w:val="6"/>
        </w:numPr>
        <w:rPr>
          <w:rFonts w:ascii="Verdana" w:hAnsi="Verdana"/>
        </w:rPr>
      </w:pPr>
      <w:r w:rsidRPr="009F3366">
        <w:rPr>
          <w:rFonts w:ascii="Verdana" w:hAnsi="Verdana"/>
        </w:rPr>
        <w:t xml:space="preserve">Catégorie(s) de touristes : </w:t>
      </w:r>
    </w:p>
    <w:p w:rsidR="0050054F" w:rsidRPr="009F3366" w:rsidRDefault="0050054F" w:rsidP="001946AA">
      <w:pPr>
        <w:pStyle w:val="Textebrut"/>
        <w:ind w:left="720"/>
        <w:rPr>
          <w:rFonts w:ascii="Verdana" w:hAnsi="Verdana"/>
        </w:rPr>
      </w:pPr>
    </w:p>
    <w:p w:rsidR="005F27E3" w:rsidRPr="009F3366" w:rsidRDefault="0050054F" w:rsidP="00843141">
      <w:pPr>
        <w:pStyle w:val="Textebrut"/>
        <w:numPr>
          <w:ilvl w:val="3"/>
          <w:numId w:val="6"/>
        </w:numPr>
        <w:rPr>
          <w:rFonts w:ascii="Verdana" w:hAnsi="Verdana"/>
        </w:rPr>
      </w:pPr>
      <w:r w:rsidRPr="009F3366">
        <w:rPr>
          <w:rFonts w:ascii="Verdana" w:hAnsi="Verdana"/>
        </w:rPr>
        <w:t>Origine du/des flux touristique(s) :</w:t>
      </w:r>
    </w:p>
    <w:p w:rsidR="00C13005" w:rsidRPr="009F3366" w:rsidRDefault="00C13005" w:rsidP="005F27E3">
      <w:pPr>
        <w:pStyle w:val="Textebrut"/>
        <w:ind w:left="1728"/>
        <w:rPr>
          <w:rFonts w:ascii="Verdana" w:hAnsi="Verdana"/>
        </w:rPr>
      </w:pPr>
    </w:p>
    <w:p w:rsidR="001946AA" w:rsidRPr="009F3366" w:rsidRDefault="001946AA" w:rsidP="005F27E3">
      <w:pPr>
        <w:pStyle w:val="Textebrut"/>
        <w:ind w:left="1728"/>
        <w:rPr>
          <w:rFonts w:ascii="Verdana" w:hAnsi="Verdana"/>
        </w:rPr>
      </w:pPr>
    </w:p>
    <w:p w:rsidR="00B74B76" w:rsidRPr="009F3366" w:rsidRDefault="0050054F" w:rsidP="0050054F">
      <w:pPr>
        <w:pStyle w:val="Textebrut"/>
        <w:numPr>
          <w:ilvl w:val="3"/>
          <w:numId w:val="6"/>
        </w:numPr>
        <w:rPr>
          <w:rFonts w:ascii="Verdana" w:hAnsi="Verdana"/>
        </w:rPr>
      </w:pPr>
      <w:r w:rsidRPr="009F3366">
        <w:rPr>
          <w:rFonts w:ascii="Verdana" w:hAnsi="Verdana"/>
        </w:rPr>
        <w:t>Pourquoi viennent-ils ?</w:t>
      </w:r>
    </w:p>
    <w:p w:rsidR="001946AA" w:rsidRPr="009F3366" w:rsidRDefault="001946AA" w:rsidP="001946AA">
      <w:pPr>
        <w:pStyle w:val="Textebrut"/>
        <w:ind w:left="1728"/>
        <w:rPr>
          <w:rFonts w:ascii="Verdana" w:hAnsi="Verdana"/>
        </w:rPr>
      </w:pPr>
    </w:p>
    <w:p w:rsidR="001946AA" w:rsidRPr="009F3366" w:rsidRDefault="001946AA" w:rsidP="001946AA">
      <w:pPr>
        <w:pStyle w:val="Textebrut"/>
        <w:ind w:left="1728"/>
        <w:rPr>
          <w:rFonts w:ascii="Verdana" w:hAnsi="Verdana"/>
        </w:rPr>
      </w:pPr>
    </w:p>
    <w:p w:rsidR="001946AA" w:rsidRPr="009F3366" w:rsidRDefault="0050054F" w:rsidP="005F27E3">
      <w:pPr>
        <w:pStyle w:val="Textebrut"/>
        <w:numPr>
          <w:ilvl w:val="3"/>
          <w:numId w:val="6"/>
        </w:numPr>
        <w:rPr>
          <w:rFonts w:ascii="Verdana" w:hAnsi="Verdana"/>
        </w:rPr>
      </w:pPr>
      <w:r w:rsidRPr="009F3366">
        <w:rPr>
          <w:rFonts w:ascii="Verdana" w:hAnsi="Verdana"/>
        </w:rPr>
        <w:t>Sont-ils satisfaits ?</w:t>
      </w:r>
    </w:p>
    <w:p w:rsidR="001946AA" w:rsidRPr="009F3366" w:rsidRDefault="001946AA" w:rsidP="001946AA">
      <w:pPr>
        <w:pStyle w:val="Textebrut"/>
        <w:ind w:left="1728"/>
        <w:rPr>
          <w:rFonts w:ascii="Verdana" w:hAnsi="Verdana"/>
        </w:rPr>
      </w:pPr>
    </w:p>
    <w:p w:rsidR="001946AA" w:rsidRPr="009F3366" w:rsidRDefault="001946AA" w:rsidP="001946AA">
      <w:pPr>
        <w:pStyle w:val="Textebrut"/>
        <w:ind w:left="1728"/>
        <w:rPr>
          <w:rFonts w:ascii="Verdana" w:hAnsi="Verdana"/>
        </w:rPr>
      </w:pPr>
    </w:p>
    <w:p w:rsidR="00B74B76" w:rsidRPr="009F3366" w:rsidRDefault="0050054F" w:rsidP="001946AA">
      <w:pPr>
        <w:pStyle w:val="Textebrut"/>
        <w:numPr>
          <w:ilvl w:val="0"/>
          <w:numId w:val="15"/>
        </w:numPr>
        <w:rPr>
          <w:rFonts w:ascii="Verdana" w:hAnsi="Verdana"/>
        </w:rPr>
      </w:pPr>
      <w:r w:rsidRPr="009F3366">
        <w:rPr>
          <w:rFonts w:ascii="Verdana" w:hAnsi="Verdana"/>
        </w:rPr>
        <w:t>Si oui, pourquoi ?</w:t>
      </w:r>
    </w:p>
    <w:p w:rsidR="001946AA" w:rsidRPr="009F3366" w:rsidRDefault="001946AA" w:rsidP="005F27E3">
      <w:pPr>
        <w:pStyle w:val="Textebrut"/>
        <w:ind w:left="1728"/>
        <w:rPr>
          <w:rFonts w:ascii="Verdana" w:hAnsi="Verdana"/>
        </w:rPr>
      </w:pPr>
    </w:p>
    <w:p w:rsidR="001946AA" w:rsidRPr="009F3366" w:rsidRDefault="001946AA" w:rsidP="005F27E3">
      <w:pPr>
        <w:pStyle w:val="Textebrut"/>
        <w:ind w:left="1728"/>
        <w:rPr>
          <w:rFonts w:ascii="Verdana" w:hAnsi="Verdana"/>
        </w:rPr>
      </w:pPr>
    </w:p>
    <w:p w:rsidR="0050054F" w:rsidRPr="009F3366" w:rsidRDefault="001946AA" w:rsidP="001946AA">
      <w:pPr>
        <w:pStyle w:val="Textebrut"/>
        <w:numPr>
          <w:ilvl w:val="0"/>
          <w:numId w:val="15"/>
        </w:numPr>
        <w:rPr>
          <w:rFonts w:ascii="Verdana" w:hAnsi="Verdana"/>
        </w:rPr>
      </w:pPr>
      <w:r w:rsidRPr="009F3366">
        <w:rPr>
          <w:rFonts w:ascii="Verdana" w:hAnsi="Verdana"/>
        </w:rPr>
        <w:t>Si non, pourquoi ?</w:t>
      </w:r>
    </w:p>
    <w:p w:rsidR="001946AA" w:rsidRPr="009F3366" w:rsidRDefault="001946AA" w:rsidP="001946AA">
      <w:pPr>
        <w:pStyle w:val="Textebrut"/>
        <w:ind w:left="1728"/>
        <w:rPr>
          <w:rFonts w:ascii="Verdana" w:hAnsi="Verdana"/>
        </w:rPr>
      </w:pPr>
    </w:p>
    <w:p w:rsidR="005F27E3" w:rsidRPr="009F3366" w:rsidRDefault="005F27E3" w:rsidP="005F27E3">
      <w:pPr>
        <w:pStyle w:val="Textebrut"/>
        <w:ind w:left="1728"/>
        <w:rPr>
          <w:rFonts w:ascii="Verdana" w:hAnsi="Verdana"/>
        </w:rPr>
      </w:pPr>
    </w:p>
    <w:p w:rsidR="00B74B76" w:rsidRPr="009F3366" w:rsidRDefault="0050054F" w:rsidP="00B74B76">
      <w:pPr>
        <w:pStyle w:val="Textebrut"/>
        <w:numPr>
          <w:ilvl w:val="3"/>
          <w:numId w:val="6"/>
        </w:numPr>
        <w:rPr>
          <w:rFonts w:ascii="Verdana" w:hAnsi="Verdana"/>
        </w:rPr>
      </w:pPr>
      <w:r w:rsidRPr="009F3366">
        <w:rPr>
          <w:rFonts w:ascii="Verdana" w:hAnsi="Verdana"/>
        </w:rPr>
        <w:t>Que réclament-ils en plus ?</w:t>
      </w:r>
      <w:r w:rsidRPr="009F3366">
        <w:rPr>
          <w:rFonts w:ascii="Verdana" w:hAnsi="Verdana"/>
        </w:rPr>
        <w:br/>
      </w:r>
    </w:p>
    <w:p w:rsidR="005F27E3" w:rsidRPr="009F3366" w:rsidRDefault="005F27E3" w:rsidP="005F27E3">
      <w:pPr>
        <w:pStyle w:val="Textebrut"/>
        <w:ind w:left="1728"/>
        <w:rPr>
          <w:rFonts w:ascii="Verdana" w:hAnsi="Verdana"/>
        </w:rPr>
      </w:pPr>
    </w:p>
    <w:p w:rsidR="00B74B76" w:rsidRPr="009F3366" w:rsidRDefault="0050054F" w:rsidP="00B74B76">
      <w:pPr>
        <w:pStyle w:val="Textebrut"/>
        <w:numPr>
          <w:ilvl w:val="3"/>
          <w:numId w:val="6"/>
        </w:numPr>
        <w:rPr>
          <w:rFonts w:ascii="Verdana" w:hAnsi="Verdana"/>
        </w:rPr>
      </w:pPr>
      <w:r w:rsidRPr="009F3366">
        <w:rPr>
          <w:rFonts w:ascii="Verdana" w:hAnsi="Verdana"/>
        </w:rPr>
        <w:t>Nombre actuel de nuitées sur le territoire envisagé ?</w:t>
      </w:r>
    </w:p>
    <w:p w:rsidR="001946AA" w:rsidRPr="009F3366" w:rsidRDefault="001946AA" w:rsidP="001946AA">
      <w:pPr>
        <w:pStyle w:val="Textebrut"/>
        <w:ind w:left="1728"/>
        <w:rPr>
          <w:rFonts w:ascii="Verdana" w:hAnsi="Verdana"/>
        </w:rPr>
      </w:pPr>
    </w:p>
    <w:p w:rsidR="001946AA" w:rsidRPr="009F3366" w:rsidRDefault="001946AA" w:rsidP="001946AA">
      <w:pPr>
        <w:pStyle w:val="Textebrut"/>
        <w:ind w:left="1728"/>
        <w:rPr>
          <w:rFonts w:ascii="Verdana" w:hAnsi="Verdana"/>
        </w:rPr>
      </w:pPr>
    </w:p>
    <w:p w:rsidR="00FF7D2C" w:rsidRPr="009F3366" w:rsidRDefault="00FF7D2C" w:rsidP="001946AA">
      <w:pPr>
        <w:pStyle w:val="Textebrut"/>
        <w:ind w:left="1728"/>
        <w:rPr>
          <w:rFonts w:ascii="Verdana" w:hAnsi="Verdana"/>
        </w:rPr>
      </w:pPr>
    </w:p>
    <w:p w:rsidR="00B74B76" w:rsidRPr="009F3366" w:rsidRDefault="0050054F" w:rsidP="00B74B76">
      <w:pPr>
        <w:pStyle w:val="Textebrut"/>
        <w:numPr>
          <w:ilvl w:val="2"/>
          <w:numId w:val="6"/>
        </w:numPr>
        <w:rPr>
          <w:rFonts w:ascii="Verdana" w:hAnsi="Verdana"/>
        </w:rPr>
      </w:pPr>
      <w:r w:rsidRPr="009F3366">
        <w:rPr>
          <w:rFonts w:ascii="Verdana" w:hAnsi="Verdana"/>
        </w:rPr>
        <w:t>Evaluation de l'impact du tourisme sur l'économie de la localité et/ou de la région (revenus directs et indirects, effets induits, …)</w:t>
      </w:r>
      <w:r w:rsidR="00012C64" w:rsidRPr="009F3366">
        <w:rPr>
          <w:rFonts w:ascii="Verdana" w:hAnsi="Verdana"/>
        </w:rPr>
        <w:t xml:space="preserve"> :</w:t>
      </w:r>
    </w:p>
    <w:p w:rsidR="001946AA" w:rsidRPr="009F3366" w:rsidRDefault="001946AA" w:rsidP="001946AA">
      <w:pPr>
        <w:pStyle w:val="Textebrut"/>
        <w:ind w:left="720"/>
        <w:rPr>
          <w:rFonts w:ascii="Verdana" w:hAnsi="Verdana"/>
        </w:rPr>
      </w:pPr>
    </w:p>
    <w:p w:rsidR="001946AA" w:rsidRPr="009F3366" w:rsidRDefault="001946AA" w:rsidP="001946AA">
      <w:pPr>
        <w:pStyle w:val="Textebrut"/>
        <w:ind w:left="720"/>
        <w:rPr>
          <w:rFonts w:ascii="Verdana" w:hAnsi="Verdana"/>
        </w:rPr>
      </w:pPr>
    </w:p>
    <w:p w:rsidR="001946AA" w:rsidRPr="009F3366" w:rsidRDefault="001946AA" w:rsidP="001946AA">
      <w:pPr>
        <w:pStyle w:val="Textebrut"/>
        <w:ind w:left="720"/>
        <w:rPr>
          <w:rFonts w:ascii="Verdana" w:hAnsi="Verdana"/>
        </w:rPr>
      </w:pPr>
    </w:p>
    <w:p w:rsidR="00B74B76" w:rsidRPr="009F3366" w:rsidRDefault="0050054F" w:rsidP="0050054F">
      <w:pPr>
        <w:pStyle w:val="Textebrut"/>
        <w:numPr>
          <w:ilvl w:val="2"/>
          <w:numId w:val="6"/>
        </w:numPr>
        <w:rPr>
          <w:rFonts w:ascii="Verdana" w:hAnsi="Verdana"/>
        </w:rPr>
      </w:pPr>
      <w:r w:rsidRPr="009F3366">
        <w:rPr>
          <w:rFonts w:ascii="Verdana" w:hAnsi="Verdana"/>
        </w:rPr>
        <w:t>Evaluation du nombre de personnes et/ou de familles vivant en tout ou en partie du tourisme en saison et hors saison</w:t>
      </w:r>
      <w:r w:rsidR="00012C64" w:rsidRPr="009F3366">
        <w:rPr>
          <w:rFonts w:ascii="Verdana" w:hAnsi="Verdana"/>
        </w:rPr>
        <w:t xml:space="preserve"> :</w:t>
      </w:r>
    </w:p>
    <w:p w:rsidR="001946AA" w:rsidRPr="009F3366" w:rsidRDefault="001946AA" w:rsidP="001946AA">
      <w:pPr>
        <w:pStyle w:val="Textebrut"/>
        <w:ind w:left="720"/>
        <w:rPr>
          <w:rFonts w:ascii="Verdana" w:hAnsi="Verdana"/>
        </w:rPr>
      </w:pPr>
    </w:p>
    <w:p w:rsidR="001946AA" w:rsidRPr="009F3366" w:rsidRDefault="001946AA" w:rsidP="001946AA">
      <w:pPr>
        <w:pStyle w:val="Textebrut"/>
        <w:ind w:left="720"/>
        <w:rPr>
          <w:rFonts w:ascii="Verdana" w:hAnsi="Verdana"/>
        </w:rPr>
      </w:pPr>
    </w:p>
    <w:p w:rsidR="00FF7D2C" w:rsidRPr="009F3366" w:rsidRDefault="00FF7D2C" w:rsidP="001946AA">
      <w:pPr>
        <w:pStyle w:val="Textebrut"/>
        <w:ind w:left="720"/>
        <w:rPr>
          <w:rFonts w:ascii="Verdana" w:hAnsi="Verdana"/>
        </w:rPr>
      </w:pPr>
    </w:p>
    <w:p w:rsidR="001946AA" w:rsidRPr="009F3366" w:rsidRDefault="001946AA" w:rsidP="001946AA">
      <w:pPr>
        <w:pStyle w:val="Textebrut"/>
        <w:ind w:left="720"/>
        <w:rPr>
          <w:rFonts w:ascii="Verdana" w:hAnsi="Verdana"/>
        </w:rPr>
      </w:pPr>
    </w:p>
    <w:p w:rsidR="00FF7D2C" w:rsidRPr="009F3366" w:rsidRDefault="00FF7D2C">
      <w:pPr>
        <w:spacing w:after="200" w:line="276" w:lineRule="auto"/>
        <w:jc w:val="left"/>
        <w:rPr>
          <w:rFonts w:ascii="Verdana" w:hAnsi="Verdana"/>
          <w:sz w:val="20"/>
          <w:u w:val="single"/>
        </w:rPr>
        <w:sectPr w:rsidR="00FF7D2C" w:rsidRPr="009F3366" w:rsidSect="0050054F">
          <w:pgSz w:w="11906" w:h="16838"/>
          <w:pgMar w:top="993" w:right="1274" w:bottom="851" w:left="1417" w:header="0" w:footer="283" w:gutter="0"/>
          <w:cols w:space="708"/>
          <w:docGrid w:linePitch="360"/>
        </w:sectPr>
      </w:pPr>
    </w:p>
    <w:p w:rsidR="0050054F" w:rsidRPr="009F3366" w:rsidRDefault="0050054F" w:rsidP="0050054F">
      <w:pPr>
        <w:pStyle w:val="Textebrut"/>
        <w:numPr>
          <w:ilvl w:val="1"/>
          <w:numId w:val="6"/>
        </w:numPr>
        <w:rPr>
          <w:rFonts w:ascii="Verdana" w:hAnsi="Verdana"/>
          <w:u w:val="single"/>
        </w:rPr>
      </w:pPr>
      <w:r w:rsidRPr="009F3366">
        <w:rPr>
          <w:rFonts w:ascii="Verdana" w:hAnsi="Verdana"/>
          <w:u w:val="single"/>
        </w:rPr>
        <w:t>Description des retombées attendues à la suite de la réalisation du projet</w:t>
      </w:r>
      <w:r w:rsidR="00C13005" w:rsidRPr="009F3366">
        <w:rPr>
          <w:rFonts w:ascii="Verdana" w:hAnsi="Verdana"/>
        </w:rPr>
        <w:t> :</w:t>
      </w:r>
      <w:r w:rsidRPr="009F3366">
        <w:rPr>
          <w:rFonts w:ascii="Verdana" w:hAnsi="Verdana"/>
        </w:rPr>
        <w:t xml:space="preserve"> (</w:t>
      </w:r>
      <w:r w:rsidR="00012C64" w:rsidRPr="009F3366">
        <w:rPr>
          <w:rFonts w:ascii="Verdana" w:hAnsi="Verdana"/>
        </w:rPr>
        <w:t>E</w:t>
      </w:r>
      <w:r w:rsidRPr="009F3366">
        <w:rPr>
          <w:rFonts w:ascii="Verdana" w:hAnsi="Verdana"/>
        </w:rPr>
        <w:t>xpliquer en quoi le projet augmentera l'attrait touristique de la localité et/ou de la région)</w:t>
      </w:r>
      <w:r w:rsidRPr="009F3366">
        <w:rPr>
          <w:rFonts w:ascii="Verdana" w:hAnsi="Verdana"/>
          <w:u w:val="single"/>
        </w:rPr>
        <w:br/>
      </w:r>
    </w:p>
    <w:p w:rsidR="00B74B76" w:rsidRPr="009F3366" w:rsidRDefault="0050054F" w:rsidP="0050054F">
      <w:pPr>
        <w:pStyle w:val="Textebrut"/>
        <w:numPr>
          <w:ilvl w:val="2"/>
          <w:numId w:val="6"/>
        </w:numPr>
        <w:rPr>
          <w:rFonts w:ascii="Verdana" w:hAnsi="Verdana"/>
        </w:rPr>
      </w:pPr>
      <w:r w:rsidRPr="009F3366">
        <w:rPr>
          <w:rFonts w:ascii="Verdana" w:hAnsi="Verdana"/>
        </w:rPr>
        <w:t>Sur les flux touristiques actuels</w:t>
      </w:r>
      <w:r w:rsidR="00012C64" w:rsidRPr="009F3366">
        <w:rPr>
          <w:rFonts w:ascii="Verdana" w:hAnsi="Verdana"/>
        </w:rPr>
        <w:t xml:space="preserve"> :</w:t>
      </w:r>
    </w:p>
    <w:p w:rsidR="00FF7D2C" w:rsidRPr="009F3366" w:rsidRDefault="00FF7D2C" w:rsidP="00FF7D2C">
      <w:pPr>
        <w:pStyle w:val="Textebrut"/>
        <w:ind w:left="72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72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720"/>
        <w:rPr>
          <w:rFonts w:ascii="Verdana" w:hAnsi="Verdana"/>
        </w:rPr>
      </w:pPr>
    </w:p>
    <w:p w:rsidR="0050054F" w:rsidRPr="009F3366" w:rsidRDefault="0050054F" w:rsidP="0050054F">
      <w:pPr>
        <w:pStyle w:val="Textebrut"/>
        <w:numPr>
          <w:ilvl w:val="2"/>
          <w:numId w:val="6"/>
        </w:numPr>
        <w:rPr>
          <w:rFonts w:ascii="Verdana" w:hAnsi="Verdana"/>
        </w:rPr>
      </w:pPr>
      <w:r w:rsidRPr="009F3366">
        <w:rPr>
          <w:rFonts w:ascii="Verdana" w:hAnsi="Verdana"/>
        </w:rPr>
        <w:t xml:space="preserve">Sur les nouveaux flux </w:t>
      </w:r>
      <w:r w:rsidR="00B74B76" w:rsidRPr="009F3366">
        <w:rPr>
          <w:rFonts w:ascii="Verdana" w:hAnsi="Verdana"/>
        </w:rPr>
        <w:t xml:space="preserve">touristiques </w:t>
      </w:r>
      <w:r w:rsidRPr="009F3366">
        <w:rPr>
          <w:rFonts w:ascii="Verdana" w:hAnsi="Verdana"/>
        </w:rPr>
        <w:t>escomptés</w:t>
      </w:r>
      <w:r w:rsidR="00012C64" w:rsidRPr="009F3366">
        <w:rPr>
          <w:rFonts w:ascii="Verdana" w:hAnsi="Verdana"/>
        </w:rPr>
        <w:t xml:space="preserve"> :</w:t>
      </w:r>
      <w:r w:rsidRPr="009F3366">
        <w:rPr>
          <w:rFonts w:ascii="Verdana" w:hAnsi="Verdana"/>
        </w:rPr>
        <w:br/>
      </w:r>
    </w:p>
    <w:p w:rsidR="00B74B76" w:rsidRPr="009F3366" w:rsidRDefault="0050054F" w:rsidP="00B74B76">
      <w:pPr>
        <w:pStyle w:val="Textebrut"/>
        <w:numPr>
          <w:ilvl w:val="3"/>
          <w:numId w:val="6"/>
        </w:numPr>
        <w:rPr>
          <w:rFonts w:ascii="Verdana" w:hAnsi="Verdana"/>
        </w:rPr>
      </w:pPr>
      <w:r w:rsidRPr="009F3366">
        <w:rPr>
          <w:rFonts w:ascii="Verdana" w:hAnsi="Verdana"/>
        </w:rPr>
        <w:t>Nature et origine de ceux-ci</w:t>
      </w:r>
      <w:r w:rsidR="00012C64" w:rsidRPr="009F3366">
        <w:rPr>
          <w:rFonts w:ascii="Verdana" w:hAnsi="Verdana"/>
        </w:rPr>
        <w:t xml:space="preserve"> :</w:t>
      </w:r>
    </w:p>
    <w:p w:rsidR="00FF7D2C" w:rsidRPr="009F3366" w:rsidRDefault="00FF7D2C" w:rsidP="00FF7D2C">
      <w:pPr>
        <w:pStyle w:val="Textebrut"/>
        <w:ind w:left="108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108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1080"/>
        <w:rPr>
          <w:rFonts w:ascii="Verdana" w:hAnsi="Verdana"/>
        </w:rPr>
      </w:pPr>
    </w:p>
    <w:p w:rsidR="00FF7D2C" w:rsidRPr="009F3366" w:rsidRDefault="0050054F" w:rsidP="0050054F">
      <w:pPr>
        <w:pStyle w:val="Textebrut"/>
        <w:numPr>
          <w:ilvl w:val="3"/>
          <w:numId w:val="6"/>
        </w:numPr>
        <w:rPr>
          <w:rFonts w:ascii="Verdana" w:hAnsi="Verdana"/>
        </w:rPr>
      </w:pPr>
      <w:r w:rsidRPr="009F3366">
        <w:rPr>
          <w:rFonts w:ascii="Verdana" w:hAnsi="Verdana"/>
        </w:rPr>
        <w:t>Leur importance</w:t>
      </w:r>
      <w:r w:rsidR="00012C64" w:rsidRPr="009F3366">
        <w:rPr>
          <w:rFonts w:ascii="Verdana" w:hAnsi="Verdana"/>
        </w:rPr>
        <w:t xml:space="preserve"> :</w:t>
      </w:r>
    </w:p>
    <w:p w:rsidR="00FF7D2C" w:rsidRPr="009F3366" w:rsidRDefault="00FF7D2C" w:rsidP="00FF7D2C">
      <w:pPr>
        <w:pStyle w:val="Textebrut"/>
        <w:ind w:left="108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108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1080"/>
        <w:rPr>
          <w:rFonts w:ascii="Verdana" w:hAnsi="Verdana"/>
        </w:rPr>
      </w:pPr>
    </w:p>
    <w:p w:rsidR="00B74B76" w:rsidRPr="009F3366" w:rsidRDefault="0050054F" w:rsidP="00B74B76">
      <w:pPr>
        <w:pStyle w:val="Textebrut"/>
        <w:numPr>
          <w:ilvl w:val="2"/>
          <w:numId w:val="6"/>
        </w:numPr>
        <w:rPr>
          <w:rFonts w:ascii="Verdana" w:hAnsi="Verdana"/>
        </w:rPr>
      </w:pPr>
      <w:r w:rsidRPr="009F3366">
        <w:rPr>
          <w:rFonts w:ascii="Verdana" w:hAnsi="Verdana"/>
        </w:rPr>
        <w:t>Sur l'économie de la localité et/ou de la région (revenus directs et indirects, effets induits, …)</w:t>
      </w:r>
      <w:r w:rsidR="00012C64" w:rsidRPr="009F3366">
        <w:rPr>
          <w:rFonts w:ascii="Verdana" w:hAnsi="Verdana"/>
        </w:rPr>
        <w:t xml:space="preserve"> :</w:t>
      </w:r>
    </w:p>
    <w:p w:rsidR="00FF7D2C" w:rsidRPr="009F3366" w:rsidRDefault="00FF7D2C" w:rsidP="00FF7D2C">
      <w:pPr>
        <w:pStyle w:val="Textebrut"/>
        <w:ind w:left="72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72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72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720"/>
        <w:rPr>
          <w:rFonts w:ascii="Verdana" w:hAnsi="Verdana"/>
        </w:rPr>
      </w:pPr>
    </w:p>
    <w:p w:rsidR="00FF7D2C" w:rsidRPr="009F3366" w:rsidRDefault="0050054F" w:rsidP="0050054F">
      <w:pPr>
        <w:pStyle w:val="Textebrut"/>
        <w:numPr>
          <w:ilvl w:val="2"/>
          <w:numId w:val="6"/>
        </w:numPr>
        <w:rPr>
          <w:rFonts w:ascii="Verdana" w:hAnsi="Verdana"/>
        </w:rPr>
      </w:pPr>
      <w:r w:rsidRPr="009F3366">
        <w:rPr>
          <w:rFonts w:ascii="Verdana" w:hAnsi="Verdana"/>
        </w:rPr>
        <w:t>Sur le nombre d'emploi</w:t>
      </w:r>
      <w:r w:rsidR="00C13005" w:rsidRPr="009F3366">
        <w:rPr>
          <w:rFonts w:ascii="Verdana" w:hAnsi="Verdana"/>
        </w:rPr>
        <w:t>s</w:t>
      </w:r>
      <w:r w:rsidR="00012C64" w:rsidRPr="009F3366">
        <w:rPr>
          <w:rFonts w:ascii="Verdana" w:hAnsi="Verdana"/>
        </w:rPr>
        <w:t>,</w:t>
      </w:r>
      <w:r w:rsidRPr="009F3366">
        <w:rPr>
          <w:rFonts w:ascii="Verdana" w:hAnsi="Verdana"/>
        </w:rPr>
        <w:t xml:space="preserve"> nombre de personnes et/ou de familles vivant en tout ou en partie du tourisme en saison et hors saison</w:t>
      </w:r>
      <w:r w:rsidR="00012C64" w:rsidRPr="009F3366">
        <w:rPr>
          <w:rFonts w:ascii="Verdana" w:hAnsi="Verdana"/>
        </w:rPr>
        <w:t xml:space="preserve"> :</w:t>
      </w:r>
    </w:p>
    <w:p w:rsidR="00FF7D2C" w:rsidRPr="009F3366" w:rsidRDefault="00FF7D2C" w:rsidP="00FF7D2C">
      <w:pPr>
        <w:pStyle w:val="Textebrut"/>
        <w:ind w:left="72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72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72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720"/>
        <w:rPr>
          <w:rFonts w:ascii="Verdana" w:hAnsi="Verdana"/>
        </w:rPr>
      </w:pPr>
    </w:p>
    <w:p w:rsidR="00FF7D2C" w:rsidRPr="009F3366" w:rsidRDefault="00FF7D2C" w:rsidP="00FF7D2C">
      <w:pPr>
        <w:pStyle w:val="Textebrut"/>
        <w:ind w:left="720"/>
        <w:rPr>
          <w:rFonts w:ascii="Verdana" w:hAnsi="Verdana"/>
        </w:rPr>
        <w:sectPr w:rsidR="00FF7D2C" w:rsidRPr="009F3366" w:rsidSect="0050054F">
          <w:pgSz w:w="11906" w:h="16838"/>
          <w:pgMar w:top="993" w:right="1274" w:bottom="851" w:left="1417" w:header="0" w:footer="283" w:gutter="0"/>
          <w:cols w:space="708"/>
          <w:docGrid w:linePitch="360"/>
        </w:sectPr>
      </w:pPr>
    </w:p>
    <w:p w:rsidR="0050054F" w:rsidRPr="009F3366" w:rsidRDefault="0050054F" w:rsidP="0050054F">
      <w:pPr>
        <w:pStyle w:val="Textebrut"/>
        <w:numPr>
          <w:ilvl w:val="0"/>
          <w:numId w:val="6"/>
        </w:numPr>
        <w:rPr>
          <w:rFonts w:ascii="Verdana" w:hAnsi="Verdana"/>
          <w:u w:val="single"/>
        </w:rPr>
      </w:pPr>
      <w:r w:rsidRPr="009F3366">
        <w:rPr>
          <w:rFonts w:ascii="Verdana" w:hAnsi="Verdana"/>
          <w:u w:val="single"/>
        </w:rPr>
        <w:t>Plan de financement et d'ordonnancement</w:t>
      </w:r>
      <w:r w:rsidRPr="009F3366">
        <w:rPr>
          <w:rFonts w:ascii="Verdana" w:hAnsi="Verdana"/>
        </w:rPr>
        <w:t xml:space="preserve"> :</w:t>
      </w:r>
    </w:p>
    <w:p w:rsidR="0050054F" w:rsidRPr="009F3366" w:rsidRDefault="0050054F" w:rsidP="0050054F">
      <w:pPr>
        <w:pStyle w:val="Textebrut"/>
        <w:ind w:left="1728"/>
        <w:rPr>
          <w:rFonts w:ascii="Verdana" w:hAnsi="Verdana"/>
        </w:rPr>
      </w:pPr>
    </w:p>
    <w:p w:rsidR="00C13005" w:rsidRPr="009F3366" w:rsidRDefault="00C13005" w:rsidP="0050054F">
      <w:pPr>
        <w:pStyle w:val="Textebrut"/>
        <w:ind w:left="360"/>
        <w:rPr>
          <w:rFonts w:ascii="Verdana" w:hAnsi="Verdana"/>
        </w:rPr>
      </w:pPr>
    </w:p>
    <w:p w:rsidR="0050054F" w:rsidRPr="009F3366" w:rsidRDefault="0050054F" w:rsidP="0050054F">
      <w:pPr>
        <w:pStyle w:val="Textebrut"/>
        <w:ind w:left="360"/>
        <w:rPr>
          <w:rFonts w:ascii="Verdana" w:hAnsi="Verdana"/>
          <w:b/>
        </w:rPr>
      </w:pPr>
      <w:r w:rsidRPr="009F3366">
        <w:rPr>
          <w:rFonts w:ascii="Verdana" w:hAnsi="Verdana"/>
        </w:rPr>
        <w:br/>
      </w:r>
      <w:r w:rsidRPr="009F3366">
        <w:rPr>
          <w:rFonts w:ascii="Verdana" w:hAnsi="Verdana"/>
        </w:rPr>
        <w:br/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2693"/>
        <w:gridCol w:w="2835"/>
      </w:tblGrid>
      <w:tr w:rsidR="0050054F" w:rsidRPr="009F3366" w:rsidTr="00843141">
        <w:trPr>
          <w:trHeight w:val="506"/>
        </w:trPr>
        <w:tc>
          <w:tcPr>
            <w:tcW w:w="3686" w:type="dxa"/>
            <w:shd w:val="pct12" w:color="auto" w:fill="FFFFFF"/>
            <w:vAlign w:val="center"/>
          </w:tcPr>
          <w:p w:rsidR="0050054F" w:rsidRPr="009F3366" w:rsidRDefault="0050054F" w:rsidP="00843141">
            <w:pPr>
              <w:pStyle w:val="Textebrut"/>
              <w:ind w:left="360"/>
              <w:rPr>
                <w:rFonts w:ascii="Verdana" w:hAnsi="Verdana"/>
                <w:b/>
                <w:u w:val="single"/>
              </w:rPr>
            </w:pPr>
            <w:r w:rsidRPr="009F3366">
              <w:rPr>
                <w:rFonts w:ascii="Verdana" w:hAnsi="Verdana"/>
                <w:b/>
                <w:u w:val="single"/>
              </w:rPr>
              <w:t xml:space="preserve">Montant de l’estimation : </w:t>
            </w:r>
          </w:p>
        </w:tc>
        <w:tc>
          <w:tcPr>
            <w:tcW w:w="5528" w:type="dxa"/>
            <w:gridSpan w:val="2"/>
            <w:shd w:val="pct12" w:color="auto" w:fill="FFFFFF"/>
            <w:vAlign w:val="center"/>
          </w:tcPr>
          <w:p w:rsidR="0050054F" w:rsidRPr="009F3366" w:rsidRDefault="0050054F" w:rsidP="00843141">
            <w:pPr>
              <w:pStyle w:val="Textebrut"/>
              <w:ind w:left="360"/>
              <w:jc w:val="center"/>
              <w:rPr>
                <w:rFonts w:ascii="Verdana" w:hAnsi="Verdana"/>
                <w:b/>
                <w:u w:val="single"/>
              </w:rPr>
            </w:pPr>
            <w:r w:rsidRPr="009F3366">
              <w:rPr>
                <w:rFonts w:ascii="Verdana" w:hAnsi="Verdana"/>
                <w:b/>
                <w:u w:val="single"/>
              </w:rPr>
              <w:t>Financement :</w:t>
            </w:r>
          </w:p>
        </w:tc>
      </w:tr>
      <w:tr w:rsidR="0050054F" w:rsidRPr="009F3366" w:rsidTr="00843141">
        <w:trPr>
          <w:cantSplit/>
          <w:trHeight w:val="414"/>
        </w:trPr>
        <w:tc>
          <w:tcPr>
            <w:tcW w:w="3686" w:type="dxa"/>
            <w:vMerge w:val="restart"/>
          </w:tcPr>
          <w:p w:rsidR="0050054F" w:rsidRPr="009F3366" w:rsidRDefault="0050054F" w:rsidP="00843141">
            <w:pPr>
              <w:pStyle w:val="Textebrut"/>
              <w:ind w:left="360"/>
              <w:rPr>
                <w:rFonts w:ascii="Verdana" w:hAnsi="Verdana"/>
                <w:b/>
                <w:u w:val="single"/>
              </w:rPr>
            </w:pPr>
          </w:p>
          <w:p w:rsidR="0050054F" w:rsidRPr="009F3366" w:rsidRDefault="0050054F" w:rsidP="00843141">
            <w:pPr>
              <w:pStyle w:val="Textebrut"/>
              <w:ind w:left="360"/>
              <w:rPr>
                <w:rFonts w:ascii="Verdana" w:hAnsi="Verdana"/>
                <w:b/>
                <w:u w:val="single"/>
              </w:rPr>
            </w:pPr>
          </w:p>
          <w:p w:rsidR="0050054F" w:rsidRPr="009F3366" w:rsidRDefault="0050054F" w:rsidP="00843141">
            <w:pPr>
              <w:pStyle w:val="Textebrut"/>
              <w:ind w:left="360"/>
              <w:rPr>
                <w:rFonts w:ascii="Verdana" w:hAnsi="Verdana"/>
                <w:b/>
                <w:u w:val="single"/>
              </w:rPr>
            </w:pPr>
          </w:p>
          <w:p w:rsidR="0050054F" w:rsidRPr="009F3366" w:rsidRDefault="0050054F" w:rsidP="00843141">
            <w:pPr>
              <w:pStyle w:val="Textebrut"/>
              <w:ind w:left="360"/>
              <w:rPr>
                <w:rFonts w:ascii="Verdana" w:hAnsi="Verdana"/>
                <w:b/>
                <w:u w:val="single"/>
              </w:rPr>
            </w:pPr>
          </w:p>
          <w:p w:rsidR="0050054F" w:rsidRPr="009F3366" w:rsidRDefault="0050054F" w:rsidP="00843141">
            <w:pPr>
              <w:pStyle w:val="Textebrut"/>
              <w:ind w:left="360"/>
              <w:rPr>
                <w:rFonts w:ascii="Verdana" w:hAnsi="Verdana"/>
                <w:b/>
                <w:u w:val="single"/>
              </w:rPr>
            </w:pPr>
          </w:p>
          <w:p w:rsidR="0050054F" w:rsidRPr="009F3366" w:rsidRDefault="0050054F" w:rsidP="00843141">
            <w:pPr>
              <w:pStyle w:val="Textebrut"/>
              <w:ind w:left="360"/>
              <w:rPr>
                <w:rFonts w:ascii="Verdana" w:hAnsi="Verdana"/>
                <w:b/>
                <w:u w:val="single"/>
              </w:rPr>
            </w:pPr>
          </w:p>
          <w:p w:rsidR="0050054F" w:rsidRPr="009F3366" w:rsidRDefault="0050054F" w:rsidP="00843141">
            <w:pPr>
              <w:pStyle w:val="Textebrut"/>
              <w:ind w:left="360"/>
              <w:rPr>
                <w:rFonts w:ascii="Verdana" w:hAnsi="Verdana"/>
                <w:b/>
                <w:u w:val="single"/>
              </w:rPr>
            </w:pPr>
          </w:p>
          <w:p w:rsidR="0050054F" w:rsidRPr="009F3366" w:rsidRDefault="0050054F" w:rsidP="00843141">
            <w:pPr>
              <w:pStyle w:val="Textebrut"/>
              <w:ind w:left="360"/>
              <w:rPr>
                <w:rFonts w:ascii="Verdana" w:hAnsi="Verdana"/>
                <w:b/>
                <w:u w:val="single"/>
              </w:rPr>
            </w:pPr>
            <w:r w:rsidRPr="009F3366">
              <w:rPr>
                <w:rFonts w:ascii="Verdana" w:hAnsi="Verdana"/>
                <w:b/>
                <w:u w:val="single"/>
              </w:rPr>
              <w:t>TOTAL :</w:t>
            </w:r>
            <w:r w:rsidRPr="009F3366">
              <w:rPr>
                <w:rFonts w:ascii="Verdana" w:hAnsi="Verdana"/>
                <w:b/>
              </w:rPr>
              <w:tab/>
            </w:r>
            <w:r w:rsidRPr="009F3366">
              <w:rPr>
                <w:rFonts w:ascii="Verdana" w:hAnsi="Verdana"/>
                <w:b/>
              </w:rPr>
              <w:tab/>
            </w:r>
            <w:r w:rsidRPr="009F3366">
              <w:rPr>
                <w:rFonts w:ascii="Verdana" w:hAnsi="Verdana"/>
                <w:b/>
              </w:rPr>
              <w:tab/>
              <w:t>€</w:t>
            </w:r>
          </w:p>
          <w:p w:rsidR="0050054F" w:rsidRPr="009F3366" w:rsidRDefault="0050054F" w:rsidP="00843141">
            <w:pPr>
              <w:pStyle w:val="Textebrut"/>
              <w:ind w:left="360"/>
              <w:rPr>
                <w:rFonts w:ascii="Verdana" w:hAnsi="Verdana"/>
                <w:b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50054F" w:rsidRPr="009F3366" w:rsidRDefault="0050054F" w:rsidP="00843141">
            <w:pPr>
              <w:pStyle w:val="Textebrut"/>
              <w:ind w:left="72"/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 xml:space="preserve">Subvention escomptée : </w:t>
            </w:r>
          </w:p>
        </w:tc>
        <w:tc>
          <w:tcPr>
            <w:tcW w:w="2835" w:type="dxa"/>
            <w:vAlign w:val="center"/>
          </w:tcPr>
          <w:p w:rsidR="0050054F" w:rsidRPr="009F3366" w:rsidRDefault="0050054F" w:rsidP="00843141">
            <w:pPr>
              <w:pStyle w:val="Textebrut"/>
              <w:ind w:left="360"/>
              <w:jc w:val="right"/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>€</w:t>
            </w:r>
          </w:p>
        </w:tc>
      </w:tr>
      <w:tr w:rsidR="0050054F" w:rsidRPr="009F3366" w:rsidTr="00843141">
        <w:trPr>
          <w:cantSplit/>
          <w:trHeight w:val="406"/>
        </w:trPr>
        <w:tc>
          <w:tcPr>
            <w:tcW w:w="3686" w:type="dxa"/>
            <w:vMerge/>
          </w:tcPr>
          <w:p w:rsidR="0050054F" w:rsidRPr="009F3366" w:rsidRDefault="0050054F" w:rsidP="00843141">
            <w:pPr>
              <w:pStyle w:val="Textebrut"/>
              <w:ind w:left="360"/>
              <w:rPr>
                <w:rFonts w:ascii="Verdana" w:hAnsi="Verdana"/>
                <w:b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50054F" w:rsidRPr="009F3366" w:rsidRDefault="0050054F" w:rsidP="00843141">
            <w:pPr>
              <w:pStyle w:val="Textebrut"/>
              <w:ind w:left="72"/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 xml:space="preserve">Fonds propres : </w:t>
            </w:r>
          </w:p>
        </w:tc>
        <w:tc>
          <w:tcPr>
            <w:tcW w:w="2835" w:type="dxa"/>
            <w:vAlign w:val="center"/>
          </w:tcPr>
          <w:p w:rsidR="0050054F" w:rsidRPr="009F3366" w:rsidRDefault="0050054F" w:rsidP="00843141">
            <w:pPr>
              <w:pStyle w:val="Textebrut"/>
              <w:ind w:left="360"/>
              <w:jc w:val="right"/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>€</w:t>
            </w:r>
          </w:p>
        </w:tc>
      </w:tr>
      <w:tr w:rsidR="0050054F" w:rsidRPr="009F3366" w:rsidTr="00843141">
        <w:trPr>
          <w:cantSplit/>
          <w:trHeight w:val="412"/>
        </w:trPr>
        <w:tc>
          <w:tcPr>
            <w:tcW w:w="3686" w:type="dxa"/>
            <w:vMerge/>
          </w:tcPr>
          <w:p w:rsidR="0050054F" w:rsidRPr="009F3366" w:rsidRDefault="0050054F" w:rsidP="00843141">
            <w:pPr>
              <w:pStyle w:val="Textebrut"/>
              <w:ind w:left="360"/>
              <w:rPr>
                <w:rFonts w:ascii="Verdana" w:hAnsi="Verdana"/>
                <w:b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50054F" w:rsidRPr="009F3366" w:rsidRDefault="0050054F" w:rsidP="00843141">
            <w:pPr>
              <w:pStyle w:val="Textebrut"/>
              <w:ind w:left="72"/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 xml:space="preserve">Emprunt : </w:t>
            </w:r>
          </w:p>
        </w:tc>
        <w:tc>
          <w:tcPr>
            <w:tcW w:w="2835" w:type="dxa"/>
            <w:vAlign w:val="center"/>
          </w:tcPr>
          <w:p w:rsidR="0050054F" w:rsidRPr="009F3366" w:rsidRDefault="0050054F" w:rsidP="00843141">
            <w:pPr>
              <w:pStyle w:val="Textebrut"/>
              <w:ind w:left="360"/>
              <w:jc w:val="right"/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>€</w:t>
            </w:r>
          </w:p>
        </w:tc>
      </w:tr>
      <w:tr w:rsidR="0050054F" w:rsidRPr="009F3366" w:rsidTr="00843141">
        <w:trPr>
          <w:cantSplit/>
        </w:trPr>
        <w:tc>
          <w:tcPr>
            <w:tcW w:w="3686" w:type="dxa"/>
            <w:vMerge/>
          </w:tcPr>
          <w:p w:rsidR="0050054F" w:rsidRPr="009F3366" w:rsidRDefault="0050054F" w:rsidP="00843141">
            <w:pPr>
              <w:pStyle w:val="Textebrut"/>
              <w:ind w:left="360"/>
              <w:rPr>
                <w:rFonts w:ascii="Verdana" w:hAnsi="Verdana"/>
                <w:b/>
                <w:u w:val="single"/>
              </w:rPr>
            </w:pPr>
          </w:p>
        </w:tc>
        <w:tc>
          <w:tcPr>
            <w:tcW w:w="2693" w:type="dxa"/>
            <w:vAlign w:val="center"/>
          </w:tcPr>
          <w:p w:rsidR="0050054F" w:rsidRPr="009F3366" w:rsidRDefault="0050054F" w:rsidP="00843141">
            <w:pPr>
              <w:pStyle w:val="Textebrut"/>
              <w:ind w:left="72"/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>Autres sources :</w:t>
            </w:r>
          </w:p>
          <w:p w:rsidR="0050054F" w:rsidRPr="009F3366" w:rsidRDefault="0050054F" w:rsidP="00843141">
            <w:pPr>
              <w:pStyle w:val="Textebrut"/>
              <w:ind w:left="72"/>
              <w:rPr>
                <w:rFonts w:ascii="Verdana" w:hAnsi="Verdana"/>
              </w:rPr>
            </w:pPr>
          </w:p>
          <w:p w:rsidR="0050054F" w:rsidRPr="009F3366" w:rsidRDefault="0050054F" w:rsidP="00843141">
            <w:pPr>
              <w:pStyle w:val="Textebrut"/>
              <w:ind w:left="72"/>
              <w:rPr>
                <w:rFonts w:ascii="Verdana" w:hAnsi="Verdana"/>
              </w:rPr>
            </w:pPr>
          </w:p>
          <w:p w:rsidR="0050054F" w:rsidRPr="009F3366" w:rsidRDefault="0050054F" w:rsidP="00843141">
            <w:pPr>
              <w:pStyle w:val="Textebrut"/>
              <w:ind w:left="72"/>
              <w:rPr>
                <w:rFonts w:ascii="Verdana" w:hAnsi="Verdana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50054F" w:rsidRPr="009F3366" w:rsidRDefault="0050054F" w:rsidP="00843141">
            <w:pPr>
              <w:pStyle w:val="Textebrut"/>
              <w:ind w:left="360"/>
              <w:jc w:val="right"/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>€</w:t>
            </w:r>
          </w:p>
        </w:tc>
      </w:tr>
      <w:tr w:rsidR="0050054F" w:rsidRPr="009F3366" w:rsidTr="00843141">
        <w:trPr>
          <w:cantSplit/>
        </w:trPr>
        <w:tc>
          <w:tcPr>
            <w:tcW w:w="3686" w:type="dxa"/>
            <w:vMerge/>
          </w:tcPr>
          <w:p w:rsidR="0050054F" w:rsidRPr="009F3366" w:rsidRDefault="0050054F" w:rsidP="00843141">
            <w:pPr>
              <w:pStyle w:val="Textebrut"/>
              <w:ind w:left="360"/>
              <w:rPr>
                <w:rFonts w:ascii="Verdana" w:hAnsi="Verdana"/>
                <w:b/>
                <w:u w:val="single"/>
              </w:rPr>
            </w:pPr>
          </w:p>
        </w:tc>
        <w:tc>
          <w:tcPr>
            <w:tcW w:w="2693" w:type="dxa"/>
            <w:tcBorders>
              <w:right w:val="nil"/>
            </w:tcBorders>
            <w:vAlign w:val="center"/>
          </w:tcPr>
          <w:p w:rsidR="0050054F" w:rsidRDefault="0050054F" w:rsidP="00843141">
            <w:pPr>
              <w:pStyle w:val="Textebrut"/>
              <w:ind w:left="72"/>
              <w:rPr>
                <w:rFonts w:ascii="Verdana" w:hAnsi="Verdana"/>
                <w:b/>
                <w:u w:val="single"/>
              </w:rPr>
            </w:pPr>
            <w:r w:rsidRPr="009F3366">
              <w:rPr>
                <w:rFonts w:ascii="Verdana" w:hAnsi="Verdana"/>
                <w:b/>
                <w:u w:val="single"/>
              </w:rPr>
              <w:t xml:space="preserve">TOTAL : </w:t>
            </w:r>
          </w:p>
          <w:p w:rsidR="009F3366" w:rsidRPr="009F3366" w:rsidRDefault="009F3366" w:rsidP="00843141">
            <w:pPr>
              <w:pStyle w:val="Textebrut"/>
              <w:ind w:left="72"/>
              <w:rPr>
                <w:rFonts w:ascii="Verdana" w:hAnsi="Verdana"/>
                <w:b/>
                <w:u w:val="single"/>
              </w:rPr>
            </w:pPr>
          </w:p>
        </w:tc>
        <w:tc>
          <w:tcPr>
            <w:tcW w:w="2835" w:type="dxa"/>
            <w:tcBorders>
              <w:left w:val="nil"/>
            </w:tcBorders>
            <w:vAlign w:val="center"/>
          </w:tcPr>
          <w:p w:rsidR="0050054F" w:rsidRPr="009F3366" w:rsidRDefault="0050054F" w:rsidP="00843141">
            <w:pPr>
              <w:pStyle w:val="Textebrut"/>
              <w:ind w:left="360"/>
              <w:jc w:val="right"/>
              <w:rPr>
                <w:rFonts w:ascii="Verdana" w:hAnsi="Verdana"/>
                <w:b/>
              </w:rPr>
            </w:pPr>
            <w:r w:rsidRPr="009F3366">
              <w:rPr>
                <w:rFonts w:ascii="Verdana" w:hAnsi="Verdana"/>
                <w:b/>
              </w:rPr>
              <w:t>€</w:t>
            </w:r>
          </w:p>
        </w:tc>
      </w:tr>
    </w:tbl>
    <w:p w:rsidR="0050054F" w:rsidRPr="009F3366" w:rsidRDefault="0050054F" w:rsidP="0050054F">
      <w:pPr>
        <w:pStyle w:val="Textebrut"/>
        <w:ind w:left="360"/>
        <w:rPr>
          <w:rFonts w:ascii="Verdana" w:hAnsi="Verdana"/>
          <w:b/>
        </w:rPr>
      </w:pPr>
    </w:p>
    <w:p w:rsidR="0050054F" w:rsidRPr="009F3366" w:rsidRDefault="0050054F" w:rsidP="0050054F">
      <w:pPr>
        <w:pStyle w:val="Textebrut"/>
        <w:ind w:left="360"/>
        <w:rPr>
          <w:rFonts w:ascii="Verdana" w:hAnsi="Verdana"/>
          <w:b/>
        </w:rPr>
      </w:pPr>
    </w:p>
    <w:p w:rsidR="0050054F" w:rsidRPr="009F3366" w:rsidRDefault="0050054F" w:rsidP="0050054F">
      <w:pPr>
        <w:pStyle w:val="Textebrut"/>
        <w:ind w:left="360"/>
        <w:rPr>
          <w:rFonts w:ascii="Verdana" w:hAnsi="Verdana"/>
          <w:b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984"/>
        <w:gridCol w:w="780"/>
        <w:gridCol w:w="2764"/>
      </w:tblGrid>
      <w:tr w:rsidR="0050054F" w:rsidRPr="009F3366" w:rsidTr="00843141">
        <w:trPr>
          <w:trHeight w:val="558"/>
        </w:trPr>
        <w:tc>
          <w:tcPr>
            <w:tcW w:w="3686" w:type="dxa"/>
            <w:tcBorders>
              <w:bottom w:val="nil"/>
            </w:tcBorders>
            <w:shd w:val="pct12" w:color="auto" w:fill="FFFFFF"/>
            <w:vAlign w:val="center"/>
          </w:tcPr>
          <w:p w:rsidR="0050054F" w:rsidRPr="009F3366" w:rsidRDefault="0050054F" w:rsidP="00843141">
            <w:pPr>
              <w:pStyle w:val="Textebrut"/>
              <w:ind w:left="360"/>
              <w:rPr>
                <w:rFonts w:ascii="Verdana" w:hAnsi="Verdana"/>
                <w:b/>
                <w:u w:val="single"/>
              </w:rPr>
            </w:pPr>
            <w:r w:rsidRPr="009F3366">
              <w:rPr>
                <w:rFonts w:ascii="Verdana" w:hAnsi="Verdana"/>
                <w:b/>
                <w:u w:val="single"/>
              </w:rPr>
              <w:t>Montant de la subvention :</w:t>
            </w:r>
          </w:p>
        </w:tc>
        <w:tc>
          <w:tcPr>
            <w:tcW w:w="5528" w:type="dxa"/>
            <w:gridSpan w:val="3"/>
            <w:shd w:val="pct12" w:color="auto" w:fill="FFFFFF"/>
            <w:vAlign w:val="center"/>
          </w:tcPr>
          <w:p w:rsidR="0050054F" w:rsidRPr="009F3366" w:rsidRDefault="0050054F" w:rsidP="00843141">
            <w:pPr>
              <w:pStyle w:val="Textebrut"/>
              <w:ind w:left="360"/>
              <w:rPr>
                <w:rFonts w:ascii="Verdana" w:hAnsi="Verdana"/>
                <w:b/>
                <w:u w:val="single"/>
              </w:rPr>
            </w:pPr>
            <w:r w:rsidRPr="009F3366">
              <w:rPr>
                <w:rFonts w:ascii="Verdana" w:hAnsi="Verdana"/>
                <w:b/>
                <w:u w:val="single"/>
              </w:rPr>
              <w:t>Planification d'ordonnancement(s) :</w:t>
            </w:r>
          </w:p>
        </w:tc>
      </w:tr>
      <w:tr w:rsidR="007D0FEC" w:rsidRPr="009F3366" w:rsidTr="002E4035">
        <w:trPr>
          <w:cantSplit/>
          <w:trHeight w:hRule="exact" w:val="800"/>
        </w:trPr>
        <w:tc>
          <w:tcPr>
            <w:tcW w:w="3686" w:type="dxa"/>
            <w:vMerge w:val="restart"/>
          </w:tcPr>
          <w:p w:rsidR="007D0FEC" w:rsidRPr="009F3366" w:rsidRDefault="007D0FEC" w:rsidP="00843141">
            <w:pPr>
              <w:pStyle w:val="Textebrut"/>
              <w:ind w:left="360"/>
              <w:rPr>
                <w:rFonts w:ascii="Verdana" w:hAnsi="Verdana"/>
                <w:b/>
                <w:u w:val="single"/>
              </w:rPr>
            </w:pPr>
          </w:p>
        </w:tc>
        <w:tc>
          <w:tcPr>
            <w:tcW w:w="1984" w:type="dxa"/>
            <w:vAlign w:val="center"/>
          </w:tcPr>
          <w:p w:rsidR="007D0FEC" w:rsidRPr="009F3366" w:rsidRDefault="007D0FEC" w:rsidP="007D0FEC">
            <w:pPr>
              <w:pStyle w:val="Textebrut"/>
              <w:ind w:left="360"/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>201</w:t>
            </w:r>
            <w:r w:rsidR="00C61E5B" w:rsidRPr="009F3366">
              <w:rPr>
                <w:rFonts w:ascii="Verdana" w:hAnsi="Verdana"/>
              </w:rPr>
              <w:t>8</w:t>
            </w:r>
            <w:r w:rsidRPr="009F3366">
              <w:rPr>
                <w:rFonts w:ascii="Verdana" w:hAnsi="Verdana"/>
              </w:rPr>
              <w:t xml:space="preserve"> : </w:t>
            </w:r>
          </w:p>
        </w:tc>
        <w:tc>
          <w:tcPr>
            <w:tcW w:w="3544" w:type="dxa"/>
            <w:gridSpan w:val="2"/>
            <w:vAlign w:val="center"/>
          </w:tcPr>
          <w:p w:rsidR="007D0FEC" w:rsidRPr="009F3366" w:rsidRDefault="007D0FEC" w:rsidP="00843141">
            <w:pPr>
              <w:pStyle w:val="Textebrut"/>
              <w:ind w:left="360"/>
              <w:jc w:val="right"/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>€</w:t>
            </w:r>
          </w:p>
        </w:tc>
      </w:tr>
      <w:tr w:rsidR="007D0FEC" w:rsidRPr="009F3366" w:rsidTr="002E4035">
        <w:trPr>
          <w:cantSplit/>
          <w:trHeight w:hRule="exact" w:val="800"/>
        </w:trPr>
        <w:tc>
          <w:tcPr>
            <w:tcW w:w="3686" w:type="dxa"/>
            <w:vMerge/>
          </w:tcPr>
          <w:p w:rsidR="007D0FEC" w:rsidRPr="009F3366" w:rsidRDefault="007D0FEC" w:rsidP="00843141">
            <w:pPr>
              <w:pStyle w:val="Textebrut"/>
              <w:ind w:left="360"/>
              <w:rPr>
                <w:rFonts w:ascii="Verdana" w:hAnsi="Verdana"/>
                <w:b/>
                <w:u w:val="single"/>
              </w:rPr>
            </w:pPr>
          </w:p>
        </w:tc>
        <w:tc>
          <w:tcPr>
            <w:tcW w:w="1984" w:type="dxa"/>
            <w:vAlign w:val="center"/>
          </w:tcPr>
          <w:p w:rsidR="007D0FEC" w:rsidRPr="009F3366" w:rsidRDefault="00C61E5B" w:rsidP="007D0FEC">
            <w:pPr>
              <w:pStyle w:val="Textebrut"/>
              <w:ind w:left="360"/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>2019</w:t>
            </w:r>
            <w:r w:rsidR="007D0FEC" w:rsidRPr="009F3366">
              <w:rPr>
                <w:rFonts w:ascii="Verdana" w:hAnsi="Verdana"/>
              </w:rPr>
              <w:t xml:space="preserve"> :</w:t>
            </w:r>
          </w:p>
        </w:tc>
        <w:tc>
          <w:tcPr>
            <w:tcW w:w="3544" w:type="dxa"/>
            <w:gridSpan w:val="2"/>
            <w:vAlign w:val="center"/>
          </w:tcPr>
          <w:p w:rsidR="007D0FEC" w:rsidRPr="009F3366" w:rsidRDefault="007D0FEC" w:rsidP="00843141">
            <w:pPr>
              <w:pStyle w:val="Textebrut"/>
              <w:ind w:left="360"/>
              <w:jc w:val="right"/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>€</w:t>
            </w:r>
          </w:p>
        </w:tc>
      </w:tr>
      <w:tr w:rsidR="007D0FEC" w:rsidRPr="009F3366" w:rsidTr="002E4035">
        <w:trPr>
          <w:cantSplit/>
          <w:trHeight w:hRule="exact" w:val="800"/>
        </w:trPr>
        <w:tc>
          <w:tcPr>
            <w:tcW w:w="3686" w:type="dxa"/>
            <w:vMerge/>
          </w:tcPr>
          <w:p w:rsidR="007D0FEC" w:rsidRPr="009F3366" w:rsidRDefault="007D0FEC" w:rsidP="00843141">
            <w:pPr>
              <w:pStyle w:val="Textebrut"/>
              <w:ind w:left="360"/>
              <w:rPr>
                <w:rFonts w:ascii="Verdana" w:hAnsi="Verdana"/>
                <w:b/>
                <w:u w:val="single"/>
              </w:rPr>
            </w:pPr>
          </w:p>
        </w:tc>
        <w:tc>
          <w:tcPr>
            <w:tcW w:w="1984" w:type="dxa"/>
            <w:vAlign w:val="center"/>
          </w:tcPr>
          <w:p w:rsidR="007D0FEC" w:rsidRPr="009F3366" w:rsidRDefault="00C61E5B" w:rsidP="007D0FEC">
            <w:pPr>
              <w:pStyle w:val="Textebrut"/>
              <w:ind w:left="360"/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>2020</w:t>
            </w:r>
            <w:r w:rsidR="007D0FEC" w:rsidRPr="009F3366">
              <w:rPr>
                <w:rFonts w:ascii="Verdana" w:hAnsi="Verdana"/>
              </w:rPr>
              <w:t xml:space="preserve"> : </w:t>
            </w:r>
          </w:p>
        </w:tc>
        <w:tc>
          <w:tcPr>
            <w:tcW w:w="3544" w:type="dxa"/>
            <w:gridSpan w:val="2"/>
            <w:vAlign w:val="center"/>
          </w:tcPr>
          <w:p w:rsidR="007D0FEC" w:rsidRPr="009F3366" w:rsidRDefault="007D0FEC" w:rsidP="00843141">
            <w:pPr>
              <w:pStyle w:val="Textebrut"/>
              <w:ind w:left="360"/>
              <w:jc w:val="right"/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>€</w:t>
            </w:r>
          </w:p>
        </w:tc>
      </w:tr>
      <w:tr w:rsidR="007D0FEC" w:rsidRPr="009F3366" w:rsidTr="002E4035">
        <w:trPr>
          <w:cantSplit/>
          <w:trHeight w:hRule="exact" w:val="800"/>
        </w:trPr>
        <w:tc>
          <w:tcPr>
            <w:tcW w:w="3686" w:type="dxa"/>
            <w:vMerge/>
          </w:tcPr>
          <w:p w:rsidR="007D0FEC" w:rsidRPr="009F3366" w:rsidRDefault="007D0FEC" w:rsidP="00843141">
            <w:pPr>
              <w:pStyle w:val="Textebrut"/>
              <w:ind w:left="360"/>
              <w:rPr>
                <w:rFonts w:ascii="Verdana" w:hAnsi="Verdana"/>
                <w:b/>
                <w:u w:val="single"/>
              </w:rPr>
            </w:pPr>
          </w:p>
        </w:tc>
        <w:tc>
          <w:tcPr>
            <w:tcW w:w="1984" w:type="dxa"/>
            <w:vAlign w:val="center"/>
          </w:tcPr>
          <w:p w:rsidR="007D0FEC" w:rsidRPr="009F3366" w:rsidRDefault="007D0FEC" w:rsidP="007D0FEC">
            <w:pPr>
              <w:pStyle w:val="Textebrut"/>
              <w:ind w:left="360"/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>20</w:t>
            </w:r>
            <w:r w:rsidR="00C61E5B" w:rsidRPr="009F3366">
              <w:rPr>
                <w:rFonts w:ascii="Verdana" w:hAnsi="Verdana"/>
              </w:rPr>
              <w:t>21</w:t>
            </w:r>
            <w:r w:rsidRPr="009F3366">
              <w:rPr>
                <w:rFonts w:ascii="Verdana" w:hAnsi="Verdana"/>
              </w:rPr>
              <w:t> :</w:t>
            </w:r>
          </w:p>
        </w:tc>
        <w:tc>
          <w:tcPr>
            <w:tcW w:w="3544" w:type="dxa"/>
            <w:gridSpan w:val="2"/>
            <w:tcBorders>
              <w:bottom w:val="nil"/>
            </w:tcBorders>
            <w:vAlign w:val="center"/>
          </w:tcPr>
          <w:p w:rsidR="007D0FEC" w:rsidRPr="009F3366" w:rsidRDefault="007D0FEC" w:rsidP="00843141">
            <w:pPr>
              <w:pStyle w:val="Textebrut"/>
              <w:ind w:left="360"/>
              <w:jc w:val="right"/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>€</w:t>
            </w:r>
          </w:p>
        </w:tc>
      </w:tr>
      <w:tr w:rsidR="007D0FEC" w:rsidRPr="009F3366" w:rsidTr="002E4035">
        <w:trPr>
          <w:cantSplit/>
          <w:trHeight w:hRule="exact" w:val="800"/>
        </w:trPr>
        <w:tc>
          <w:tcPr>
            <w:tcW w:w="3686" w:type="dxa"/>
            <w:vMerge/>
          </w:tcPr>
          <w:p w:rsidR="007D0FEC" w:rsidRPr="009F3366" w:rsidRDefault="007D0FEC" w:rsidP="00843141">
            <w:pPr>
              <w:pStyle w:val="Textebrut"/>
              <w:ind w:left="360"/>
              <w:rPr>
                <w:rFonts w:ascii="Verdana" w:hAnsi="Verdana"/>
                <w:b/>
                <w:u w:val="single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7D0FEC" w:rsidRPr="009F3366" w:rsidRDefault="007D0FEC" w:rsidP="007D0FEC">
            <w:pPr>
              <w:pStyle w:val="Textebrut"/>
              <w:ind w:left="360"/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>202</w:t>
            </w:r>
            <w:r w:rsidR="00C61E5B" w:rsidRPr="009F3366">
              <w:rPr>
                <w:rFonts w:ascii="Verdana" w:hAnsi="Verdana"/>
              </w:rPr>
              <w:t>2</w:t>
            </w:r>
            <w:r w:rsidRPr="009F3366">
              <w:rPr>
                <w:rFonts w:ascii="Verdana" w:hAnsi="Verdana"/>
              </w:rPr>
              <w:t xml:space="preserve"> : 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vAlign w:val="center"/>
          </w:tcPr>
          <w:p w:rsidR="007D0FEC" w:rsidRPr="009F3366" w:rsidRDefault="007D0FEC" w:rsidP="00843141">
            <w:pPr>
              <w:pStyle w:val="Textebrut"/>
              <w:ind w:left="360"/>
              <w:jc w:val="right"/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>€</w:t>
            </w:r>
          </w:p>
        </w:tc>
      </w:tr>
      <w:tr w:rsidR="007D0FEC" w:rsidRPr="009F3366" w:rsidTr="002E4035">
        <w:trPr>
          <w:cantSplit/>
          <w:trHeight w:hRule="exact" w:val="800"/>
        </w:trPr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D0FEC" w:rsidRPr="009F3366" w:rsidRDefault="007D0FEC" w:rsidP="00843141">
            <w:pPr>
              <w:pStyle w:val="Textebrut"/>
              <w:ind w:left="360"/>
              <w:rPr>
                <w:rFonts w:ascii="Verdana" w:hAnsi="Verdana"/>
                <w:b/>
                <w:u w:val="single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7D0FEC" w:rsidRPr="009F3366" w:rsidRDefault="00C61E5B" w:rsidP="007D0FEC">
            <w:pPr>
              <w:pStyle w:val="Textebrut"/>
              <w:ind w:left="360"/>
              <w:rPr>
                <w:rFonts w:ascii="Verdana" w:hAnsi="Verdana"/>
              </w:rPr>
            </w:pPr>
            <w:r w:rsidRPr="009F3366">
              <w:rPr>
                <w:rFonts w:ascii="Verdana" w:hAnsi="Verdana"/>
              </w:rPr>
              <w:t>2023</w:t>
            </w:r>
            <w:r w:rsidR="007D0FEC" w:rsidRPr="009F3366">
              <w:rPr>
                <w:rFonts w:ascii="Verdana" w:hAnsi="Verdana"/>
              </w:rPr>
              <w:t xml:space="preserve"> :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vAlign w:val="center"/>
          </w:tcPr>
          <w:p w:rsidR="007D0FEC" w:rsidRPr="009F3366" w:rsidRDefault="007D0FEC" w:rsidP="00843141">
            <w:pPr>
              <w:pStyle w:val="Textebrut"/>
              <w:ind w:left="360"/>
              <w:jc w:val="right"/>
              <w:rPr>
                <w:rFonts w:ascii="Verdana" w:hAnsi="Verdana"/>
              </w:rPr>
            </w:pPr>
          </w:p>
        </w:tc>
      </w:tr>
      <w:tr w:rsidR="0050054F" w:rsidRPr="009F3366" w:rsidTr="00843141">
        <w:trPr>
          <w:cantSplit/>
          <w:trHeight w:val="75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4F" w:rsidRPr="009F3366" w:rsidRDefault="0050054F" w:rsidP="00843141">
            <w:pPr>
              <w:pStyle w:val="Textebrut"/>
              <w:ind w:left="360"/>
              <w:rPr>
                <w:rFonts w:ascii="Verdana" w:hAnsi="Verdana"/>
                <w:b/>
                <w:u w:val="single"/>
              </w:rPr>
            </w:pPr>
          </w:p>
          <w:p w:rsidR="0050054F" w:rsidRPr="009F3366" w:rsidRDefault="0050054F" w:rsidP="00843141">
            <w:pPr>
              <w:pStyle w:val="Textebrut"/>
              <w:ind w:left="360"/>
              <w:rPr>
                <w:rFonts w:ascii="Verdana" w:hAnsi="Verdana"/>
                <w:b/>
                <w:u w:val="single"/>
              </w:rPr>
            </w:pPr>
            <w:r w:rsidRPr="009F3366">
              <w:rPr>
                <w:rFonts w:ascii="Verdana" w:hAnsi="Verdana"/>
                <w:b/>
                <w:u w:val="single"/>
              </w:rPr>
              <w:t>TOTAL :</w:t>
            </w:r>
            <w:r w:rsidRPr="009F3366">
              <w:rPr>
                <w:rFonts w:ascii="Verdana" w:hAnsi="Verdana"/>
                <w:b/>
              </w:rPr>
              <w:tab/>
            </w:r>
            <w:r w:rsidRPr="009F3366">
              <w:rPr>
                <w:rFonts w:ascii="Verdana" w:hAnsi="Verdana"/>
                <w:b/>
              </w:rPr>
              <w:tab/>
            </w:r>
            <w:r w:rsidRPr="009F3366">
              <w:rPr>
                <w:rFonts w:ascii="Verdana" w:hAnsi="Verdana"/>
                <w:b/>
              </w:rPr>
              <w:tab/>
              <w:t>€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0054F" w:rsidRPr="009F3366" w:rsidRDefault="0050054F" w:rsidP="00843141">
            <w:pPr>
              <w:pStyle w:val="Textebrut"/>
              <w:ind w:left="360"/>
              <w:rPr>
                <w:rFonts w:ascii="Verdana" w:hAnsi="Verdana"/>
                <w:u w:val="single"/>
              </w:rPr>
            </w:pPr>
            <w:r w:rsidRPr="009F3366">
              <w:rPr>
                <w:rFonts w:ascii="Verdana" w:hAnsi="Verdana"/>
                <w:b/>
                <w:u w:val="single"/>
              </w:rPr>
              <w:br/>
              <w:t>TOTAL :</w:t>
            </w:r>
            <w:r w:rsidRPr="009F3366">
              <w:rPr>
                <w:rFonts w:ascii="Verdana" w:hAnsi="Verdana"/>
                <w:b/>
              </w:rPr>
              <w:tab/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4F" w:rsidRPr="009F3366" w:rsidRDefault="0050054F" w:rsidP="00843141">
            <w:pPr>
              <w:pStyle w:val="Textebrut"/>
              <w:ind w:left="360"/>
              <w:jc w:val="right"/>
              <w:rPr>
                <w:rFonts w:ascii="Verdana" w:hAnsi="Verdana"/>
                <w:b/>
              </w:rPr>
            </w:pPr>
            <w:r w:rsidRPr="009F3366">
              <w:rPr>
                <w:rFonts w:ascii="Verdana" w:hAnsi="Verdana"/>
                <w:u w:val="single"/>
              </w:rPr>
              <w:br/>
            </w:r>
            <w:r w:rsidRPr="009F3366">
              <w:rPr>
                <w:rFonts w:ascii="Verdana" w:hAnsi="Verdana"/>
                <w:b/>
              </w:rPr>
              <w:t>€</w:t>
            </w:r>
          </w:p>
        </w:tc>
      </w:tr>
    </w:tbl>
    <w:p w:rsidR="0050054F" w:rsidRPr="009F3366" w:rsidRDefault="0050054F" w:rsidP="0050054F">
      <w:pPr>
        <w:pStyle w:val="Textebrut"/>
        <w:ind w:left="360"/>
        <w:rPr>
          <w:rFonts w:ascii="Verdana" w:hAnsi="Verdana"/>
          <w:b/>
        </w:rPr>
      </w:pPr>
      <w:r w:rsidRPr="009F3366">
        <w:rPr>
          <w:rFonts w:ascii="Verdana" w:hAnsi="Verdana"/>
          <w:b/>
        </w:rPr>
        <w:t xml:space="preserve"> </w:t>
      </w:r>
    </w:p>
    <w:p w:rsidR="003E65E1" w:rsidRPr="009F3366" w:rsidRDefault="003E65E1">
      <w:pPr>
        <w:spacing w:after="200" w:line="276" w:lineRule="auto"/>
        <w:jc w:val="left"/>
        <w:rPr>
          <w:rFonts w:ascii="Verdana" w:hAnsi="Verdana"/>
          <w:sz w:val="20"/>
        </w:rPr>
        <w:sectPr w:rsidR="003E65E1" w:rsidRPr="009F3366" w:rsidSect="0050054F">
          <w:pgSz w:w="11906" w:h="16838"/>
          <w:pgMar w:top="993" w:right="1274" w:bottom="851" w:left="1417" w:header="0" w:footer="283" w:gutter="0"/>
          <w:cols w:space="708"/>
          <w:docGrid w:linePitch="360"/>
        </w:sectPr>
      </w:pPr>
    </w:p>
    <w:p w:rsidR="0050054F" w:rsidRPr="009F3366" w:rsidRDefault="0050054F" w:rsidP="0050054F">
      <w:pPr>
        <w:pStyle w:val="Textebrut"/>
        <w:numPr>
          <w:ilvl w:val="0"/>
          <w:numId w:val="6"/>
        </w:numPr>
        <w:rPr>
          <w:rFonts w:ascii="Verdana" w:hAnsi="Verdana"/>
          <w:u w:val="single"/>
        </w:rPr>
      </w:pPr>
      <w:r w:rsidRPr="009F3366">
        <w:rPr>
          <w:rFonts w:ascii="Verdana" w:hAnsi="Verdana"/>
          <w:u w:val="single"/>
        </w:rPr>
        <w:t>Programme financier d'exploitation ultérieure :</w:t>
      </w:r>
    </w:p>
    <w:p w:rsidR="0050054F" w:rsidRPr="009F3366" w:rsidRDefault="00095348" w:rsidP="0050054F">
      <w:pPr>
        <w:pStyle w:val="Textebrut"/>
        <w:ind w:left="360"/>
        <w:rPr>
          <w:rFonts w:ascii="Verdana" w:hAnsi="Verdana"/>
        </w:rPr>
      </w:pPr>
      <w:r w:rsidRPr="009F3366">
        <w:rPr>
          <w:rFonts w:ascii="Verdana" w:hAnsi="Verdana"/>
        </w:rPr>
        <w:t>(</w:t>
      </w:r>
      <w:r w:rsidR="00DA0343" w:rsidRPr="009F3366">
        <w:rPr>
          <w:rFonts w:ascii="Verdana" w:hAnsi="Verdana"/>
        </w:rPr>
        <w:t>I</w:t>
      </w:r>
      <w:r w:rsidRPr="009F3366">
        <w:rPr>
          <w:rFonts w:ascii="Verdana" w:hAnsi="Verdana"/>
        </w:rPr>
        <w:t>l s'agit d'apporter des éléments permettant à l'administration d'appréhender la capacité de rentabilisation des achats ou travaux envisagés en présentant les chiffres relatifs aux actifs aut</w:t>
      </w:r>
      <w:r w:rsidR="00DA0343" w:rsidRPr="009F3366">
        <w:rPr>
          <w:rFonts w:ascii="Verdana" w:hAnsi="Verdana"/>
        </w:rPr>
        <w:t>res qu'immobiliers  par rapport</w:t>
      </w:r>
      <w:r w:rsidRPr="009F3366">
        <w:rPr>
          <w:rFonts w:ascii="Verdana" w:hAnsi="Verdana"/>
        </w:rPr>
        <w:t xml:space="preserve"> aux charges annuelles de "fonctionnement"</w:t>
      </w:r>
      <w:r w:rsidR="00DA0343" w:rsidRPr="009F3366">
        <w:rPr>
          <w:rFonts w:ascii="Verdana" w:hAnsi="Verdana"/>
        </w:rPr>
        <w:t>.</w:t>
      </w:r>
      <w:r w:rsidRPr="009F3366">
        <w:rPr>
          <w:rFonts w:ascii="Verdana" w:hAnsi="Verdana"/>
        </w:rPr>
        <w:t>)</w:t>
      </w:r>
      <w:r w:rsidR="0050054F" w:rsidRPr="009F3366">
        <w:rPr>
          <w:rFonts w:ascii="Verdana" w:hAnsi="Verdana"/>
        </w:rPr>
        <w:br/>
      </w:r>
    </w:p>
    <w:p w:rsidR="0050054F" w:rsidRPr="009F3366" w:rsidRDefault="0050054F" w:rsidP="0050054F">
      <w:pPr>
        <w:tabs>
          <w:tab w:val="left" w:pos="567"/>
          <w:tab w:val="left" w:pos="4820"/>
          <w:tab w:val="left" w:pos="5670"/>
        </w:tabs>
        <w:jc w:val="center"/>
        <w:rPr>
          <w:rFonts w:ascii="Verdana" w:hAnsi="Verdana"/>
          <w:b/>
          <w:sz w:val="20"/>
        </w:rPr>
      </w:pPr>
      <w:r w:rsidRPr="009F3366">
        <w:rPr>
          <w:rFonts w:ascii="Verdana" w:hAnsi="Verdana"/>
          <w:b/>
          <w:sz w:val="20"/>
          <w:u w:val="single"/>
        </w:rPr>
        <w:t>BALANCE DES RECETTES ET DES DEPENSES</w:t>
      </w:r>
      <w:r w:rsidRPr="009F3366">
        <w:rPr>
          <w:rFonts w:ascii="Verdana" w:hAnsi="Verdana"/>
          <w:b/>
          <w:sz w:val="20"/>
        </w:rPr>
        <w:t>.</w:t>
      </w:r>
    </w:p>
    <w:p w:rsidR="0050054F" w:rsidRPr="009F3366" w:rsidRDefault="0050054F" w:rsidP="00B63C7C">
      <w:pPr>
        <w:tabs>
          <w:tab w:val="left" w:pos="567"/>
          <w:tab w:val="left" w:pos="4820"/>
          <w:tab w:val="left" w:pos="5670"/>
        </w:tabs>
        <w:jc w:val="left"/>
        <w:rPr>
          <w:rFonts w:ascii="Verdana" w:hAnsi="Verdana"/>
          <w:b/>
          <w:sz w:val="20"/>
        </w:rPr>
      </w:pPr>
    </w:p>
    <w:tbl>
      <w:tblPr>
        <w:tblStyle w:val="Grilledutableau"/>
        <w:tblW w:w="9431" w:type="dxa"/>
        <w:tblLook w:val="04A0" w:firstRow="1" w:lastRow="0" w:firstColumn="1" w:lastColumn="0" w:noHBand="0" w:noVBand="1"/>
      </w:tblPr>
      <w:tblGrid>
        <w:gridCol w:w="2943"/>
        <w:gridCol w:w="1677"/>
        <w:gridCol w:w="3001"/>
        <w:gridCol w:w="1810"/>
      </w:tblGrid>
      <w:tr w:rsidR="00B63C7C" w:rsidRPr="009F3366" w:rsidTr="00854FDC">
        <w:tc>
          <w:tcPr>
            <w:tcW w:w="4620" w:type="dxa"/>
            <w:gridSpan w:val="2"/>
          </w:tcPr>
          <w:p w:rsidR="00B63C7C" w:rsidRPr="009F3366" w:rsidRDefault="00B63C7C" w:rsidP="00B63C7C">
            <w:pPr>
              <w:jc w:val="center"/>
              <w:rPr>
                <w:rFonts w:ascii="Verdana" w:hAnsi="Verdana"/>
                <w:b/>
                <w:sz w:val="20"/>
                <w:u w:val="single"/>
              </w:rPr>
            </w:pPr>
            <w:r w:rsidRPr="009F3366">
              <w:rPr>
                <w:rFonts w:ascii="Verdana" w:hAnsi="Verdana"/>
                <w:b/>
                <w:sz w:val="20"/>
                <w:u w:val="single"/>
              </w:rPr>
              <w:t>RECETTES</w:t>
            </w:r>
          </w:p>
        </w:tc>
        <w:tc>
          <w:tcPr>
            <w:tcW w:w="4811" w:type="dxa"/>
            <w:gridSpan w:val="2"/>
          </w:tcPr>
          <w:p w:rsidR="00B63C7C" w:rsidRPr="009F3366" w:rsidRDefault="00B63C7C" w:rsidP="00B63C7C">
            <w:pPr>
              <w:jc w:val="center"/>
              <w:rPr>
                <w:rFonts w:ascii="Verdana" w:hAnsi="Verdana"/>
                <w:b/>
                <w:sz w:val="20"/>
                <w:u w:val="single"/>
              </w:rPr>
            </w:pPr>
            <w:r w:rsidRPr="009F3366">
              <w:rPr>
                <w:rFonts w:ascii="Verdana" w:hAnsi="Verdana"/>
                <w:b/>
                <w:sz w:val="20"/>
                <w:u w:val="single"/>
              </w:rPr>
              <w:t>DEPENSES</w:t>
            </w:r>
          </w:p>
        </w:tc>
      </w:tr>
      <w:tr w:rsidR="0088287B" w:rsidRPr="009F3366" w:rsidTr="00854FDC">
        <w:trPr>
          <w:trHeight w:val="70"/>
        </w:trPr>
        <w:tc>
          <w:tcPr>
            <w:tcW w:w="9431" w:type="dxa"/>
            <w:gridSpan w:val="4"/>
          </w:tcPr>
          <w:p w:rsidR="0088287B" w:rsidRPr="009F3366" w:rsidRDefault="0088287B" w:rsidP="0088287B">
            <w:pPr>
              <w:jc w:val="left"/>
              <w:rPr>
                <w:rFonts w:ascii="Verdana" w:hAnsi="Verdana"/>
                <w:sz w:val="20"/>
              </w:rPr>
            </w:pPr>
          </w:p>
        </w:tc>
      </w:tr>
      <w:tr w:rsidR="0088287B" w:rsidRPr="009F3366" w:rsidTr="00854FDC">
        <w:tc>
          <w:tcPr>
            <w:tcW w:w="4620" w:type="dxa"/>
            <w:gridSpan w:val="2"/>
          </w:tcPr>
          <w:p w:rsidR="0088287B" w:rsidRPr="009F3366" w:rsidRDefault="0088287B" w:rsidP="0088287B">
            <w:pPr>
              <w:jc w:val="center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Nombre d'entrées payantes et prix unitaire</w:t>
            </w:r>
          </w:p>
        </w:tc>
        <w:tc>
          <w:tcPr>
            <w:tcW w:w="4811" w:type="dxa"/>
            <w:gridSpan w:val="2"/>
          </w:tcPr>
          <w:p w:rsidR="0088287B" w:rsidRPr="009F3366" w:rsidRDefault="0088287B" w:rsidP="005623F9">
            <w:pPr>
              <w:jc w:val="lef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 xml:space="preserve">Frais de </w:t>
            </w:r>
            <w:r w:rsidR="005623F9" w:rsidRPr="009F3366">
              <w:rPr>
                <w:rFonts w:ascii="Verdana" w:hAnsi="Verdana"/>
                <w:sz w:val="20"/>
              </w:rPr>
              <w:t>personnel</w:t>
            </w:r>
          </w:p>
        </w:tc>
      </w:tr>
      <w:tr w:rsidR="0088287B" w:rsidRPr="009F3366" w:rsidTr="00854FDC">
        <w:tc>
          <w:tcPr>
            <w:tcW w:w="2943" w:type="dxa"/>
          </w:tcPr>
          <w:p w:rsidR="0088287B" w:rsidRPr="009F3366" w:rsidRDefault="0088287B" w:rsidP="00843141">
            <w:pPr>
              <w:jc w:val="lef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Adultes :</w:t>
            </w:r>
          </w:p>
        </w:tc>
        <w:tc>
          <w:tcPr>
            <w:tcW w:w="1677" w:type="dxa"/>
          </w:tcPr>
          <w:p w:rsidR="0088287B" w:rsidRPr="009F3366" w:rsidRDefault="0088287B" w:rsidP="00843141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  <w:tc>
          <w:tcPr>
            <w:tcW w:w="3001" w:type="dxa"/>
          </w:tcPr>
          <w:p w:rsidR="0088287B" w:rsidRPr="009F3366" w:rsidRDefault="005623F9" w:rsidP="00843141">
            <w:pPr>
              <w:jc w:val="lef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 xml:space="preserve">Salaires nets : </w:t>
            </w:r>
          </w:p>
        </w:tc>
        <w:tc>
          <w:tcPr>
            <w:tcW w:w="1810" w:type="dxa"/>
          </w:tcPr>
          <w:p w:rsidR="0088287B" w:rsidRPr="009F3366" w:rsidRDefault="007F78DD" w:rsidP="00C60FCA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</w:tr>
      <w:tr w:rsidR="0088287B" w:rsidRPr="009F3366" w:rsidTr="00854FDC">
        <w:tc>
          <w:tcPr>
            <w:tcW w:w="2943" w:type="dxa"/>
          </w:tcPr>
          <w:p w:rsidR="0088287B" w:rsidRPr="009F3366" w:rsidRDefault="0088287B" w:rsidP="00843141">
            <w:pPr>
              <w:jc w:val="lef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Enfants :</w:t>
            </w:r>
          </w:p>
        </w:tc>
        <w:tc>
          <w:tcPr>
            <w:tcW w:w="1677" w:type="dxa"/>
          </w:tcPr>
          <w:p w:rsidR="0088287B" w:rsidRPr="009F3366" w:rsidRDefault="0088287B" w:rsidP="00843141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  <w:tc>
          <w:tcPr>
            <w:tcW w:w="3001" w:type="dxa"/>
          </w:tcPr>
          <w:p w:rsidR="0088287B" w:rsidRPr="009F3366" w:rsidRDefault="005623F9" w:rsidP="00843141">
            <w:pPr>
              <w:jc w:val="lef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Charges patronales :</w:t>
            </w:r>
          </w:p>
        </w:tc>
        <w:tc>
          <w:tcPr>
            <w:tcW w:w="1810" w:type="dxa"/>
          </w:tcPr>
          <w:p w:rsidR="0088287B" w:rsidRPr="009F3366" w:rsidRDefault="007F78DD" w:rsidP="00C60FCA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</w:tr>
      <w:tr w:rsidR="0088287B" w:rsidRPr="009F3366" w:rsidTr="00854FDC">
        <w:tc>
          <w:tcPr>
            <w:tcW w:w="2943" w:type="dxa"/>
          </w:tcPr>
          <w:p w:rsidR="0088287B" w:rsidRPr="009F3366" w:rsidRDefault="0088287B" w:rsidP="00843141">
            <w:pPr>
              <w:jc w:val="lef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Groupes :</w:t>
            </w:r>
          </w:p>
        </w:tc>
        <w:tc>
          <w:tcPr>
            <w:tcW w:w="1677" w:type="dxa"/>
          </w:tcPr>
          <w:p w:rsidR="0088287B" w:rsidRPr="009F3366" w:rsidRDefault="0088287B" w:rsidP="00843141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  <w:tc>
          <w:tcPr>
            <w:tcW w:w="3001" w:type="dxa"/>
          </w:tcPr>
          <w:p w:rsidR="0088287B" w:rsidRPr="009F3366" w:rsidRDefault="005623F9" w:rsidP="00843141">
            <w:pPr>
              <w:jc w:val="lef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Frais de fonctionnement</w:t>
            </w:r>
          </w:p>
        </w:tc>
        <w:tc>
          <w:tcPr>
            <w:tcW w:w="1810" w:type="dxa"/>
          </w:tcPr>
          <w:p w:rsidR="0088287B" w:rsidRPr="009F3366" w:rsidRDefault="0088287B" w:rsidP="00C60FCA">
            <w:pPr>
              <w:jc w:val="right"/>
              <w:rPr>
                <w:rFonts w:ascii="Verdana" w:hAnsi="Verdana"/>
                <w:sz w:val="20"/>
              </w:rPr>
            </w:pPr>
          </w:p>
        </w:tc>
      </w:tr>
      <w:tr w:rsidR="0088287B" w:rsidRPr="009F3366" w:rsidTr="00854FDC">
        <w:tc>
          <w:tcPr>
            <w:tcW w:w="2943" w:type="dxa"/>
          </w:tcPr>
          <w:p w:rsidR="0088287B" w:rsidRPr="009F3366" w:rsidRDefault="0088287B" w:rsidP="00843141">
            <w:pPr>
              <w:jc w:val="lef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Autres :</w:t>
            </w:r>
          </w:p>
        </w:tc>
        <w:tc>
          <w:tcPr>
            <w:tcW w:w="1677" w:type="dxa"/>
          </w:tcPr>
          <w:p w:rsidR="0088287B" w:rsidRPr="009F3366" w:rsidRDefault="0088287B" w:rsidP="00843141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  <w:tc>
          <w:tcPr>
            <w:tcW w:w="3001" w:type="dxa"/>
          </w:tcPr>
          <w:p w:rsidR="0088287B" w:rsidRPr="009F3366" w:rsidRDefault="00DD6420" w:rsidP="00DD6420">
            <w:pPr>
              <w:jc w:val="lef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 xml:space="preserve">Fournitures d'énergies </w:t>
            </w:r>
            <w:r w:rsidR="00A7017D" w:rsidRPr="009F3366">
              <w:rPr>
                <w:rFonts w:ascii="Verdana" w:hAnsi="Verdana"/>
                <w:sz w:val="20"/>
              </w:rPr>
              <w:t>:</w:t>
            </w:r>
          </w:p>
        </w:tc>
        <w:tc>
          <w:tcPr>
            <w:tcW w:w="1810" w:type="dxa"/>
          </w:tcPr>
          <w:p w:rsidR="0088287B" w:rsidRPr="009F3366" w:rsidRDefault="007F78DD" w:rsidP="00C60FCA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</w:tr>
      <w:tr w:rsidR="0088287B" w:rsidRPr="009F3366" w:rsidTr="00854FDC">
        <w:tc>
          <w:tcPr>
            <w:tcW w:w="4620" w:type="dxa"/>
            <w:gridSpan w:val="2"/>
          </w:tcPr>
          <w:p w:rsidR="0088287B" w:rsidRPr="009F3366" w:rsidRDefault="0088287B" w:rsidP="0088287B">
            <w:pPr>
              <w:jc w:val="center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Recettes entrées</w:t>
            </w:r>
          </w:p>
        </w:tc>
        <w:tc>
          <w:tcPr>
            <w:tcW w:w="3001" w:type="dxa"/>
          </w:tcPr>
          <w:p w:rsidR="0088287B" w:rsidRPr="009F3366" w:rsidRDefault="00DD6420" w:rsidP="00843141">
            <w:pPr>
              <w:jc w:val="lef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Fournitures de bureau</w:t>
            </w:r>
            <w:r w:rsidR="00A7017D" w:rsidRPr="009F3366">
              <w:rPr>
                <w:rFonts w:ascii="Verdana" w:hAnsi="Verdana"/>
                <w:sz w:val="20"/>
              </w:rPr>
              <w:t xml:space="preserve"> :</w:t>
            </w:r>
          </w:p>
        </w:tc>
        <w:tc>
          <w:tcPr>
            <w:tcW w:w="1810" w:type="dxa"/>
          </w:tcPr>
          <w:p w:rsidR="0088287B" w:rsidRPr="009F3366" w:rsidRDefault="007F78DD" w:rsidP="00C60FCA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</w:tr>
      <w:tr w:rsidR="0088287B" w:rsidRPr="009F3366" w:rsidTr="00854FDC">
        <w:tc>
          <w:tcPr>
            <w:tcW w:w="2943" w:type="dxa"/>
          </w:tcPr>
          <w:p w:rsidR="0088287B" w:rsidRPr="009F3366" w:rsidRDefault="0088287B" w:rsidP="00843141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677" w:type="dxa"/>
          </w:tcPr>
          <w:p w:rsidR="0088287B" w:rsidRPr="009F3366" w:rsidRDefault="0088287B" w:rsidP="00843141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  <w:tc>
          <w:tcPr>
            <w:tcW w:w="3001" w:type="dxa"/>
          </w:tcPr>
          <w:p w:rsidR="0088287B" w:rsidRPr="009F3366" w:rsidRDefault="0006616F" w:rsidP="00843141">
            <w:pPr>
              <w:jc w:val="lef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Téléphonie - GSM</w:t>
            </w:r>
            <w:r w:rsidR="00A7017D" w:rsidRPr="009F3366">
              <w:rPr>
                <w:rFonts w:ascii="Verdana" w:hAnsi="Verdana"/>
                <w:sz w:val="20"/>
              </w:rPr>
              <w:t>:</w:t>
            </w:r>
          </w:p>
        </w:tc>
        <w:tc>
          <w:tcPr>
            <w:tcW w:w="1810" w:type="dxa"/>
          </w:tcPr>
          <w:p w:rsidR="0088287B" w:rsidRPr="009F3366" w:rsidRDefault="007F78DD" w:rsidP="00C60FCA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</w:tr>
      <w:tr w:rsidR="0088287B" w:rsidRPr="009F3366" w:rsidTr="00854FDC">
        <w:tc>
          <w:tcPr>
            <w:tcW w:w="4620" w:type="dxa"/>
            <w:gridSpan w:val="2"/>
          </w:tcPr>
          <w:p w:rsidR="0088287B" w:rsidRPr="009F3366" w:rsidRDefault="0088287B" w:rsidP="0088287B">
            <w:pPr>
              <w:jc w:val="center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Subside communal récursif</w:t>
            </w:r>
          </w:p>
        </w:tc>
        <w:tc>
          <w:tcPr>
            <w:tcW w:w="3001" w:type="dxa"/>
          </w:tcPr>
          <w:p w:rsidR="0088287B" w:rsidRPr="009F3366" w:rsidRDefault="00012C64" w:rsidP="00843141">
            <w:pPr>
              <w:jc w:val="lef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Assurances :</w:t>
            </w:r>
          </w:p>
        </w:tc>
        <w:tc>
          <w:tcPr>
            <w:tcW w:w="1810" w:type="dxa"/>
          </w:tcPr>
          <w:p w:rsidR="0088287B" w:rsidRPr="009F3366" w:rsidRDefault="007F78DD" w:rsidP="00C60FCA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</w:tr>
      <w:tr w:rsidR="0088287B" w:rsidRPr="009F3366" w:rsidTr="00854FDC">
        <w:tc>
          <w:tcPr>
            <w:tcW w:w="2943" w:type="dxa"/>
          </w:tcPr>
          <w:p w:rsidR="0088287B" w:rsidRPr="009F3366" w:rsidRDefault="0088287B" w:rsidP="00843141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677" w:type="dxa"/>
          </w:tcPr>
          <w:p w:rsidR="0088287B" w:rsidRPr="009F3366" w:rsidRDefault="0088287B" w:rsidP="00843141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  <w:tc>
          <w:tcPr>
            <w:tcW w:w="3001" w:type="dxa"/>
          </w:tcPr>
          <w:p w:rsidR="0088287B" w:rsidRPr="009F3366" w:rsidRDefault="00012C64" w:rsidP="00843141">
            <w:pPr>
              <w:jc w:val="lef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Divers :</w:t>
            </w:r>
          </w:p>
        </w:tc>
        <w:tc>
          <w:tcPr>
            <w:tcW w:w="1810" w:type="dxa"/>
          </w:tcPr>
          <w:p w:rsidR="0088287B" w:rsidRPr="009F3366" w:rsidRDefault="00012C64" w:rsidP="00C60FCA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</w:tr>
      <w:tr w:rsidR="00AB4874" w:rsidRPr="009F3366" w:rsidTr="00854FDC">
        <w:tc>
          <w:tcPr>
            <w:tcW w:w="4620" w:type="dxa"/>
            <w:gridSpan w:val="2"/>
          </w:tcPr>
          <w:p w:rsidR="00AB4874" w:rsidRPr="009F3366" w:rsidRDefault="00AB4874" w:rsidP="00295DB5">
            <w:pPr>
              <w:jc w:val="center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Don(s) récursif(s) (origine et montant)</w:t>
            </w:r>
          </w:p>
        </w:tc>
        <w:tc>
          <w:tcPr>
            <w:tcW w:w="3001" w:type="dxa"/>
          </w:tcPr>
          <w:p w:rsidR="00AB4874" w:rsidRPr="009F3366" w:rsidRDefault="007F78DD" w:rsidP="00843141">
            <w:pPr>
              <w:jc w:val="lef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Travaux d'entretien</w:t>
            </w:r>
          </w:p>
        </w:tc>
        <w:tc>
          <w:tcPr>
            <w:tcW w:w="1810" w:type="dxa"/>
          </w:tcPr>
          <w:p w:rsidR="00AB4874" w:rsidRPr="009F3366" w:rsidRDefault="00AB4874" w:rsidP="00C60FCA">
            <w:pPr>
              <w:jc w:val="right"/>
              <w:rPr>
                <w:rFonts w:ascii="Verdana" w:hAnsi="Verdana"/>
                <w:sz w:val="20"/>
              </w:rPr>
            </w:pPr>
          </w:p>
        </w:tc>
      </w:tr>
      <w:tr w:rsidR="00AB4874" w:rsidRPr="009F3366" w:rsidTr="00854FDC">
        <w:tc>
          <w:tcPr>
            <w:tcW w:w="2943" w:type="dxa"/>
          </w:tcPr>
          <w:p w:rsidR="00AB4874" w:rsidRPr="009F3366" w:rsidRDefault="00AB4874" w:rsidP="00AB4874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677" w:type="dxa"/>
          </w:tcPr>
          <w:p w:rsidR="00AB4874" w:rsidRPr="009F3366" w:rsidRDefault="00AB4874" w:rsidP="00AB4874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  <w:tc>
          <w:tcPr>
            <w:tcW w:w="3001" w:type="dxa"/>
          </w:tcPr>
          <w:p w:rsidR="00AB4874" w:rsidRPr="009F3366" w:rsidRDefault="00AB4874" w:rsidP="00843141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810" w:type="dxa"/>
          </w:tcPr>
          <w:p w:rsidR="00AB4874" w:rsidRPr="009F3366" w:rsidRDefault="007F78DD" w:rsidP="00C60FCA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</w:tr>
      <w:tr w:rsidR="00AB4874" w:rsidRPr="009F3366" w:rsidTr="00854FDC">
        <w:tc>
          <w:tcPr>
            <w:tcW w:w="2943" w:type="dxa"/>
          </w:tcPr>
          <w:p w:rsidR="00AB4874" w:rsidRPr="009F3366" w:rsidRDefault="00AB4874" w:rsidP="00AB4874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677" w:type="dxa"/>
          </w:tcPr>
          <w:p w:rsidR="00AB4874" w:rsidRPr="009F3366" w:rsidRDefault="00AB4874" w:rsidP="00AB4874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  <w:tc>
          <w:tcPr>
            <w:tcW w:w="3001" w:type="dxa"/>
          </w:tcPr>
          <w:p w:rsidR="00AB4874" w:rsidRPr="009F3366" w:rsidRDefault="00854FDC" w:rsidP="00843141">
            <w:pPr>
              <w:jc w:val="lef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Charges d'emprunt</w:t>
            </w:r>
          </w:p>
        </w:tc>
        <w:tc>
          <w:tcPr>
            <w:tcW w:w="1810" w:type="dxa"/>
          </w:tcPr>
          <w:p w:rsidR="00AB4874" w:rsidRPr="009F3366" w:rsidRDefault="00AB4874" w:rsidP="00C60FCA">
            <w:pPr>
              <w:jc w:val="right"/>
              <w:rPr>
                <w:rFonts w:ascii="Verdana" w:hAnsi="Verdana"/>
                <w:sz w:val="20"/>
              </w:rPr>
            </w:pPr>
          </w:p>
        </w:tc>
      </w:tr>
      <w:tr w:rsidR="00AB4874" w:rsidRPr="009F3366" w:rsidTr="00854FDC">
        <w:tc>
          <w:tcPr>
            <w:tcW w:w="2943" w:type="dxa"/>
          </w:tcPr>
          <w:p w:rsidR="00AB4874" w:rsidRPr="009F3366" w:rsidRDefault="00AB4874" w:rsidP="00AB4874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677" w:type="dxa"/>
          </w:tcPr>
          <w:p w:rsidR="00AB4874" w:rsidRPr="009F3366" w:rsidRDefault="00AB4874" w:rsidP="00AB4874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  <w:tc>
          <w:tcPr>
            <w:tcW w:w="3001" w:type="dxa"/>
          </w:tcPr>
          <w:p w:rsidR="00AB4874" w:rsidRPr="009F3366" w:rsidRDefault="00854FDC" w:rsidP="00843141">
            <w:pPr>
              <w:jc w:val="lef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Capital emprunté</w:t>
            </w:r>
          </w:p>
        </w:tc>
        <w:tc>
          <w:tcPr>
            <w:tcW w:w="1810" w:type="dxa"/>
          </w:tcPr>
          <w:p w:rsidR="00AB4874" w:rsidRPr="009F3366" w:rsidRDefault="00854FDC" w:rsidP="00C60FCA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</w:tr>
      <w:tr w:rsidR="00AB4874" w:rsidRPr="009F3366" w:rsidTr="00854FDC">
        <w:tc>
          <w:tcPr>
            <w:tcW w:w="2943" w:type="dxa"/>
          </w:tcPr>
          <w:p w:rsidR="00AB4874" w:rsidRPr="009F3366" w:rsidRDefault="00AB4874" w:rsidP="00AB4874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677" w:type="dxa"/>
          </w:tcPr>
          <w:p w:rsidR="00AB4874" w:rsidRPr="009F3366" w:rsidRDefault="00AB4874" w:rsidP="00AB4874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  <w:tc>
          <w:tcPr>
            <w:tcW w:w="3001" w:type="dxa"/>
          </w:tcPr>
          <w:p w:rsidR="00AB4874" w:rsidRPr="009F3366" w:rsidRDefault="00854FDC" w:rsidP="00843141">
            <w:pPr>
              <w:jc w:val="lef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Intérêt annuel</w:t>
            </w:r>
          </w:p>
        </w:tc>
        <w:tc>
          <w:tcPr>
            <w:tcW w:w="1810" w:type="dxa"/>
          </w:tcPr>
          <w:p w:rsidR="00AB4874" w:rsidRPr="009F3366" w:rsidRDefault="00854FDC" w:rsidP="00C60FCA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</w:tr>
      <w:tr w:rsidR="00AB4874" w:rsidRPr="009F3366" w:rsidTr="00854FDC">
        <w:tc>
          <w:tcPr>
            <w:tcW w:w="2943" w:type="dxa"/>
          </w:tcPr>
          <w:p w:rsidR="00AB4874" w:rsidRPr="009F3366" w:rsidRDefault="00AB4874" w:rsidP="00AB4874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677" w:type="dxa"/>
          </w:tcPr>
          <w:p w:rsidR="00AB4874" w:rsidRPr="009F3366" w:rsidRDefault="00AB4874" w:rsidP="00AB4874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  <w:tc>
          <w:tcPr>
            <w:tcW w:w="3001" w:type="dxa"/>
          </w:tcPr>
          <w:p w:rsidR="00AB4874" w:rsidRPr="009F3366" w:rsidRDefault="00AB4874" w:rsidP="00843141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810" w:type="dxa"/>
          </w:tcPr>
          <w:p w:rsidR="00AB4874" w:rsidRPr="009F3366" w:rsidRDefault="00AB4874" w:rsidP="00C60FCA">
            <w:pPr>
              <w:jc w:val="right"/>
              <w:rPr>
                <w:rFonts w:ascii="Verdana" w:hAnsi="Verdana"/>
                <w:sz w:val="20"/>
              </w:rPr>
            </w:pPr>
          </w:p>
        </w:tc>
      </w:tr>
      <w:tr w:rsidR="0088287B" w:rsidRPr="009F3366" w:rsidTr="00854FDC">
        <w:tc>
          <w:tcPr>
            <w:tcW w:w="4620" w:type="dxa"/>
            <w:gridSpan w:val="2"/>
          </w:tcPr>
          <w:p w:rsidR="0088287B" w:rsidRPr="009F3366" w:rsidRDefault="0088287B" w:rsidP="00295DB5">
            <w:pPr>
              <w:jc w:val="center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Bénéfices de manifestations récurrentes (nature et montant)</w:t>
            </w:r>
          </w:p>
        </w:tc>
        <w:tc>
          <w:tcPr>
            <w:tcW w:w="3001" w:type="dxa"/>
          </w:tcPr>
          <w:p w:rsidR="0088287B" w:rsidRPr="009F3366" w:rsidRDefault="00854FDC" w:rsidP="00843141">
            <w:pPr>
              <w:jc w:val="lef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Provision(s) pour investissement(s)</w:t>
            </w:r>
          </w:p>
        </w:tc>
        <w:tc>
          <w:tcPr>
            <w:tcW w:w="1810" w:type="dxa"/>
            <w:vAlign w:val="bottom"/>
          </w:tcPr>
          <w:p w:rsidR="0088287B" w:rsidRPr="009F3366" w:rsidRDefault="00854FDC" w:rsidP="00854FDC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</w:tr>
      <w:tr w:rsidR="00C60FCA" w:rsidRPr="009F3366" w:rsidTr="00854FDC">
        <w:tc>
          <w:tcPr>
            <w:tcW w:w="2943" w:type="dxa"/>
          </w:tcPr>
          <w:p w:rsidR="00C60FCA" w:rsidRPr="009F3366" w:rsidRDefault="00C60FCA" w:rsidP="00843141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677" w:type="dxa"/>
          </w:tcPr>
          <w:p w:rsidR="00C60FCA" w:rsidRPr="009F3366" w:rsidRDefault="00C60FCA" w:rsidP="00C60FCA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  <w:tc>
          <w:tcPr>
            <w:tcW w:w="3001" w:type="dxa"/>
          </w:tcPr>
          <w:p w:rsidR="00C60FCA" w:rsidRPr="009F3366" w:rsidRDefault="00C60FCA" w:rsidP="00C60FCA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810" w:type="dxa"/>
          </w:tcPr>
          <w:p w:rsidR="00C60FCA" w:rsidRPr="009F3366" w:rsidRDefault="00C60FCA" w:rsidP="00C60FCA">
            <w:pPr>
              <w:jc w:val="right"/>
              <w:rPr>
                <w:rFonts w:ascii="Verdana" w:hAnsi="Verdana"/>
                <w:sz w:val="20"/>
              </w:rPr>
            </w:pPr>
          </w:p>
        </w:tc>
      </w:tr>
      <w:tr w:rsidR="00C60FCA" w:rsidRPr="009F3366" w:rsidTr="00854FDC">
        <w:tc>
          <w:tcPr>
            <w:tcW w:w="2943" w:type="dxa"/>
          </w:tcPr>
          <w:p w:rsidR="00C60FCA" w:rsidRPr="009F3366" w:rsidRDefault="00C60FCA" w:rsidP="00843141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677" w:type="dxa"/>
          </w:tcPr>
          <w:p w:rsidR="00C60FCA" w:rsidRPr="009F3366" w:rsidRDefault="00C60FCA" w:rsidP="00C60FCA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  <w:tc>
          <w:tcPr>
            <w:tcW w:w="3001" w:type="dxa"/>
          </w:tcPr>
          <w:p w:rsidR="00C60FCA" w:rsidRPr="009F3366" w:rsidRDefault="00854FDC" w:rsidP="00C60FCA">
            <w:pPr>
              <w:jc w:val="lef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Autres dépenses</w:t>
            </w:r>
          </w:p>
        </w:tc>
        <w:tc>
          <w:tcPr>
            <w:tcW w:w="1810" w:type="dxa"/>
          </w:tcPr>
          <w:p w:rsidR="00C60FCA" w:rsidRPr="009F3366" w:rsidRDefault="00C60FCA" w:rsidP="00C60FCA">
            <w:pPr>
              <w:jc w:val="right"/>
              <w:rPr>
                <w:rFonts w:ascii="Verdana" w:hAnsi="Verdana"/>
                <w:sz w:val="20"/>
              </w:rPr>
            </w:pPr>
          </w:p>
        </w:tc>
      </w:tr>
      <w:tr w:rsidR="0088287B" w:rsidRPr="009F3366" w:rsidTr="00854FDC">
        <w:tc>
          <w:tcPr>
            <w:tcW w:w="2943" w:type="dxa"/>
          </w:tcPr>
          <w:p w:rsidR="0088287B" w:rsidRPr="009F3366" w:rsidRDefault="0088287B" w:rsidP="00843141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677" w:type="dxa"/>
          </w:tcPr>
          <w:p w:rsidR="0088287B" w:rsidRPr="009F3366" w:rsidRDefault="0088287B" w:rsidP="00C60FCA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  <w:tc>
          <w:tcPr>
            <w:tcW w:w="3001" w:type="dxa"/>
          </w:tcPr>
          <w:p w:rsidR="0088287B" w:rsidRPr="009F3366" w:rsidRDefault="0088287B" w:rsidP="00C60FCA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810" w:type="dxa"/>
          </w:tcPr>
          <w:p w:rsidR="0088287B" w:rsidRPr="009F3366" w:rsidRDefault="00854FDC" w:rsidP="00C60FCA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</w:tr>
      <w:tr w:rsidR="00C60FCA" w:rsidRPr="009F3366" w:rsidTr="00854FDC">
        <w:tc>
          <w:tcPr>
            <w:tcW w:w="2943" w:type="dxa"/>
          </w:tcPr>
          <w:p w:rsidR="00C60FCA" w:rsidRPr="009F3366" w:rsidRDefault="00C60FCA" w:rsidP="00843141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677" w:type="dxa"/>
          </w:tcPr>
          <w:p w:rsidR="00C60FCA" w:rsidRPr="009F3366" w:rsidRDefault="00C60FCA" w:rsidP="00C60FCA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  <w:tc>
          <w:tcPr>
            <w:tcW w:w="3001" w:type="dxa"/>
            <w:tcBorders>
              <w:bottom w:val="single" w:sz="4" w:space="0" w:color="auto"/>
            </w:tcBorders>
          </w:tcPr>
          <w:p w:rsidR="00C60FCA" w:rsidRPr="009F3366" w:rsidRDefault="00C60FCA" w:rsidP="00C60FCA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810" w:type="dxa"/>
            <w:tcBorders>
              <w:bottom w:val="single" w:sz="4" w:space="0" w:color="auto"/>
            </w:tcBorders>
          </w:tcPr>
          <w:p w:rsidR="00C60FCA" w:rsidRPr="009F3366" w:rsidRDefault="00854FDC" w:rsidP="00C60FCA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</w:tr>
      <w:tr w:rsidR="0088287B" w:rsidRPr="009F3366" w:rsidTr="00854FDC">
        <w:tc>
          <w:tcPr>
            <w:tcW w:w="2943" w:type="dxa"/>
            <w:tcBorders>
              <w:bottom w:val="single" w:sz="4" w:space="0" w:color="auto"/>
            </w:tcBorders>
          </w:tcPr>
          <w:p w:rsidR="0088287B" w:rsidRPr="009F3366" w:rsidRDefault="0088287B" w:rsidP="00843141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88287B" w:rsidRPr="009F3366" w:rsidRDefault="0088287B" w:rsidP="00C60FCA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  <w:tc>
          <w:tcPr>
            <w:tcW w:w="3001" w:type="dxa"/>
            <w:tcBorders>
              <w:bottom w:val="single" w:sz="4" w:space="0" w:color="auto"/>
            </w:tcBorders>
          </w:tcPr>
          <w:p w:rsidR="0088287B" w:rsidRPr="009F3366" w:rsidRDefault="0088287B" w:rsidP="00843141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810" w:type="dxa"/>
            <w:tcBorders>
              <w:bottom w:val="single" w:sz="4" w:space="0" w:color="auto"/>
            </w:tcBorders>
          </w:tcPr>
          <w:p w:rsidR="0088287B" w:rsidRPr="009F3366" w:rsidRDefault="00854FDC" w:rsidP="00C60FCA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</w:tr>
      <w:tr w:rsidR="0088287B" w:rsidRPr="009F3366" w:rsidTr="00854FDC">
        <w:tc>
          <w:tcPr>
            <w:tcW w:w="4620" w:type="dxa"/>
            <w:gridSpan w:val="2"/>
            <w:tcBorders>
              <w:right w:val="single" w:sz="4" w:space="0" w:color="auto"/>
            </w:tcBorders>
          </w:tcPr>
          <w:p w:rsidR="0088287B" w:rsidRPr="009F3366" w:rsidRDefault="0088287B" w:rsidP="00295DB5">
            <w:pPr>
              <w:jc w:val="center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Bénéfices sur activités commerciales (nature et montant)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287B" w:rsidRPr="009F3366" w:rsidRDefault="0088287B" w:rsidP="00843141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8287B" w:rsidRPr="009F3366" w:rsidRDefault="0088287B" w:rsidP="00C60FCA">
            <w:pPr>
              <w:jc w:val="right"/>
              <w:rPr>
                <w:rFonts w:ascii="Verdana" w:hAnsi="Verdana"/>
                <w:sz w:val="20"/>
              </w:rPr>
            </w:pPr>
          </w:p>
        </w:tc>
      </w:tr>
      <w:tr w:rsidR="0088287B" w:rsidRPr="009F3366" w:rsidTr="00854FDC">
        <w:tc>
          <w:tcPr>
            <w:tcW w:w="2943" w:type="dxa"/>
          </w:tcPr>
          <w:p w:rsidR="0088287B" w:rsidRPr="009F3366" w:rsidRDefault="0088287B" w:rsidP="00843141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88287B" w:rsidRPr="009F3366" w:rsidRDefault="0088287B" w:rsidP="00295DB5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  <w:tc>
          <w:tcPr>
            <w:tcW w:w="30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287B" w:rsidRPr="009F3366" w:rsidRDefault="0088287B" w:rsidP="00843141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287B" w:rsidRPr="009F3366" w:rsidRDefault="0088287B" w:rsidP="00C60FCA">
            <w:pPr>
              <w:jc w:val="right"/>
              <w:rPr>
                <w:rFonts w:ascii="Verdana" w:hAnsi="Verdana"/>
                <w:sz w:val="20"/>
              </w:rPr>
            </w:pPr>
          </w:p>
        </w:tc>
      </w:tr>
      <w:tr w:rsidR="0088287B" w:rsidRPr="009F3366" w:rsidTr="00854FDC">
        <w:tc>
          <w:tcPr>
            <w:tcW w:w="2943" w:type="dxa"/>
          </w:tcPr>
          <w:p w:rsidR="0088287B" w:rsidRPr="009F3366" w:rsidRDefault="0088287B" w:rsidP="00843141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88287B" w:rsidRPr="009F3366" w:rsidRDefault="0088287B" w:rsidP="00295DB5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  <w:tc>
          <w:tcPr>
            <w:tcW w:w="30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287B" w:rsidRPr="009F3366" w:rsidRDefault="0088287B" w:rsidP="00843141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287B" w:rsidRPr="009F3366" w:rsidRDefault="0088287B" w:rsidP="00C60FCA">
            <w:pPr>
              <w:jc w:val="right"/>
              <w:rPr>
                <w:rFonts w:ascii="Verdana" w:hAnsi="Verdana"/>
                <w:sz w:val="20"/>
              </w:rPr>
            </w:pPr>
          </w:p>
        </w:tc>
      </w:tr>
      <w:tr w:rsidR="0088287B" w:rsidRPr="009F3366" w:rsidTr="00854FDC">
        <w:tc>
          <w:tcPr>
            <w:tcW w:w="2943" w:type="dxa"/>
          </w:tcPr>
          <w:p w:rsidR="0088287B" w:rsidRPr="009F3366" w:rsidRDefault="0088287B" w:rsidP="00843141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88287B" w:rsidRPr="009F3366" w:rsidRDefault="0088287B" w:rsidP="00295DB5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  <w:tc>
          <w:tcPr>
            <w:tcW w:w="30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287B" w:rsidRPr="009F3366" w:rsidRDefault="0088287B" w:rsidP="00843141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287B" w:rsidRPr="009F3366" w:rsidRDefault="0088287B" w:rsidP="00C60FCA">
            <w:pPr>
              <w:jc w:val="right"/>
              <w:rPr>
                <w:rFonts w:ascii="Verdana" w:hAnsi="Verdana"/>
                <w:sz w:val="20"/>
              </w:rPr>
            </w:pPr>
          </w:p>
        </w:tc>
      </w:tr>
      <w:tr w:rsidR="0088287B" w:rsidRPr="009F3366" w:rsidTr="00854FDC">
        <w:tc>
          <w:tcPr>
            <w:tcW w:w="2943" w:type="dxa"/>
          </w:tcPr>
          <w:p w:rsidR="0088287B" w:rsidRPr="009F3366" w:rsidRDefault="0088287B" w:rsidP="00843141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88287B" w:rsidRPr="009F3366" w:rsidRDefault="0088287B" w:rsidP="00295DB5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  <w:tc>
          <w:tcPr>
            <w:tcW w:w="30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287B" w:rsidRPr="009F3366" w:rsidRDefault="0088287B" w:rsidP="00843141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287B" w:rsidRPr="009F3366" w:rsidRDefault="0088287B" w:rsidP="00C60FCA">
            <w:pPr>
              <w:jc w:val="right"/>
              <w:rPr>
                <w:rFonts w:ascii="Verdana" w:hAnsi="Verdana"/>
                <w:sz w:val="20"/>
              </w:rPr>
            </w:pPr>
          </w:p>
        </w:tc>
      </w:tr>
      <w:tr w:rsidR="0088287B" w:rsidRPr="009F3366" w:rsidTr="00854FDC">
        <w:tc>
          <w:tcPr>
            <w:tcW w:w="2943" w:type="dxa"/>
          </w:tcPr>
          <w:p w:rsidR="0088287B" w:rsidRPr="009F3366" w:rsidRDefault="0088287B" w:rsidP="00843141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88287B" w:rsidRPr="009F3366" w:rsidRDefault="0088287B" w:rsidP="00295DB5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  <w:tc>
          <w:tcPr>
            <w:tcW w:w="30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287B" w:rsidRPr="009F3366" w:rsidRDefault="0088287B" w:rsidP="00843141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287B" w:rsidRPr="009F3366" w:rsidRDefault="0088287B" w:rsidP="00C60FCA">
            <w:pPr>
              <w:jc w:val="right"/>
              <w:rPr>
                <w:rFonts w:ascii="Verdana" w:hAnsi="Verdana"/>
                <w:sz w:val="20"/>
              </w:rPr>
            </w:pPr>
          </w:p>
        </w:tc>
      </w:tr>
      <w:tr w:rsidR="0088287B" w:rsidRPr="009F3366" w:rsidTr="00854FDC">
        <w:tc>
          <w:tcPr>
            <w:tcW w:w="4620" w:type="dxa"/>
            <w:gridSpan w:val="2"/>
            <w:tcBorders>
              <w:right w:val="single" w:sz="4" w:space="0" w:color="auto"/>
            </w:tcBorders>
          </w:tcPr>
          <w:p w:rsidR="0088287B" w:rsidRPr="009F3366" w:rsidRDefault="0088287B" w:rsidP="0088287B">
            <w:pPr>
              <w:jc w:val="center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Autres recettes (détail et montant)</w:t>
            </w:r>
          </w:p>
        </w:tc>
        <w:tc>
          <w:tcPr>
            <w:tcW w:w="30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287B" w:rsidRPr="009F3366" w:rsidRDefault="0088287B" w:rsidP="00843141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287B" w:rsidRPr="009F3366" w:rsidRDefault="0088287B" w:rsidP="00C60FCA">
            <w:pPr>
              <w:jc w:val="right"/>
              <w:rPr>
                <w:rFonts w:ascii="Verdana" w:hAnsi="Verdana"/>
                <w:sz w:val="20"/>
              </w:rPr>
            </w:pPr>
          </w:p>
        </w:tc>
      </w:tr>
      <w:tr w:rsidR="0088287B" w:rsidRPr="009F3366" w:rsidTr="00854FDC">
        <w:tc>
          <w:tcPr>
            <w:tcW w:w="2943" w:type="dxa"/>
          </w:tcPr>
          <w:p w:rsidR="0088287B" w:rsidRPr="009F3366" w:rsidRDefault="0088287B" w:rsidP="00843141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88287B" w:rsidRPr="009F3366" w:rsidRDefault="0088287B" w:rsidP="0088287B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  <w:tc>
          <w:tcPr>
            <w:tcW w:w="30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287B" w:rsidRPr="009F3366" w:rsidRDefault="0088287B" w:rsidP="00843141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287B" w:rsidRPr="009F3366" w:rsidRDefault="0088287B" w:rsidP="00C60FCA">
            <w:pPr>
              <w:jc w:val="right"/>
              <w:rPr>
                <w:rFonts w:ascii="Verdana" w:hAnsi="Verdana"/>
                <w:sz w:val="20"/>
              </w:rPr>
            </w:pPr>
          </w:p>
        </w:tc>
      </w:tr>
      <w:tr w:rsidR="0088287B" w:rsidRPr="009F3366" w:rsidTr="00854FDC">
        <w:tc>
          <w:tcPr>
            <w:tcW w:w="2943" w:type="dxa"/>
          </w:tcPr>
          <w:p w:rsidR="0088287B" w:rsidRPr="009F3366" w:rsidRDefault="0088287B" w:rsidP="00843141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88287B" w:rsidRPr="009F3366" w:rsidRDefault="0088287B" w:rsidP="0088287B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  <w:tc>
          <w:tcPr>
            <w:tcW w:w="30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287B" w:rsidRPr="009F3366" w:rsidRDefault="0088287B" w:rsidP="00843141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287B" w:rsidRPr="009F3366" w:rsidRDefault="0088287B" w:rsidP="00C60FCA">
            <w:pPr>
              <w:jc w:val="right"/>
              <w:rPr>
                <w:rFonts w:ascii="Verdana" w:hAnsi="Verdana"/>
                <w:sz w:val="20"/>
              </w:rPr>
            </w:pPr>
          </w:p>
        </w:tc>
      </w:tr>
      <w:tr w:rsidR="0088287B" w:rsidRPr="009F3366" w:rsidTr="00854FDC">
        <w:tc>
          <w:tcPr>
            <w:tcW w:w="2943" w:type="dxa"/>
          </w:tcPr>
          <w:p w:rsidR="0088287B" w:rsidRPr="009F3366" w:rsidRDefault="0088287B" w:rsidP="00843141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88287B" w:rsidRPr="009F3366" w:rsidRDefault="0088287B" w:rsidP="0088287B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  <w:tc>
          <w:tcPr>
            <w:tcW w:w="30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287B" w:rsidRPr="009F3366" w:rsidRDefault="0088287B" w:rsidP="00843141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287B" w:rsidRPr="009F3366" w:rsidRDefault="0088287B" w:rsidP="00C60FCA">
            <w:pPr>
              <w:jc w:val="right"/>
              <w:rPr>
                <w:rFonts w:ascii="Verdana" w:hAnsi="Verdana"/>
                <w:sz w:val="20"/>
              </w:rPr>
            </w:pPr>
          </w:p>
        </w:tc>
      </w:tr>
      <w:tr w:rsidR="0088287B" w:rsidRPr="009F3366" w:rsidTr="00854FDC">
        <w:tc>
          <w:tcPr>
            <w:tcW w:w="2943" w:type="dxa"/>
          </w:tcPr>
          <w:p w:rsidR="0088287B" w:rsidRPr="009F3366" w:rsidRDefault="0088287B" w:rsidP="00843141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88287B" w:rsidRPr="009F3366" w:rsidRDefault="0088287B" w:rsidP="0088287B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  <w:tc>
          <w:tcPr>
            <w:tcW w:w="30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287B" w:rsidRPr="009F3366" w:rsidRDefault="0088287B" w:rsidP="00843141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287B" w:rsidRPr="009F3366" w:rsidRDefault="0088287B" w:rsidP="00C60FCA">
            <w:pPr>
              <w:jc w:val="right"/>
              <w:rPr>
                <w:rFonts w:ascii="Verdana" w:hAnsi="Verdana"/>
                <w:sz w:val="20"/>
              </w:rPr>
            </w:pPr>
          </w:p>
        </w:tc>
      </w:tr>
      <w:tr w:rsidR="0088287B" w:rsidRPr="009F3366" w:rsidTr="00854FDC">
        <w:tc>
          <w:tcPr>
            <w:tcW w:w="2943" w:type="dxa"/>
          </w:tcPr>
          <w:p w:rsidR="0088287B" w:rsidRPr="009F3366" w:rsidRDefault="0088287B" w:rsidP="00843141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88287B" w:rsidRPr="009F3366" w:rsidRDefault="0088287B" w:rsidP="0088287B">
            <w:pPr>
              <w:jc w:val="right"/>
              <w:rPr>
                <w:rFonts w:ascii="Verdana" w:hAnsi="Verdana"/>
                <w:sz w:val="20"/>
              </w:rPr>
            </w:pPr>
            <w:r w:rsidRPr="009F3366">
              <w:rPr>
                <w:rFonts w:ascii="Verdana" w:hAnsi="Verdana"/>
                <w:sz w:val="20"/>
              </w:rPr>
              <w:t>€</w:t>
            </w:r>
          </w:p>
        </w:tc>
        <w:tc>
          <w:tcPr>
            <w:tcW w:w="30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8287B" w:rsidRPr="009F3366" w:rsidRDefault="0088287B" w:rsidP="00843141">
            <w:pPr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287B" w:rsidRPr="009F3366" w:rsidRDefault="0088287B" w:rsidP="00C60FCA">
            <w:pPr>
              <w:jc w:val="right"/>
              <w:rPr>
                <w:rFonts w:ascii="Verdana" w:hAnsi="Verdana"/>
                <w:sz w:val="20"/>
              </w:rPr>
            </w:pPr>
          </w:p>
        </w:tc>
      </w:tr>
    </w:tbl>
    <w:p w:rsidR="00B63C7C" w:rsidRPr="009F3366" w:rsidRDefault="00B63C7C" w:rsidP="00B63C7C">
      <w:pPr>
        <w:tabs>
          <w:tab w:val="left" w:pos="567"/>
          <w:tab w:val="left" w:pos="4820"/>
          <w:tab w:val="left" w:pos="5670"/>
        </w:tabs>
        <w:jc w:val="left"/>
        <w:rPr>
          <w:rFonts w:ascii="Verdana" w:hAnsi="Verdana"/>
          <w:b/>
          <w:sz w:val="20"/>
        </w:rPr>
      </w:pPr>
    </w:p>
    <w:p w:rsidR="0050054F" w:rsidRPr="009F3366" w:rsidRDefault="0050054F" w:rsidP="0050054F">
      <w:pPr>
        <w:tabs>
          <w:tab w:val="left" w:pos="567"/>
          <w:tab w:val="left" w:pos="4820"/>
          <w:tab w:val="left" w:pos="5670"/>
        </w:tabs>
        <w:jc w:val="center"/>
        <w:rPr>
          <w:rFonts w:ascii="Verdana" w:hAnsi="Verdana"/>
          <w:b/>
          <w:sz w:val="20"/>
          <w:u w:val="single"/>
        </w:rPr>
      </w:pPr>
      <w:r w:rsidRPr="009F3366">
        <w:rPr>
          <w:rFonts w:ascii="Verdana" w:hAnsi="Verdana"/>
          <w:b/>
          <w:sz w:val="20"/>
          <w:u w:val="single"/>
        </w:rPr>
        <w:t>BALANCE</w:t>
      </w:r>
    </w:p>
    <w:p w:rsidR="0050054F" w:rsidRPr="009F3366" w:rsidRDefault="0050054F" w:rsidP="0050054F">
      <w:pPr>
        <w:tabs>
          <w:tab w:val="left" w:pos="567"/>
          <w:tab w:val="left" w:pos="4820"/>
          <w:tab w:val="left" w:pos="5670"/>
        </w:tabs>
        <w:jc w:val="center"/>
        <w:rPr>
          <w:rFonts w:ascii="Verdana" w:hAnsi="Verdana"/>
          <w:b/>
          <w:sz w:val="20"/>
          <w:u w:val="single"/>
        </w:rPr>
      </w:pPr>
    </w:p>
    <w:p w:rsidR="0050054F" w:rsidRPr="009F3366" w:rsidRDefault="0050054F" w:rsidP="0050054F">
      <w:pPr>
        <w:tabs>
          <w:tab w:val="left" w:pos="567"/>
          <w:tab w:val="left" w:pos="4820"/>
          <w:tab w:val="left" w:pos="5670"/>
        </w:tabs>
        <w:jc w:val="left"/>
        <w:rPr>
          <w:rFonts w:ascii="Verdana" w:hAnsi="Verdana"/>
          <w:sz w:val="20"/>
        </w:rPr>
      </w:pPr>
      <w:proofErr w:type="gramStart"/>
      <w:r w:rsidRPr="009F3366">
        <w:rPr>
          <w:rFonts w:ascii="Verdana" w:hAnsi="Verdana"/>
          <w:sz w:val="20"/>
        </w:rPr>
        <w:t>MONTANT  DES</w:t>
      </w:r>
      <w:proofErr w:type="gramEnd"/>
      <w:r w:rsidRPr="009F3366">
        <w:rPr>
          <w:rFonts w:ascii="Verdana" w:hAnsi="Verdana"/>
          <w:sz w:val="20"/>
        </w:rPr>
        <w:t xml:space="preserve">  RECETTES : </w:t>
      </w:r>
      <w:r w:rsidRPr="009F3366">
        <w:rPr>
          <w:rFonts w:ascii="Verdana" w:hAnsi="Verdana"/>
          <w:sz w:val="20"/>
        </w:rPr>
        <w:tab/>
      </w:r>
      <w:r w:rsidRPr="009F3366">
        <w:rPr>
          <w:rFonts w:ascii="Verdana" w:hAnsi="Verdana"/>
          <w:sz w:val="20"/>
        </w:rPr>
        <w:tab/>
        <w:t>€</w:t>
      </w:r>
    </w:p>
    <w:p w:rsidR="0050054F" w:rsidRPr="009F3366" w:rsidRDefault="0050054F" w:rsidP="0050054F">
      <w:pPr>
        <w:tabs>
          <w:tab w:val="left" w:pos="567"/>
          <w:tab w:val="left" w:pos="4820"/>
          <w:tab w:val="left" w:pos="5670"/>
        </w:tabs>
        <w:jc w:val="left"/>
        <w:rPr>
          <w:rFonts w:ascii="Verdana" w:hAnsi="Verdana"/>
          <w:sz w:val="20"/>
        </w:rPr>
      </w:pPr>
    </w:p>
    <w:p w:rsidR="0050054F" w:rsidRPr="009F3366" w:rsidRDefault="0050054F" w:rsidP="0050054F">
      <w:pPr>
        <w:tabs>
          <w:tab w:val="left" w:pos="567"/>
          <w:tab w:val="left" w:pos="4820"/>
          <w:tab w:val="left" w:pos="5670"/>
        </w:tabs>
        <w:jc w:val="left"/>
        <w:rPr>
          <w:rFonts w:ascii="Verdana" w:hAnsi="Verdana"/>
          <w:sz w:val="20"/>
        </w:rPr>
      </w:pPr>
      <w:proofErr w:type="gramStart"/>
      <w:r w:rsidRPr="009F3366">
        <w:rPr>
          <w:rFonts w:ascii="Verdana" w:hAnsi="Verdana"/>
          <w:sz w:val="20"/>
        </w:rPr>
        <w:t>MONTANT  DES</w:t>
      </w:r>
      <w:proofErr w:type="gramEnd"/>
      <w:r w:rsidRPr="009F3366">
        <w:rPr>
          <w:rFonts w:ascii="Verdana" w:hAnsi="Verdana"/>
          <w:sz w:val="20"/>
        </w:rPr>
        <w:t xml:space="preserve">  DEPENSES : </w:t>
      </w:r>
      <w:r w:rsidRPr="009F3366">
        <w:rPr>
          <w:rFonts w:ascii="Verdana" w:hAnsi="Verdana"/>
          <w:sz w:val="20"/>
        </w:rPr>
        <w:tab/>
      </w:r>
      <w:r w:rsidRPr="009F3366">
        <w:rPr>
          <w:rFonts w:ascii="Verdana" w:hAnsi="Verdana"/>
          <w:sz w:val="20"/>
        </w:rPr>
        <w:tab/>
        <w:t>€</w:t>
      </w:r>
    </w:p>
    <w:p w:rsidR="0050054F" w:rsidRPr="009F3366" w:rsidRDefault="0050054F" w:rsidP="0050054F">
      <w:pPr>
        <w:tabs>
          <w:tab w:val="left" w:pos="567"/>
          <w:tab w:val="left" w:pos="4820"/>
          <w:tab w:val="left" w:pos="5670"/>
        </w:tabs>
        <w:jc w:val="left"/>
        <w:rPr>
          <w:rFonts w:ascii="Verdana" w:hAnsi="Verdana"/>
          <w:sz w:val="20"/>
        </w:rPr>
      </w:pPr>
      <w:r w:rsidRPr="009F3366">
        <w:rPr>
          <w:rFonts w:ascii="Verdana" w:hAnsi="Verdana"/>
          <w:sz w:val="20"/>
        </w:rPr>
        <w:t>_____________________________________________</w:t>
      </w:r>
    </w:p>
    <w:p w:rsidR="0050054F" w:rsidRPr="009F3366" w:rsidRDefault="0050054F" w:rsidP="0050054F">
      <w:pPr>
        <w:tabs>
          <w:tab w:val="left" w:pos="567"/>
          <w:tab w:val="left" w:pos="4820"/>
          <w:tab w:val="left" w:pos="5670"/>
        </w:tabs>
        <w:jc w:val="left"/>
        <w:rPr>
          <w:rFonts w:ascii="Verdana" w:hAnsi="Verdana"/>
          <w:sz w:val="20"/>
        </w:rPr>
      </w:pPr>
    </w:p>
    <w:p w:rsidR="0050054F" w:rsidRPr="009F3366" w:rsidRDefault="0050054F" w:rsidP="0050054F">
      <w:pPr>
        <w:tabs>
          <w:tab w:val="left" w:pos="567"/>
          <w:tab w:val="left" w:pos="4820"/>
          <w:tab w:val="left" w:pos="5670"/>
        </w:tabs>
        <w:jc w:val="left"/>
        <w:rPr>
          <w:rFonts w:ascii="Verdana" w:hAnsi="Verdana"/>
          <w:sz w:val="20"/>
        </w:rPr>
      </w:pPr>
      <w:proofErr w:type="gramStart"/>
      <w:r w:rsidRPr="009F3366">
        <w:rPr>
          <w:rFonts w:ascii="Verdana" w:hAnsi="Verdana"/>
          <w:sz w:val="20"/>
        </w:rPr>
        <w:t>BENEFICE  OU</w:t>
      </w:r>
      <w:proofErr w:type="gramEnd"/>
      <w:r w:rsidRPr="009F3366">
        <w:rPr>
          <w:rFonts w:ascii="Verdana" w:hAnsi="Verdana"/>
          <w:sz w:val="20"/>
        </w:rPr>
        <w:t xml:space="preserve">  DEFICIT :</w:t>
      </w:r>
      <w:r w:rsidRPr="009F3366">
        <w:rPr>
          <w:rFonts w:ascii="Verdana" w:hAnsi="Verdana"/>
          <w:sz w:val="20"/>
        </w:rPr>
        <w:tab/>
      </w:r>
      <w:r w:rsidRPr="009F3366">
        <w:rPr>
          <w:rFonts w:ascii="Verdana" w:hAnsi="Verdana"/>
          <w:sz w:val="20"/>
        </w:rPr>
        <w:tab/>
        <w:t>€</w:t>
      </w:r>
    </w:p>
    <w:p w:rsidR="0050054F" w:rsidRPr="009F3366" w:rsidRDefault="0050054F" w:rsidP="0050054F">
      <w:pPr>
        <w:tabs>
          <w:tab w:val="left" w:pos="567"/>
          <w:tab w:val="left" w:pos="4820"/>
          <w:tab w:val="left" w:pos="5670"/>
        </w:tabs>
        <w:rPr>
          <w:rFonts w:ascii="Verdana" w:hAnsi="Verdana"/>
          <w:sz w:val="20"/>
        </w:rPr>
      </w:pPr>
    </w:p>
    <w:p w:rsidR="003E65E1" w:rsidRPr="009F3366" w:rsidRDefault="0050054F" w:rsidP="0050054F">
      <w:pPr>
        <w:tabs>
          <w:tab w:val="left" w:pos="567"/>
          <w:tab w:val="left" w:pos="4820"/>
          <w:tab w:val="left" w:pos="5670"/>
        </w:tabs>
        <w:rPr>
          <w:rFonts w:ascii="Verdana" w:hAnsi="Verdana"/>
          <w:sz w:val="20"/>
        </w:rPr>
      </w:pPr>
      <w:r w:rsidRPr="009F3366">
        <w:rPr>
          <w:rFonts w:ascii="Verdana" w:hAnsi="Verdana"/>
          <w:sz w:val="20"/>
        </w:rPr>
        <w:t>Si déficit, comment sera-t-il comblé ? :</w:t>
      </w:r>
    </w:p>
    <w:p w:rsidR="003E65E1" w:rsidRPr="009F3366" w:rsidRDefault="003E65E1" w:rsidP="0050054F">
      <w:pPr>
        <w:tabs>
          <w:tab w:val="left" w:pos="567"/>
          <w:tab w:val="left" w:pos="4820"/>
          <w:tab w:val="left" w:pos="5670"/>
        </w:tabs>
        <w:rPr>
          <w:rFonts w:ascii="Verdana" w:hAnsi="Verdana"/>
          <w:sz w:val="20"/>
        </w:rPr>
      </w:pPr>
    </w:p>
    <w:p w:rsidR="003E65E1" w:rsidRPr="009F3366" w:rsidRDefault="003E65E1" w:rsidP="0050054F">
      <w:pPr>
        <w:tabs>
          <w:tab w:val="left" w:pos="567"/>
          <w:tab w:val="left" w:pos="4820"/>
          <w:tab w:val="left" w:pos="5670"/>
        </w:tabs>
        <w:rPr>
          <w:rFonts w:ascii="Verdana" w:hAnsi="Verdana"/>
          <w:sz w:val="20"/>
        </w:rPr>
      </w:pPr>
    </w:p>
    <w:p w:rsidR="003E65E1" w:rsidRPr="009F3366" w:rsidRDefault="003E65E1" w:rsidP="0050054F">
      <w:pPr>
        <w:tabs>
          <w:tab w:val="left" w:pos="567"/>
          <w:tab w:val="left" w:pos="4820"/>
          <w:tab w:val="left" w:pos="5670"/>
        </w:tabs>
        <w:rPr>
          <w:rFonts w:ascii="Verdana" w:hAnsi="Verdana"/>
          <w:sz w:val="20"/>
        </w:rPr>
      </w:pPr>
    </w:p>
    <w:p w:rsidR="00FF7D2C" w:rsidRPr="009F3366" w:rsidRDefault="003E65E1" w:rsidP="0050054F">
      <w:pPr>
        <w:tabs>
          <w:tab w:val="left" w:pos="567"/>
          <w:tab w:val="left" w:pos="4820"/>
          <w:tab w:val="left" w:pos="5670"/>
        </w:tabs>
        <w:rPr>
          <w:rFonts w:ascii="Verdana" w:hAnsi="Verdana"/>
          <w:sz w:val="20"/>
        </w:rPr>
        <w:sectPr w:rsidR="00FF7D2C" w:rsidRPr="009F3366" w:rsidSect="0050054F">
          <w:pgSz w:w="11906" w:h="16838"/>
          <w:pgMar w:top="993" w:right="1274" w:bottom="851" w:left="1417" w:header="0" w:footer="283" w:gutter="0"/>
          <w:cols w:space="708"/>
          <w:docGrid w:linePitch="360"/>
        </w:sectPr>
      </w:pPr>
      <w:r w:rsidRPr="009F3366">
        <w:rPr>
          <w:rFonts w:ascii="Verdana" w:hAnsi="Verdana"/>
          <w:sz w:val="20"/>
        </w:rPr>
        <w:br/>
      </w:r>
    </w:p>
    <w:p w:rsidR="0050054F" w:rsidRPr="009F3366" w:rsidRDefault="0050054F" w:rsidP="0050054F">
      <w:pPr>
        <w:tabs>
          <w:tab w:val="left" w:pos="567"/>
          <w:tab w:val="left" w:pos="4820"/>
          <w:tab w:val="left" w:pos="5670"/>
        </w:tabs>
        <w:rPr>
          <w:rFonts w:ascii="Verdana" w:hAnsi="Verdana"/>
          <w:sz w:val="20"/>
        </w:rPr>
      </w:pPr>
    </w:p>
    <w:p w:rsidR="00D17D6D" w:rsidRPr="009F3366" w:rsidRDefault="00D17D6D" w:rsidP="0050054F">
      <w:pPr>
        <w:tabs>
          <w:tab w:val="left" w:pos="567"/>
          <w:tab w:val="left" w:pos="4820"/>
          <w:tab w:val="left" w:pos="5670"/>
        </w:tabs>
        <w:rPr>
          <w:rFonts w:ascii="Verdana" w:hAnsi="Verdana"/>
          <w:sz w:val="20"/>
        </w:rPr>
      </w:pPr>
      <w:r w:rsidRPr="009F3366">
        <w:rPr>
          <w:rFonts w:ascii="Verdana" w:hAnsi="Verdana"/>
          <w:sz w:val="20"/>
        </w:rPr>
        <w:br/>
      </w:r>
    </w:p>
    <w:p w:rsidR="0050054F" w:rsidRPr="009F3366" w:rsidRDefault="004B17BE" w:rsidP="005F27E3">
      <w:pPr>
        <w:spacing w:after="200" w:line="276" w:lineRule="auto"/>
        <w:jc w:val="left"/>
        <w:rPr>
          <w:rFonts w:ascii="Verdana" w:hAnsi="Verdana"/>
          <w:b/>
          <w:sz w:val="20"/>
          <w:u w:val="single"/>
        </w:rPr>
      </w:pPr>
      <w:r w:rsidRPr="009F3366">
        <w:rPr>
          <w:rFonts w:ascii="Verdana" w:hAnsi="Verdana"/>
          <w:b/>
          <w:sz w:val="20"/>
          <w:u w:val="single"/>
        </w:rPr>
        <w:t>Liste des documents à joindre</w:t>
      </w:r>
      <w:r w:rsidR="00722456" w:rsidRPr="009F3366">
        <w:rPr>
          <w:rFonts w:ascii="Verdana" w:hAnsi="Verdana"/>
          <w:b/>
          <w:sz w:val="20"/>
          <w:u w:val="single"/>
        </w:rPr>
        <w:t xml:space="preserve"> en double exemplaire</w:t>
      </w:r>
      <w:r w:rsidRPr="009F3366">
        <w:rPr>
          <w:rFonts w:ascii="Verdana" w:hAnsi="Verdana"/>
          <w:b/>
          <w:sz w:val="20"/>
          <w:u w:val="single"/>
        </w:rPr>
        <w:br/>
      </w:r>
      <w:r w:rsidRPr="009F3366">
        <w:rPr>
          <w:rFonts w:ascii="Verdana" w:hAnsi="Verdana"/>
          <w:b/>
          <w:sz w:val="20"/>
          <w:u w:val="single"/>
        </w:rPr>
        <w:br/>
      </w:r>
    </w:p>
    <w:p w:rsidR="00095348" w:rsidRPr="009F3366" w:rsidRDefault="00095348" w:rsidP="00095348">
      <w:pPr>
        <w:pStyle w:val="Textebrut"/>
        <w:numPr>
          <w:ilvl w:val="0"/>
          <w:numId w:val="6"/>
        </w:numPr>
        <w:rPr>
          <w:rFonts w:ascii="Verdana" w:hAnsi="Verdana"/>
          <w:u w:val="single"/>
        </w:rPr>
      </w:pPr>
      <w:r w:rsidRPr="009F3366">
        <w:rPr>
          <w:rFonts w:ascii="Verdana" w:hAnsi="Verdana"/>
          <w:u w:val="single"/>
        </w:rPr>
        <w:t>Plan coté du travail envisagé / cartes</w:t>
      </w:r>
      <w:r w:rsidR="00DA0343" w:rsidRPr="009F3366">
        <w:rPr>
          <w:rFonts w:ascii="Verdana" w:hAnsi="Verdana"/>
        </w:rPr>
        <w:t>;</w:t>
      </w:r>
      <w:r w:rsidRPr="009F3366">
        <w:rPr>
          <w:rFonts w:ascii="Verdana" w:hAnsi="Verdana"/>
        </w:rPr>
        <w:t xml:space="preserve"> </w:t>
      </w:r>
      <w:r w:rsidRPr="009F3366">
        <w:rPr>
          <w:rFonts w:ascii="Verdana" w:hAnsi="Verdana"/>
          <w:u w:val="single"/>
        </w:rPr>
        <w:br/>
      </w:r>
    </w:p>
    <w:p w:rsidR="00095348" w:rsidRPr="009F3366" w:rsidRDefault="00095348" w:rsidP="00095348">
      <w:pPr>
        <w:pStyle w:val="Textebrut"/>
        <w:numPr>
          <w:ilvl w:val="0"/>
          <w:numId w:val="6"/>
        </w:numPr>
        <w:rPr>
          <w:rFonts w:ascii="Verdana" w:hAnsi="Verdana"/>
          <w:u w:val="single"/>
        </w:rPr>
      </w:pPr>
      <w:r w:rsidRPr="009F3366">
        <w:rPr>
          <w:rFonts w:ascii="Verdana" w:hAnsi="Verdana"/>
          <w:u w:val="single"/>
        </w:rPr>
        <w:t>Avant-projet estimatif avec métré descriptif et prix unitaire</w:t>
      </w:r>
      <w:r w:rsidR="00DA0343" w:rsidRPr="009F3366">
        <w:rPr>
          <w:rFonts w:ascii="Verdana" w:hAnsi="Verdana"/>
        </w:rPr>
        <w:t>;</w:t>
      </w:r>
      <w:r w:rsidR="004B17BE" w:rsidRPr="009F3366">
        <w:rPr>
          <w:rFonts w:ascii="Verdana" w:hAnsi="Verdana"/>
        </w:rPr>
        <w:br/>
      </w:r>
    </w:p>
    <w:p w:rsidR="00095348" w:rsidRPr="009F3366" w:rsidRDefault="00095348" w:rsidP="00095348">
      <w:pPr>
        <w:pStyle w:val="Textebrut"/>
        <w:numPr>
          <w:ilvl w:val="0"/>
          <w:numId w:val="6"/>
        </w:numPr>
        <w:rPr>
          <w:rFonts w:ascii="Verdana" w:hAnsi="Verdana"/>
          <w:u w:val="single"/>
        </w:rPr>
      </w:pPr>
      <w:r w:rsidRPr="009F3366">
        <w:rPr>
          <w:rFonts w:ascii="Verdana" w:hAnsi="Verdana"/>
          <w:u w:val="single"/>
        </w:rPr>
        <w:t xml:space="preserve">Copie des statuts de l'ASBL et copie des deux derniers bilans si l'organisme requérant est autre qu'une administration subordonnée </w:t>
      </w:r>
      <w:r w:rsidR="00DA0343" w:rsidRPr="009F3366">
        <w:rPr>
          <w:rFonts w:ascii="Verdana" w:hAnsi="Verdana"/>
        </w:rPr>
        <w:t>;</w:t>
      </w:r>
      <w:r w:rsidRPr="009F3366">
        <w:rPr>
          <w:rFonts w:ascii="Verdana" w:hAnsi="Verdana"/>
        </w:rPr>
        <w:br/>
      </w:r>
    </w:p>
    <w:p w:rsidR="00095348" w:rsidRPr="009F3366" w:rsidRDefault="00095348" w:rsidP="00095348">
      <w:pPr>
        <w:pStyle w:val="Textebrut"/>
        <w:numPr>
          <w:ilvl w:val="0"/>
          <w:numId w:val="6"/>
        </w:numPr>
        <w:rPr>
          <w:rFonts w:ascii="Verdana" w:hAnsi="Verdana"/>
          <w:u w:val="single"/>
        </w:rPr>
      </w:pPr>
      <w:r w:rsidRPr="009F3366">
        <w:rPr>
          <w:rFonts w:ascii="Verdana" w:hAnsi="Verdana"/>
          <w:u w:val="single"/>
        </w:rPr>
        <w:t>Copie de la délibération du conseil communal ou du conseil d'administration de l'Intercommunale ou de l'ASBL approuvant le principe du travail ou de l'acquisition, les plans et avant-projet</w:t>
      </w:r>
      <w:r w:rsidR="00DA0343" w:rsidRPr="009F3366">
        <w:rPr>
          <w:rFonts w:ascii="Verdana" w:hAnsi="Verdana"/>
        </w:rPr>
        <w:t>;</w:t>
      </w:r>
      <w:r w:rsidRPr="009F3366">
        <w:rPr>
          <w:rFonts w:ascii="Verdana" w:hAnsi="Verdana"/>
          <w:u w:val="single"/>
        </w:rPr>
        <w:t xml:space="preserve"> </w:t>
      </w:r>
      <w:r w:rsidRPr="009F3366">
        <w:rPr>
          <w:rFonts w:ascii="Verdana" w:hAnsi="Verdana"/>
        </w:rPr>
        <w:br/>
      </w:r>
    </w:p>
    <w:p w:rsidR="00095348" w:rsidRPr="009F3366" w:rsidRDefault="00095348" w:rsidP="00095348">
      <w:pPr>
        <w:pStyle w:val="Textebrut"/>
        <w:numPr>
          <w:ilvl w:val="0"/>
          <w:numId w:val="6"/>
        </w:numPr>
        <w:rPr>
          <w:rFonts w:ascii="Verdana" w:hAnsi="Verdana"/>
          <w:u w:val="single"/>
        </w:rPr>
      </w:pPr>
      <w:r w:rsidRPr="009F3366">
        <w:rPr>
          <w:rFonts w:ascii="Verdana" w:hAnsi="Verdana"/>
          <w:u w:val="single"/>
        </w:rPr>
        <w:t>Engagement du conseil communal ou du conseil d'administration de l'Intercommunale ou de l'ASBL s'engageant à prévoir la quote-part d'intervention financière locale, soit en principe 40%, à son propre budget</w:t>
      </w:r>
      <w:r w:rsidR="00DA0343" w:rsidRPr="009F3366">
        <w:rPr>
          <w:rFonts w:ascii="Verdana" w:hAnsi="Verdana"/>
        </w:rPr>
        <w:t>;</w:t>
      </w:r>
      <w:r w:rsidR="004B17BE" w:rsidRPr="009F3366">
        <w:rPr>
          <w:rFonts w:ascii="Verdana" w:hAnsi="Verdana"/>
        </w:rPr>
        <w:br/>
      </w:r>
    </w:p>
    <w:p w:rsidR="00095348" w:rsidRPr="009F3366" w:rsidRDefault="00095348" w:rsidP="00095348">
      <w:pPr>
        <w:pStyle w:val="Textebrut"/>
        <w:numPr>
          <w:ilvl w:val="0"/>
          <w:numId w:val="6"/>
        </w:numPr>
        <w:rPr>
          <w:rFonts w:ascii="Verdana" w:hAnsi="Verdana"/>
          <w:u w:val="single"/>
        </w:rPr>
      </w:pPr>
      <w:r w:rsidRPr="009F3366">
        <w:rPr>
          <w:rFonts w:ascii="Verdana" w:hAnsi="Verdana"/>
          <w:u w:val="single"/>
        </w:rPr>
        <w:t>Engagement à maintenir l'affectation touristique de la subvention pendant un délai de 15 ans à partir du 1</w:t>
      </w:r>
      <w:r w:rsidRPr="009F3366">
        <w:rPr>
          <w:rFonts w:ascii="Verdana" w:hAnsi="Verdana"/>
          <w:u w:val="single"/>
          <w:vertAlign w:val="superscript"/>
        </w:rPr>
        <w:t>er</w:t>
      </w:r>
      <w:r w:rsidRPr="009F3366">
        <w:rPr>
          <w:rFonts w:ascii="Verdana" w:hAnsi="Verdana"/>
          <w:u w:val="single"/>
        </w:rPr>
        <w:t xml:space="preserve"> janvier de l'année de la liquidation totale de la subvention</w:t>
      </w:r>
      <w:r w:rsidR="00DA0343" w:rsidRPr="009F3366">
        <w:rPr>
          <w:rFonts w:ascii="Verdana" w:hAnsi="Verdana"/>
        </w:rPr>
        <w:t>;</w:t>
      </w:r>
      <w:r w:rsidRPr="009F3366">
        <w:rPr>
          <w:rFonts w:ascii="Verdana" w:hAnsi="Verdana"/>
        </w:rPr>
        <w:br/>
      </w:r>
    </w:p>
    <w:p w:rsidR="00095348" w:rsidRPr="009F3366" w:rsidRDefault="00095348" w:rsidP="00095348">
      <w:pPr>
        <w:pStyle w:val="Textebrut"/>
        <w:numPr>
          <w:ilvl w:val="0"/>
          <w:numId w:val="6"/>
        </w:numPr>
        <w:rPr>
          <w:rFonts w:ascii="Verdana" w:hAnsi="Verdana"/>
          <w:u w:val="single"/>
        </w:rPr>
      </w:pPr>
      <w:r w:rsidRPr="009F3366">
        <w:rPr>
          <w:rFonts w:ascii="Verdana" w:hAnsi="Verdana"/>
          <w:u w:val="single"/>
        </w:rPr>
        <w:t>Attestation par laquelle l'organisme bénéficiaire s'engage à entretenir en bon état la réalisation subsidiée</w:t>
      </w:r>
      <w:r w:rsidR="00DA0343" w:rsidRPr="009F3366">
        <w:rPr>
          <w:rFonts w:ascii="Verdana" w:hAnsi="Verdana"/>
        </w:rPr>
        <w:t>;</w:t>
      </w:r>
      <w:r w:rsidRPr="009F3366">
        <w:rPr>
          <w:rFonts w:ascii="Verdana" w:hAnsi="Verdana"/>
        </w:rPr>
        <w:br/>
      </w:r>
    </w:p>
    <w:p w:rsidR="00095348" w:rsidRPr="009F3366" w:rsidRDefault="00095348" w:rsidP="00095348">
      <w:pPr>
        <w:pStyle w:val="Textebrut"/>
        <w:numPr>
          <w:ilvl w:val="0"/>
          <w:numId w:val="6"/>
        </w:numPr>
        <w:rPr>
          <w:rFonts w:ascii="Verdana" w:hAnsi="Verdana"/>
          <w:u w:val="single"/>
        </w:rPr>
      </w:pPr>
      <w:r w:rsidRPr="009F3366">
        <w:rPr>
          <w:rFonts w:ascii="Verdana" w:hAnsi="Verdana"/>
          <w:u w:val="single"/>
        </w:rPr>
        <w:t>Permis ou certificat d'urbanisme s'il s'agit d'un projet relevant de la compétence de cette administration</w:t>
      </w:r>
      <w:r w:rsidR="00F94369" w:rsidRPr="009F3366">
        <w:rPr>
          <w:rFonts w:ascii="Verdana" w:hAnsi="Verdana"/>
        </w:rPr>
        <w:t xml:space="preserve"> (D</w:t>
      </w:r>
      <w:r w:rsidRPr="009F3366">
        <w:rPr>
          <w:rFonts w:ascii="Verdana" w:hAnsi="Verdana"/>
        </w:rPr>
        <w:t>ans certains cas, un document de l'administration communale attestant de l'absence de nécessité de disposer d'un permis d'urbanisme pourra être réclamé</w:t>
      </w:r>
      <w:r w:rsidR="00F94369" w:rsidRPr="009F3366">
        <w:rPr>
          <w:rFonts w:ascii="Verdana" w:hAnsi="Verdana"/>
        </w:rPr>
        <w:t>.</w:t>
      </w:r>
      <w:r w:rsidRPr="009F3366">
        <w:rPr>
          <w:rFonts w:ascii="Verdana" w:hAnsi="Verdana"/>
        </w:rPr>
        <w:t>)</w:t>
      </w:r>
      <w:r w:rsidR="00DA0343" w:rsidRPr="009F3366">
        <w:rPr>
          <w:rFonts w:ascii="Verdana" w:hAnsi="Verdana"/>
        </w:rPr>
        <w:t>;</w:t>
      </w:r>
      <w:r w:rsidR="00DA0343" w:rsidRPr="009F3366">
        <w:rPr>
          <w:rFonts w:ascii="Verdana" w:hAnsi="Verdana"/>
        </w:rPr>
        <w:br/>
      </w:r>
    </w:p>
    <w:p w:rsidR="00B74B76" w:rsidRPr="009F3366" w:rsidRDefault="00095348" w:rsidP="008376A9">
      <w:pPr>
        <w:pStyle w:val="Textebrut"/>
        <w:numPr>
          <w:ilvl w:val="0"/>
          <w:numId w:val="6"/>
        </w:numPr>
        <w:rPr>
          <w:rFonts w:ascii="Verdana" w:hAnsi="Verdana"/>
        </w:rPr>
      </w:pPr>
      <w:r w:rsidRPr="009F3366">
        <w:rPr>
          <w:rFonts w:ascii="Verdana" w:hAnsi="Verdana"/>
          <w:u w:val="single"/>
        </w:rPr>
        <w:t xml:space="preserve">Copie du titre de propriété ou du bail de location du terrain sur lequel la réalisation est </w:t>
      </w:r>
      <w:proofErr w:type="gramStart"/>
      <w:r w:rsidRPr="009F3366">
        <w:rPr>
          <w:rFonts w:ascii="Verdana" w:hAnsi="Verdana"/>
          <w:u w:val="single"/>
        </w:rPr>
        <w:t>envisagée</w:t>
      </w:r>
      <w:r w:rsidR="00DA0343" w:rsidRPr="009F3366">
        <w:rPr>
          <w:rFonts w:ascii="Verdana" w:hAnsi="Verdana"/>
        </w:rPr>
        <w:t>;</w:t>
      </w:r>
      <w:proofErr w:type="gramEnd"/>
    </w:p>
    <w:p w:rsidR="008376A9" w:rsidRPr="009F3366" w:rsidRDefault="008376A9" w:rsidP="008376A9">
      <w:pPr>
        <w:pStyle w:val="Textebrut"/>
        <w:rPr>
          <w:rFonts w:ascii="Verdana" w:hAnsi="Verdana"/>
        </w:rPr>
      </w:pPr>
    </w:p>
    <w:p w:rsidR="008376A9" w:rsidRPr="009F3366" w:rsidRDefault="00D17D6D" w:rsidP="0050054F">
      <w:pPr>
        <w:pStyle w:val="Textebrut"/>
        <w:numPr>
          <w:ilvl w:val="0"/>
          <w:numId w:val="6"/>
        </w:numPr>
        <w:rPr>
          <w:rFonts w:ascii="Verdana" w:hAnsi="Verdana"/>
        </w:rPr>
      </w:pPr>
      <w:r w:rsidRPr="009F3366">
        <w:rPr>
          <w:rFonts w:ascii="Verdana" w:hAnsi="Verdana"/>
          <w:u w:val="single"/>
        </w:rPr>
        <w:t>Motivation d'une demande de dérogation au taux normal de la subvention de 60 % à un taux supérieur</w:t>
      </w:r>
      <w:r w:rsidRPr="009F3366">
        <w:rPr>
          <w:rFonts w:ascii="Verdana" w:hAnsi="Verdana"/>
        </w:rPr>
        <w:t xml:space="preserve"> (</w:t>
      </w:r>
      <w:r w:rsidR="00C13005" w:rsidRPr="009F3366">
        <w:rPr>
          <w:rFonts w:ascii="Verdana" w:hAnsi="Verdana"/>
        </w:rPr>
        <w:t>L</w:t>
      </w:r>
      <w:r w:rsidRPr="009F3366">
        <w:rPr>
          <w:rFonts w:ascii="Verdana" w:hAnsi="Verdana"/>
        </w:rPr>
        <w:t xml:space="preserve">orsque les possibilités financières de l'organisme intéressé sont insuffisantes et que le travail ou l'acquisition en faveur duquel l'intervention est sollicitée présente un caractère suffisant d'intérêt touristique général, le taux </w:t>
      </w:r>
      <w:proofErr w:type="spellStart"/>
      <w:r w:rsidRPr="009F3366">
        <w:rPr>
          <w:rFonts w:ascii="Verdana" w:hAnsi="Verdana"/>
        </w:rPr>
        <w:t>peut-être</w:t>
      </w:r>
      <w:proofErr w:type="spellEnd"/>
      <w:r w:rsidRPr="009F3366">
        <w:rPr>
          <w:rFonts w:ascii="Verdana" w:hAnsi="Verdana"/>
        </w:rPr>
        <w:t xml:space="preserve"> augmenté sur demande motivée</w:t>
      </w:r>
      <w:r w:rsidR="00C13005" w:rsidRPr="009F3366">
        <w:rPr>
          <w:rFonts w:ascii="Verdana" w:hAnsi="Verdana"/>
        </w:rPr>
        <w:t>.</w:t>
      </w:r>
      <w:proofErr w:type="gramStart"/>
      <w:r w:rsidRPr="009F3366">
        <w:rPr>
          <w:rFonts w:ascii="Verdana" w:hAnsi="Verdana"/>
        </w:rPr>
        <w:t>);</w:t>
      </w:r>
      <w:proofErr w:type="gramEnd"/>
    </w:p>
    <w:p w:rsidR="007D0FEC" w:rsidRPr="009F3366" w:rsidRDefault="007D0FEC" w:rsidP="007D0FEC">
      <w:pPr>
        <w:pStyle w:val="Paragraphedeliste"/>
        <w:ind w:left="0"/>
        <w:rPr>
          <w:rFonts w:ascii="Verdana" w:hAnsi="Verdana"/>
          <w:sz w:val="20"/>
          <w:szCs w:val="20"/>
        </w:rPr>
      </w:pPr>
    </w:p>
    <w:p w:rsidR="007D0FEC" w:rsidRPr="009F3366" w:rsidRDefault="007D0FEC" w:rsidP="0050054F">
      <w:pPr>
        <w:pStyle w:val="Textebrut"/>
        <w:numPr>
          <w:ilvl w:val="0"/>
          <w:numId w:val="6"/>
        </w:numPr>
        <w:rPr>
          <w:rFonts w:ascii="Verdana" w:hAnsi="Verdana"/>
        </w:rPr>
      </w:pPr>
      <w:r w:rsidRPr="009F3366">
        <w:rPr>
          <w:rFonts w:ascii="Verdana" w:hAnsi="Verdana"/>
          <w:u w:val="single"/>
        </w:rPr>
        <w:t>Attestation bancaire ou extrait de compte dument occulté au niveau des opérations permettant d'établir la validité du n° de compte déclaré</w:t>
      </w:r>
      <w:r w:rsidRPr="009F3366">
        <w:rPr>
          <w:rFonts w:ascii="Verdana" w:hAnsi="Verdana"/>
        </w:rPr>
        <w:t>.</w:t>
      </w:r>
    </w:p>
    <w:p w:rsidR="0050054F" w:rsidRPr="009F3366" w:rsidRDefault="0050054F" w:rsidP="008376A9">
      <w:pPr>
        <w:pStyle w:val="Textebrut"/>
        <w:rPr>
          <w:rFonts w:ascii="Verdana" w:hAnsi="Verdana"/>
        </w:rPr>
      </w:pPr>
    </w:p>
    <w:p w:rsidR="0050054F" w:rsidRPr="009F3366" w:rsidRDefault="0050054F" w:rsidP="0050054F">
      <w:pPr>
        <w:pStyle w:val="Textebrut"/>
        <w:rPr>
          <w:rFonts w:ascii="Verdana" w:hAnsi="Verdana"/>
        </w:rPr>
      </w:pPr>
    </w:p>
    <w:p w:rsidR="004B17BE" w:rsidRPr="009F3366" w:rsidRDefault="004B17BE" w:rsidP="0050054F">
      <w:pPr>
        <w:pStyle w:val="Retrait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Verdana" w:hAnsi="Verdana"/>
          <w:sz w:val="20"/>
        </w:rPr>
      </w:pPr>
    </w:p>
    <w:p w:rsidR="004B17BE" w:rsidRPr="009F3366" w:rsidRDefault="0050054F" w:rsidP="004B17BE">
      <w:pPr>
        <w:pStyle w:val="Retrait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Verdana" w:hAnsi="Verdana"/>
          <w:color w:val="7F7F7F" w:themeColor="text1" w:themeTint="80"/>
          <w:sz w:val="20"/>
        </w:rPr>
      </w:pPr>
      <w:r w:rsidRPr="009F3366">
        <w:rPr>
          <w:rFonts w:ascii="Verdana" w:hAnsi="Verdana"/>
          <w:sz w:val="20"/>
        </w:rPr>
        <w:br/>
        <w:t xml:space="preserve">Fait à : </w:t>
      </w:r>
      <w:r w:rsidRPr="009F3366">
        <w:rPr>
          <w:rFonts w:ascii="Verdana" w:hAnsi="Verdana"/>
          <w:color w:val="A6A6A6"/>
          <w:sz w:val="20"/>
        </w:rPr>
        <w:t>………………………</w:t>
      </w:r>
      <w:proofErr w:type="gramStart"/>
      <w:r w:rsidRPr="009F3366">
        <w:rPr>
          <w:rFonts w:ascii="Verdana" w:hAnsi="Verdana"/>
          <w:color w:val="A6A6A6"/>
          <w:sz w:val="20"/>
        </w:rPr>
        <w:t>…….</w:t>
      </w:r>
      <w:proofErr w:type="gramEnd"/>
      <w:r w:rsidRPr="009F3366">
        <w:rPr>
          <w:rFonts w:ascii="Verdana" w:hAnsi="Verdana"/>
          <w:sz w:val="20"/>
        </w:rPr>
        <w:t>, le</w:t>
      </w:r>
      <w:r w:rsidRPr="009F3366">
        <w:rPr>
          <w:rFonts w:ascii="Verdana" w:hAnsi="Verdana"/>
          <w:color w:val="A6A6A6"/>
          <w:sz w:val="20"/>
        </w:rPr>
        <w:t>………………….</w:t>
      </w:r>
      <w:r w:rsidRPr="009F3366">
        <w:rPr>
          <w:rFonts w:ascii="Verdana" w:hAnsi="Verdana"/>
          <w:color w:val="A6A6A6"/>
          <w:sz w:val="20"/>
        </w:rPr>
        <w:tab/>
      </w:r>
      <w:r w:rsidRPr="009F3366">
        <w:rPr>
          <w:rFonts w:ascii="Verdana" w:hAnsi="Verdana"/>
          <w:color w:val="A6A6A6"/>
          <w:sz w:val="20"/>
        </w:rPr>
        <w:tab/>
      </w:r>
      <w:r w:rsidRPr="009F3366">
        <w:rPr>
          <w:rFonts w:ascii="Verdana" w:hAnsi="Verdana"/>
          <w:color w:val="A6A6A6"/>
          <w:sz w:val="20"/>
        </w:rPr>
        <w:br/>
      </w:r>
      <w:r w:rsidR="004B17BE" w:rsidRPr="009F3366">
        <w:rPr>
          <w:rFonts w:ascii="Verdana" w:hAnsi="Verdana"/>
          <w:sz w:val="20"/>
        </w:rPr>
        <w:br/>
      </w:r>
      <w:r w:rsidRPr="009F3366">
        <w:rPr>
          <w:rFonts w:ascii="Verdana" w:hAnsi="Verdana"/>
          <w:sz w:val="20"/>
        </w:rPr>
        <w:br/>
      </w:r>
      <w:r w:rsidRPr="009F3366">
        <w:rPr>
          <w:rFonts w:ascii="Verdana" w:hAnsi="Verdana"/>
          <w:sz w:val="20"/>
        </w:rPr>
        <w:tab/>
      </w:r>
      <w:r w:rsidRPr="009F3366">
        <w:rPr>
          <w:rFonts w:ascii="Verdana" w:hAnsi="Verdana"/>
          <w:sz w:val="20"/>
        </w:rPr>
        <w:tab/>
      </w:r>
      <w:r w:rsidRPr="009F3366">
        <w:rPr>
          <w:rFonts w:ascii="Verdana" w:hAnsi="Verdana"/>
          <w:sz w:val="20"/>
        </w:rPr>
        <w:tab/>
      </w:r>
      <w:r w:rsidRPr="009F3366">
        <w:rPr>
          <w:rFonts w:ascii="Verdana" w:hAnsi="Verdana"/>
          <w:sz w:val="20"/>
        </w:rPr>
        <w:tab/>
      </w:r>
      <w:r w:rsidRPr="009F3366">
        <w:rPr>
          <w:rFonts w:ascii="Verdana" w:hAnsi="Verdana"/>
          <w:sz w:val="20"/>
        </w:rPr>
        <w:tab/>
      </w:r>
      <w:r w:rsidRPr="009F3366">
        <w:rPr>
          <w:rFonts w:ascii="Verdana" w:hAnsi="Verdana"/>
          <w:sz w:val="20"/>
        </w:rPr>
        <w:tab/>
      </w:r>
      <w:r w:rsidRPr="009F3366">
        <w:rPr>
          <w:rFonts w:ascii="Verdana" w:hAnsi="Verdana"/>
          <w:sz w:val="20"/>
        </w:rPr>
        <w:tab/>
      </w:r>
      <w:r w:rsidRPr="009F3366">
        <w:rPr>
          <w:rFonts w:ascii="Verdana" w:hAnsi="Verdana"/>
          <w:sz w:val="20"/>
        </w:rPr>
        <w:tab/>
      </w:r>
      <w:r w:rsidRPr="009F3366">
        <w:rPr>
          <w:rFonts w:ascii="Verdana" w:hAnsi="Verdana"/>
          <w:color w:val="7F7F7F" w:themeColor="text1" w:themeTint="80"/>
          <w:sz w:val="20"/>
        </w:rPr>
        <w:t>Nom</w:t>
      </w:r>
      <w:r w:rsidR="004B17BE" w:rsidRPr="009F3366">
        <w:rPr>
          <w:rFonts w:ascii="Verdana" w:hAnsi="Verdana"/>
          <w:color w:val="7F7F7F" w:themeColor="text1" w:themeTint="80"/>
          <w:sz w:val="20"/>
        </w:rPr>
        <w:t>, titre</w:t>
      </w:r>
      <w:r w:rsidRPr="009F3366">
        <w:rPr>
          <w:rFonts w:ascii="Verdana" w:hAnsi="Verdana"/>
          <w:color w:val="7F7F7F" w:themeColor="text1" w:themeTint="80"/>
          <w:sz w:val="20"/>
        </w:rPr>
        <w:t xml:space="preserve"> et signature</w:t>
      </w:r>
      <w:r w:rsidR="004B17BE" w:rsidRPr="009F3366">
        <w:rPr>
          <w:rFonts w:ascii="Verdana" w:hAnsi="Verdana"/>
          <w:color w:val="7F7F7F" w:themeColor="text1" w:themeTint="80"/>
          <w:sz w:val="20"/>
        </w:rPr>
        <w:br/>
      </w:r>
    </w:p>
    <w:p w:rsidR="0050054F" w:rsidRPr="009F3366" w:rsidRDefault="004B17BE" w:rsidP="004B17BE">
      <w:pPr>
        <w:pStyle w:val="Retrait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Verdana" w:hAnsi="Verdana"/>
          <w:color w:val="7F7F7F" w:themeColor="text1" w:themeTint="80"/>
          <w:sz w:val="20"/>
        </w:rPr>
      </w:pPr>
      <w:r w:rsidRPr="009F3366">
        <w:rPr>
          <w:rFonts w:ascii="Verdana" w:hAnsi="Verdana"/>
          <w:color w:val="7F7F7F" w:themeColor="text1" w:themeTint="80"/>
          <w:sz w:val="20"/>
        </w:rPr>
        <w:br/>
      </w:r>
    </w:p>
    <w:p w:rsidR="0050054F" w:rsidRPr="009F3366" w:rsidRDefault="0050054F" w:rsidP="0050054F">
      <w:pPr>
        <w:rPr>
          <w:rFonts w:ascii="Verdana" w:hAnsi="Verdana"/>
          <w:sz w:val="20"/>
        </w:rPr>
      </w:pPr>
    </w:p>
    <w:p w:rsidR="00B93BB1" w:rsidRPr="009F3366" w:rsidRDefault="00B93BB1">
      <w:pPr>
        <w:rPr>
          <w:rFonts w:ascii="Verdana" w:hAnsi="Verdana"/>
          <w:sz w:val="20"/>
        </w:rPr>
      </w:pPr>
    </w:p>
    <w:sectPr w:rsidR="00B93BB1" w:rsidRPr="009F3366" w:rsidSect="0050054F">
      <w:pgSz w:w="11906" w:h="16838"/>
      <w:pgMar w:top="993" w:right="1274" w:bottom="851" w:left="1417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94F" w:rsidRDefault="0016694F" w:rsidP="00781F48">
      <w:pPr>
        <w:spacing w:line="240" w:lineRule="auto"/>
      </w:pPr>
      <w:r>
        <w:separator/>
      </w:r>
    </w:p>
  </w:endnote>
  <w:endnote w:type="continuationSeparator" w:id="0">
    <w:p w:rsidR="0016694F" w:rsidRDefault="0016694F" w:rsidP="00781F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94F" w:rsidRDefault="0016694F" w:rsidP="00781F48">
      <w:pPr>
        <w:spacing w:line="240" w:lineRule="auto"/>
      </w:pPr>
      <w:r>
        <w:separator/>
      </w:r>
    </w:p>
  </w:footnote>
  <w:footnote w:type="continuationSeparator" w:id="0">
    <w:p w:rsidR="0016694F" w:rsidRDefault="0016694F" w:rsidP="00781F4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CE" w:rsidRDefault="002240CE" w:rsidP="00843141">
    <w:pPr>
      <w:pStyle w:val="En-tte"/>
    </w:pPr>
  </w:p>
  <w:p w:rsidR="002240CE" w:rsidRPr="000E5190" w:rsidRDefault="002240CE" w:rsidP="00843141">
    <w:pPr>
      <w:pStyle w:val="En-tte"/>
      <w:rPr>
        <w:color w:val="auto"/>
        <w:spacing w:val="8"/>
        <w:sz w:val="22"/>
        <w:szCs w:val="22"/>
      </w:rPr>
    </w:pPr>
  </w:p>
  <w:p w:rsidR="002240CE" w:rsidRDefault="002240C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19FB"/>
    <w:multiLevelType w:val="hybridMultilevel"/>
    <w:tmpl w:val="B38482D4"/>
    <w:lvl w:ilvl="0" w:tplc="08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847413"/>
    <w:multiLevelType w:val="hybridMultilevel"/>
    <w:tmpl w:val="F8A0D8EA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B26565"/>
    <w:multiLevelType w:val="hybridMultilevel"/>
    <w:tmpl w:val="EE2824E0"/>
    <w:lvl w:ilvl="0" w:tplc="FFDE9C0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16"/>
        <w:szCs w:val="16"/>
      </w:r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0A06AF"/>
    <w:multiLevelType w:val="hybridMultilevel"/>
    <w:tmpl w:val="F8A0D8EA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6416C4"/>
    <w:multiLevelType w:val="hybridMultilevel"/>
    <w:tmpl w:val="AEE28C72"/>
    <w:lvl w:ilvl="0" w:tplc="915ACAA2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16"/>
        <w:szCs w:val="16"/>
      </w:r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97555A"/>
    <w:multiLevelType w:val="hybridMultilevel"/>
    <w:tmpl w:val="4614F054"/>
    <w:lvl w:ilvl="0" w:tplc="5D644A86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16"/>
        <w:szCs w:val="16"/>
      </w:r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D8E3D97"/>
    <w:multiLevelType w:val="hybridMultilevel"/>
    <w:tmpl w:val="E270A5A4"/>
    <w:lvl w:ilvl="0" w:tplc="17A4769E">
      <w:start w:val="1"/>
      <w:numFmt w:val="bullet"/>
      <w:lvlText w:val="o"/>
      <w:lvlJc w:val="left"/>
      <w:pPr>
        <w:ind w:left="360" w:hanging="360"/>
      </w:pPr>
      <w:rPr>
        <w:rFonts w:ascii="Verdana" w:hAnsi="Verdana" w:cs="Courier New" w:hint="default"/>
        <w:sz w:val="16"/>
        <w:szCs w:val="16"/>
      </w:r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3A5BC3"/>
    <w:multiLevelType w:val="hybridMultilevel"/>
    <w:tmpl w:val="17161826"/>
    <w:lvl w:ilvl="0" w:tplc="08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8CD1F2D"/>
    <w:multiLevelType w:val="singleLevel"/>
    <w:tmpl w:val="8258DD5E"/>
    <w:lvl w:ilvl="0">
      <w:start w:val="1"/>
      <w:numFmt w:val="decimal"/>
      <w:lvlText w:val="%1."/>
      <w:legacy w:legacy="1" w:legacySpace="0" w:legacyIndent="283"/>
      <w:lvlJc w:val="left"/>
      <w:pPr>
        <w:ind w:left="850" w:hanging="283"/>
      </w:pPr>
    </w:lvl>
  </w:abstractNum>
  <w:abstractNum w:abstractNumId="9" w15:restartNumberingAfterBreak="0">
    <w:nsid w:val="57DB3C1C"/>
    <w:multiLevelType w:val="hybridMultilevel"/>
    <w:tmpl w:val="F8A0D8EA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B2329B2"/>
    <w:multiLevelType w:val="multilevel"/>
    <w:tmpl w:val="B89026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FD64CC2"/>
    <w:multiLevelType w:val="hybridMultilevel"/>
    <w:tmpl w:val="DDC2123C"/>
    <w:lvl w:ilvl="0" w:tplc="080C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6B5A32EA"/>
    <w:multiLevelType w:val="hybridMultilevel"/>
    <w:tmpl w:val="F8A0D8EA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F2A5316"/>
    <w:multiLevelType w:val="hybridMultilevel"/>
    <w:tmpl w:val="3A1E0E6C"/>
    <w:lvl w:ilvl="0" w:tplc="08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50" w:hanging="283"/>
        </w:pPr>
      </w:lvl>
    </w:lvlOverride>
  </w:num>
  <w:num w:numId="3">
    <w:abstractNumId w:val="12"/>
  </w:num>
  <w:num w:numId="4">
    <w:abstractNumId w:val="3"/>
  </w:num>
  <w:num w:numId="5">
    <w:abstractNumId w:val="1"/>
  </w:num>
  <w:num w:numId="6">
    <w:abstractNumId w:val="10"/>
  </w:num>
  <w:num w:numId="7">
    <w:abstractNumId w:val="9"/>
  </w:num>
  <w:num w:numId="8">
    <w:abstractNumId w:val="7"/>
  </w:num>
  <w:num w:numId="9">
    <w:abstractNumId w:val="0"/>
  </w:num>
  <w:num w:numId="10">
    <w:abstractNumId w:val="6"/>
  </w:num>
  <w:num w:numId="11">
    <w:abstractNumId w:val="4"/>
  </w:num>
  <w:num w:numId="12">
    <w:abstractNumId w:val="2"/>
  </w:num>
  <w:num w:numId="13">
    <w:abstractNumId w:val="5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FEC"/>
    <w:rsid w:val="0001286D"/>
    <w:rsid w:val="00012C64"/>
    <w:rsid w:val="00014898"/>
    <w:rsid w:val="00017313"/>
    <w:rsid w:val="0006616F"/>
    <w:rsid w:val="000869A5"/>
    <w:rsid w:val="00095348"/>
    <w:rsid w:val="000B2E74"/>
    <w:rsid w:val="001235AE"/>
    <w:rsid w:val="00134CA4"/>
    <w:rsid w:val="00135406"/>
    <w:rsid w:val="00161965"/>
    <w:rsid w:val="0016694F"/>
    <w:rsid w:val="001946AA"/>
    <w:rsid w:val="001A3214"/>
    <w:rsid w:val="001A7D75"/>
    <w:rsid w:val="001D4111"/>
    <w:rsid w:val="001F2D21"/>
    <w:rsid w:val="002240CE"/>
    <w:rsid w:val="00235871"/>
    <w:rsid w:val="00295AFC"/>
    <w:rsid w:val="00295DB5"/>
    <w:rsid w:val="002E2730"/>
    <w:rsid w:val="0033508F"/>
    <w:rsid w:val="003737F5"/>
    <w:rsid w:val="003B62AE"/>
    <w:rsid w:val="003E65E1"/>
    <w:rsid w:val="00425CF3"/>
    <w:rsid w:val="0042712E"/>
    <w:rsid w:val="004558C0"/>
    <w:rsid w:val="00455F81"/>
    <w:rsid w:val="00474D76"/>
    <w:rsid w:val="00492C23"/>
    <w:rsid w:val="004B17BE"/>
    <w:rsid w:val="004D4478"/>
    <w:rsid w:val="004E23F8"/>
    <w:rsid w:val="004F7079"/>
    <w:rsid w:val="0050054F"/>
    <w:rsid w:val="00505E5B"/>
    <w:rsid w:val="00515547"/>
    <w:rsid w:val="005623F9"/>
    <w:rsid w:val="00594E9D"/>
    <w:rsid w:val="005A75E0"/>
    <w:rsid w:val="005D16F4"/>
    <w:rsid w:val="005F27E3"/>
    <w:rsid w:val="005F31F0"/>
    <w:rsid w:val="005F3B2D"/>
    <w:rsid w:val="00655C78"/>
    <w:rsid w:val="00675602"/>
    <w:rsid w:val="006A7F19"/>
    <w:rsid w:val="007042EF"/>
    <w:rsid w:val="00722456"/>
    <w:rsid w:val="007226AA"/>
    <w:rsid w:val="00760B43"/>
    <w:rsid w:val="00781F48"/>
    <w:rsid w:val="007D0FEC"/>
    <w:rsid w:val="007D2067"/>
    <w:rsid w:val="007F0161"/>
    <w:rsid w:val="007F78DD"/>
    <w:rsid w:val="008376A9"/>
    <w:rsid w:val="00843141"/>
    <w:rsid w:val="00854FDC"/>
    <w:rsid w:val="0088287B"/>
    <w:rsid w:val="008B6FF1"/>
    <w:rsid w:val="00941620"/>
    <w:rsid w:val="00942FD1"/>
    <w:rsid w:val="00960ADF"/>
    <w:rsid w:val="00975A12"/>
    <w:rsid w:val="00982357"/>
    <w:rsid w:val="009A3638"/>
    <w:rsid w:val="009B0E70"/>
    <w:rsid w:val="009F18D6"/>
    <w:rsid w:val="009F3366"/>
    <w:rsid w:val="00A1395B"/>
    <w:rsid w:val="00A7017D"/>
    <w:rsid w:val="00AB4874"/>
    <w:rsid w:val="00AD206C"/>
    <w:rsid w:val="00AF4A8C"/>
    <w:rsid w:val="00B11BA0"/>
    <w:rsid w:val="00B1533C"/>
    <w:rsid w:val="00B63C7C"/>
    <w:rsid w:val="00B74B76"/>
    <w:rsid w:val="00B8266B"/>
    <w:rsid w:val="00B860A2"/>
    <w:rsid w:val="00B93BB1"/>
    <w:rsid w:val="00BB4D86"/>
    <w:rsid w:val="00BE19B6"/>
    <w:rsid w:val="00C13005"/>
    <w:rsid w:val="00C4199F"/>
    <w:rsid w:val="00C60FCA"/>
    <w:rsid w:val="00C61E5B"/>
    <w:rsid w:val="00C84D88"/>
    <w:rsid w:val="00CA2DC1"/>
    <w:rsid w:val="00CC18D2"/>
    <w:rsid w:val="00CE09F6"/>
    <w:rsid w:val="00CF666D"/>
    <w:rsid w:val="00D17D6D"/>
    <w:rsid w:val="00D20C49"/>
    <w:rsid w:val="00D25A89"/>
    <w:rsid w:val="00D659A2"/>
    <w:rsid w:val="00D8207D"/>
    <w:rsid w:val="00DA0343"/>
    <w:rsid w:val="00DD6420"/>
    <w:rsid w:val="00E11DE8"/>
    <w:rsid w:val="00E72674"/>
    <w:rsid w:val="00E81A3E"/>
    <w:rsid w:val="00F127C3"/>
    <w:rsid w:val="00F30F45"/>
    <w:rsid w:val="00F37E4A"/>
    <w:rsid w:val="00F61C6F"/>
    <w:rsid w:val="00F94369"/>
    <w:rsid w:val="00FF0D50"/>
    <w:rsid w:val="00FF2A8F"/>
    <w:rsid w:val="00FF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E551A4C-2A4C-4535-A46C-AAB271B6B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54F"/>
    <w:pPr>
      <w:spacing w:after="0" w:line="2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fr-FR" w:eastAsia="fr-BE"/>
    </w:rPr>
  </w:style>
  <w:style w:type="paragraph" w:styleId="Titre1">
    <w:name w:val="heading 1"/>
    <w:basedOn w:val="Normal"/>
    <w:next w:val="Normal"/>
    <w:link w:val="Titre1Car"/>
    <w:qFormat/>
    <w:rsid w:val="0050054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FFFFFF"/>
      <w:jc w:val="center"/>
      <w:outlineLvl w:val="0"/>
    </w:pPr>
    <w:rPr>
      <w:rFonts w:ascii="Verdana" w:hAnsi="Verdana"/>
      <w:smallCaps/>
      <w:sz w:val="3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0054F"/>
    <w:rPr>
      <w:rFonts w:ascii="Verdana" w:eastAsia="Times New Roman" w:hAnsi="Verdana" w:cs="Times New Roman"/>
      <w:smallCaps/>
      <w:color w:val="000000"/>
      <w:sz w:val="32"/>
      <w:szCs w:val="20"/>
      <w:u w:val="single"/>
      <w:shd w:val="pct25" w:color="auto" w:fill="FFFFFF"/>
      <w:lang w:val="fr-FR" w:eastAsia="fr-BE"/>
    </w:rPr>
  </w:style>
  <w:style w:type="paragraph" w:styleId="En-tte">
    <w:name w:val="header"/>
    <w:basedOn w:val="Normal"/>
    <w:link w:val="En-tteCar"/>
    <w:rsid w:val="0050054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0054F"/>
    <w:rPr>
      <w:rFonts w:ascii="Times New Roman" w:eastAsia="Times New Roman" w:hAnsi="Times New Roman" w:cs="Times New Roman"/>
      <w:color w:val="000000"/>
      <w:sz w:val="24"/>
      <w:szCs w:val="20"/>
      <w:lang w:val="fr-FR" w:eastAsia="fr-BE"/>
    </w:rPr>
  </w:style>
  <w:style w:type="paragraph" w:styleId="Pieddepage">
    <w:name w:val="footer"/>
    <w:basedOn w:val="Normal"/>
    <w:link w:val="PieddepageCar"/>
    <w:uiPriority w:val="99"/>
    <w:unhideWhenUsed/>
    <w:rsid w:val="0050054F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0054F"/>
    <w:rPr>
      <w:rFonts w:ascii="Times New Roman" w:eastAsia="Times New Roman" w:hAnsi="Times New Roman" w:cs="Times New Roman"/>
      <w:color w:val="000000"/>
      <w:sz w:val="24"/>
      <w:szCs w:val="20"/>
      <w:lang w:val="fr-FR" w:eastAsia="fr-BE"/>
    </w:rPr>
  </w:style>
  <w:style w:type="paragraph" w:styleId="Paragraphedeliste">
    <w:name w:val="List Paragraph"/>
    <w:basedOn w:val="Normal"/>
    <w:uiPriority w:val="34"/>
    <w:qFormat/>
    <w:rsid w:val="0050054F"/>
    <w:pPr>
      <w:spacing w:line="240" w:lineRule="auto"/>
      <w:ind w:left="720"/>
      <w:contextualSpacing/>
      <w:jc w:val="left"/>
    </w:pPr>
    <w:rPr>
      <w:color w:val="auto"/>
      <w:sz w:val="28"/>
      <w:szCs w:val="28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50054F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50054F"/>
    <w:rPr>
      <w:rFonts w:ascii="Times New Roman" w:eastAsia="Times New Roman" w:hAnsi="Times New Roman" w:cs="Times New Roman"/>
      <w:color w:val="000000"/>
      <w:sz w:val="24"/>
      <w:szCs w:val="20"/>
      <w:lang w:val="fr-FR" w:eastAsia="fr-BE"/>
    </w:rPr>
  </w:style>
  <w:style w:type="table" w:styleId="Grilledutableau">
    <w:name w:val="Table Grid"/>
    <w:basedOn w:val="TableauNormal"/>
    <w:uiPriority w:val="59"/>
    <w:rsid w:val="0050054F"/>
    <w:pPr>
      <w:spacing w:after="0" w:line="240" w:lineRule="auto"/>
      <w:jc w:val="both"/>
    </w:pPr>
    <w:rPr>
      <w:rFonts w:ascii="Verdana" w:hAnsi="Verdan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brut">
    <w:name w:val="Plain Text"/>
    <w:basedOn w:val="Normal"/>
    <w:link w:val="TextebrutCar"/>
    <w:semiHidden/>
    <w:rsid w:val="0050054F"/>
    <w:pPr>
      <w:spacing w:line="240" w:lineRule="auto"/>
      <w:jc w:val="left"/>
    </w:pPr>
    <w:rPr>
      <w:rFonts w:ascii="Courier New" w:hAnsi="Courier New"/>
      <w:color w:val="auto"/>
      <w:sz w:val="20"/>
    </w:rPr>
  </w:style>
  <w:style w:type="character" w:customStyle="1" w:styleId="TextebrutCar">
    <w:name w:val="Texte brut Car"/>
    <w:basedOn w:val="Policepardfaut"/>
    <w:link w:val="Textebrut"/>
    <w:semiHidden/>
    <w:rsid w:val="0050054F"/>
    <w:rPr>
      <w:rFonts w:ascii="Courier New" w:eastAsia="Times New Roman" w:hAnsi="Courier New" w:cs="Times New Roman"/>
      <w:sz w:val="20"/>
      <w:szCs w:val="20"/>
      <w:lang w:val="fr-FR" w:eastAsia="fr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58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58C0"/>
    <w:rPr>
      <w:rFonts w:ascii="Tahoma" w:eastAsia="Times New Roman" w:hAnsi="Tahoma" w:cs="Tahoma"/>
      <w:color w:val="000000"/>
      <w:sz w:val="16"/>
      <w:szCs w:val="16"/>
      <w:lang w:val="fr-FR"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nn&#233;es_personnelles\marc.robinet\D2\DOC_DEM\Formulaire_Subv_ET_br%2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E4672F-0D46-4B90-965C-CF0B5F414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Formulaire_Subv_ET_br </Template>
  <TotalTime>1</TotalTime>
  <Pages>9</Pages>
  <Words>1201</Words>
  <Characters>6611</Characters>
  <Application>Microsoft Office Word</Application>
  <DocSecurity>4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marc.robinet</dc:creator>
  <cp:lastModifiedBy>Catherine LANGUE</cp:lastModifiedBy>
  <cp:revision>2</cp:revision>
  <cp:lastPrinted>2017-05-19T14:40:00Z</cp:lastPrinted>
  <dcterms:created xsi:type="dcterms:W3CDTF">2018-05-02T13:14:00Z</dcterms:created>
  <dcterms:modified xsi:type="dcterms:W3CDTF">2018-05-02T13:14:00Z</dcterms:modified>
</cp:coreProperties>
</file>